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D0" w:rsidRPr="00A008B2" w:rsidRDefault="001422D0" w:rsidP="00190A50">
      <w:pPr>
        <w:pStyle w:val="Title"/>
        <w:spacing w:after="120" w:line="280" w:lineRule="exact"/>
        <w:ind w:firstLine="0"/>
        <w:jc w:val="both"/>
        <w:outlineLvl w:val="0"/>
        <w:rPr>
          <w:b w:val="0"/>
          <w:sz w:val="30"/>
        </w:rPr>
      </w:pPr>
      <w:r w:rsidRPr="00A008B2">
        <w:rPr>
          <w:b w:val="0"/>
          <w:sz w:val="30"/>
        </w:rPr>
        <w:t>СОГЛАШЕНИЕ</w:t>
      </w:r>
    </w:p>
    <w:p w:rsidR="001422D0" w:rsidRPr="00A008B2" w:rsidRDefault="001422D0" w:rsidP="00190A50">
      <w:pPr>
        <w:widowControl w:val="0"/>
        <w:spacing w:line="280" w:lineRule="exact"/>
        <w:ind w:right="2977"/>
        <w:jc w:val="both"/>
        <w:rPr>
          <w:sz w:val="30"/>
          <w:szCs w:val="30"/>
        </w:rPr>
      </w:pPr>
      <w:r w:rsidRPr="00A008B2">
        <w:rPr>
          <w:sz w:val="30"/>
          <w:szCs w:val="30"/>
        </w:rPr>
        <w:t xml:space="preserve">между </w:t>
      </w:r>
      <w:r>
        <w:rPr>
          <w:sz w:val="30"/>
          <w:szCs w:val="30"/>
        </w:rPr>
        <w:t>Главным управлением по</w:t>
      </w:r>
      <w:r w:rsidRPr="00A008B2">
        <w:rPr>
          <w:sz w:val="30"/>
          <w:szCs w:val="30"/>
        </w:rPr>
        <w:t xml:space="preserve"> образовани</w:t>
      </w:r>
      <w:r>
        <w:rPr>
          <w:sz w:val="30"/>
          <w:szCs w:val="30"/>
        </w:rPr>
        <w:t xml:space="preserve">ю Минского областного исполнительного комитета и Минской областной организацией </w:t>
      </w:r>
      <w:r w:rsidRPr="00A008B2">
        <w:rPr>
          <w:sz w:val="30"/>
          <w:szCs w:val="30"/>
        </w:rPr>
        <w:t xml:space="preserve"> Белорусск</w:t>
      </w:r>
      <w:r>
        <w:rPr>
          <w:sz w:val="30"/>
          <w:szCs w:val="30"/>
        </w:rPr>
        <w:t xml:space="preserve">ого </w:t>
      </w:r>
      <w:r w:rsidRPr="00A008B2">
        <w:rPr>
          <w:sz w:val="30"/>
          <w:szCs w:val="30"/>
        </w:rPr>
        <w:t xml:space="preserve"> профессиональн</w:t>
      </w:r>
      <w:r>
        <w:rPr>
          <w:sz w:val="30"/>
          <w:szCs w:val="30"/>
        </w:rPr>
        <w:t>ого</w:t>
      </w:r>
      <w:r w:rsidRPr="00A008B2">
        <w:rPr>
          <w:sz w:val="30"/>
          <w:szCs w:val="30"/>
        </w:rPr>
        <w:t xml:space="preserve"> союз</w:t>
      </w:r>
      <w:r>
        <w:rPr>
          <w:sz w:val="30"/>
          <w:szCs w:val="30"/>
        </w:rPr>
        <w:t>а</w:t>
      </w:r>
      <w:r w:rsidRPr="00A008B2">
        <w:rPr>
          <w:sz w:val="30"/>
          <w:szCs w:val="30"/>
        </w:rPr>
        <w:t xml:space="preserve"> работн</w:t>
      </w:r>
      <w:r>
        <w:rPr>
          <w:sz w:val="30"/>
          <w:szCs w:val="30"/>
        </w:rPr>
        <w:t>иков образования и науки на 2019-2022</w:t>
      </w:r>
      <w:r w:rsidRPr="00A008B2">
        <w:rPr>
          <w:sz w:val="30"/>
          <w:szCs w:val="30"/>
        </w:rPr>
        <w:t xml:space="preserve"> годы</w:t>
      </w:r>
    </w:p>
    <w:p w:rsidR="001422D0" w:rsidRDefault="001422D0" w:rsidP="00190A50">
      <w:pPr>
        <w:pStyle w:val="Title"/>
        <w:spacing w:after="120" w:line="280" w:lineRule="exact"/>
        <w:ind w:firstLine="0"/>
        <w:jc w:val="left"/>
        <w:outlineLvl w:val="0"/>
        <w:rPr>
          <w:b w:val="0"/>
          <w:sz w:val="30"/>
        </w:rPr>
      </w:pPr>
    </w:p>
    <w:p w:rsidR="001422D0" w:rsidRPr="000E359F" w:rsidRDefault="001422D0" w:rsidP="0056095E">
      <w:pPr>
        <w:pStyle w:val="BodyText"/>
        <w:spacing w:line="240" w:lineRule="auto"/>
        <w:ind w:right="0" w:firstLine="709"/>
        <w:rPr>
          <w:spacing w:val="-4"/>
        </w:rPr>
      </w:pPr>
      <w:r w:rsidRPr="000E359F">
        <w:rPr>
          <w:spacing w:val="-4"/>
        </w:rPr>
        <w:t xml:space="preserve">1. Настоящее соглашение (далее — Соглашение) заключено между </w:t>
      </w:r>
      <w:r>
        <w:rPr>
          <w:spacing w:val="-4"/>
        </w:rPr>
        <w:t xml:space="preserve">Главным управлением по образованию Минского областного исполнительного комитета и Минской областной организацией </w:t>
      </w:r>
      <w:r w:rsidRPr="000E359F">
        <w:rPr>
          <w:spacing w:val="-4"/>
        </w:rPr>
        <w:t xml:space="preserve"> Белорусск</w:t>
      </w:r>
      <w:r>
        <w:rPr>
          <w:spacing w:val="-4"/>
        </w:rPr>
        <w:t>ого</w:t>
      </w:r>
      <w:r w:rsidRPr="000E359F">
        <w:rPr>
          <w:spacing w:val="-4"/>
        </w:rPr>
        <w:t xml:space="preserve"> профессиональн</w:t>
      </w:r>
      <w:r>
        <w:rPr>
          <w:spacing w:val="-4"/>
        </w:rPr>
        <w:t>ого</w:t>
      </w:r>
      <w:r w:rsidRPr="000E359F">
        <w:rPr>
          <w:spacing w:val="-4"/>
        </w:rPr>
        <w:t xml:space="preserve"> союз</w:t>
      </w:r>
      <w:r>
        <w:rPr>
          <w:spacing w:val="-4"/>
        </w:rPr>
        <w:t>а</w:t>
      </w:r>
      <w:r w:rsidRPr="000E359F">
        <w:rPr>
          <w:spacing w:val="-4"/>
        </w:rPr>
        <w:t xml:space="preserve"> работников образования и науки в</w:t>
      </w:r>
      <w:r>
        <w:rPr>
          <w:spacing w:val="-4"/>
        </w:rPr>
        <w:t xml:space="preserve"> </w:t>
      </w:r>
      <w:r w:rsidRPr="000E359F">
        <w:rPr>
          <w:spacing w:val="-4"/>
        </w:rPr>
        <w:t>соответствии с Конституцией Республики Беларусь, Трудовым кодексом Республики Беларусь, Указом Президента Республики Беларусь от</w:t>
      </w:r>
      <w:r>
        <w:rPr>
          <w:spacing w:val="-4"/>
        </w:rPr>
        <w:t xml:space="preserve"> </w:t>
      </w:r>
      <w:r w:rsidRPr="000E359F">
        <w:rPr>
          <w:spacing w:val="-4"/>
        </w:rPr>
        <w:t xml:space="preserve">15июля </w:t>
      </w:r>
      <w:smartTag w:uri="urn:schemas-microsoft-com:office:smarttags" w:element="metricconverter">
        <w:smartTagPr>
          <w:attr w:name="ProductID" w:val="1995 г"/>
        </w:smartTagPr>
        <w:r w:rsidRPr="000E359F">
          <w:rPr>
            <w:spacing w:val="-4"/>
          </w:rPr>
          <w:t>1995 г</w:t>
        </w:r>
      </w:smartTag>
      <w:r w:rsidRPr="000E359F">
        <w:rPr>
          <w:spacing w:val="-4"/>
        </w:rPr>
        <w:t>. №278</w:t>
      </w:r>
      <w:r w:rsidRPr="000E359F">
        <w:rPr>
          <w:spacing w:val="-4"/>
          <w:lang w:val="be-BY"/>
        </w:rPr>
        <w:t xml:space="preserve"> ”</w:t>
      </w:r>
      <w:r w:rsidRPr="000E359F">
        <w:rPr>
          <w:spacing w:val="-4"/>
        </w:rPr>
        <w:t>О развитии социального партнерства вРеспублике Беларусь</w:t>
      </w:r>
      <w:r w:rsidRPr="000E359F">
        <w:rPr>
          <w:spacing w:val="-4"/>
          <w:lang w:val="be-BY"/>
        </w:rPr>
        <w:t>“</w:t>
      </w:r>
      <w:r w:rsidRPr="000E359F">
        <w:rPr>
          <w:spacing w:val="-4"/>
        </w:rPr>
        <w:t xml:space="preserve">, другими законодательными актами Республики Беларусь, Генеральным соглашением между Правительством Республики Беларусь, республиканскими объединениями </w:t>
      </w:r>
      <w:r>
        <w:rPr>
          <w:spacing w:val="-4"/>
        </w:rPr>
        <w:t>нанимателей и профсоюзов на 2019—2021</w:t>
      </w:r>
      <w:r w:rsidRPr="000E359F">
        <w:rPr>
          <w:spacing w:val="-4"/>
        </w:rPr>
        <w:t xml:space="preserve"> годы</w:t>
      </w:r>
      <w:r>
        <w:rPr>
          <w:spacing w:val="-4"/>
        </w:rPr>
        <w:t>, соглашением между Минским областным исполнительным комитетом, Минским областным объединением профсоюзов, Республиканской ассоциацией предприятий промышленности «БелАПП» и Минским областным агропромышленным Союзом на 2018 – 2020 годы.</w:t>
      </w:r>
    </w:p>
    <w:p w:rsidR="001422D0" w:rsidRPr="0056095E" w:rsidRDefault="001422D0" w:rsidP="0056095E">
      <w:pPr>
        <w:pStyle w:val="BodyText"/>
        <w:spacing w:line="240" w:lineRule="auto"/>
        <w:ind w:right="0" w:firstLine="709"/>
      </w:pPr>
      <w:r w:rsidRPr="0056095E">
        <w:t xml:space="preserve">2. Сторонами Соглашения являются </w:t>
      </w:r>
      <w:r>
        <w:t>Главное управление по образованию Минского областного исполнительного комитета</w:t>
      </w:r>
      <w:r w:rsidRPr="0056095E">
        <w:t xml:space="preserve"> (далее </w:t>
      </w:r>
      <w:r w:rsidRPr="0056095E">
        <w:rPr>
          <w:bCs/>
        </w:rPr>
        <w:t xml:space="preserve">— </w:t>
      </w:r>
      <w:r>
        <w:rPr>
          <w:bCs/>
        </w:rPr>
        <w:t>Главное управление</w:t>
      </w:r>
      <w:r w:rsidRPr="0056095E">
        <w:t>) и</w:t>
      </w:r>
      <w:r>
        <w:t xml:space="preserve"> Минская областная организация</w:t>
      </w:r>
      <w:r w:rsidRPr="0056095E">
        <w:t xml:space="preserve"> Белорусск</w:t>
      </w:r>
      <w:r>
        <w:t>ого</w:t>
      </w:r>
      <w:r w:rsidRPr="0056095E">
        <w:t xml:space="preserve"> профессиональн</w:t>
      </w:r>
      <w:r>
        <w:t>ого</w:t>
      </w:r>
      <w:r w:rsidRPr="0056095E">
        <w:t xml:space="preserve"> союз</w:t>
      </w:r>
      <w:r>
        <w:t>а</w:t>
      </w:r>
      <w:r w:rsidRPr="0056095E">
        <w:t xml:space="preserve"> работников образования и науки (далее — о</w:t>
      </w:r>
      <w:r>
        <w:t>бластная организация</w:t>
      </w:r>
      <w:r w:rsidRPr="0056095E">
        <w:t xml:space="preserve">) в лице его руководящего органа — </w:t>
      </w:r>
      <w:r>
        <w:t>областного</w:t>
      </w:r>
      <w:r w:rsidRPr="0056095E">
        <w:t xml:space="preserve"> комитета отраслевого профсоюза (далее — </w:t>
      </w:r>
      <w:r>
        <w:t>областного комитета</w:t>
      </w:r>
      <w:r w:rsidRPr="0056095E">
        <w:t>) (далее — Стороны).</w:t>
      </w:r>
    </w:p>
    <w:p w:rsidR="001422D0" w:rsidRPr="0056095E" w:rsidRDefault="001422D0" w:rsidP="0056095E">
      <w:pPr>
        <w:pStyle w:val="BodyText"/>
        <w:spacing w:line="240" w:lineRule="auto"/>
        <w:ind w:right="0" w:firstLine="709"/>
      </w:pPr>
      <w:r w:rsidRPr="0056095E">
        <w:t xml:space="preserve">3. Соглашение является нормативным актом, определяет основные направления регулирования социально-трудовых отношений, устанавливает общие принципы проведения согласованной социально-экономической политики </w:t>
      </w:r>
      <w:r w:rsidRPr="001C4AD6">
        <w:rPr>
          <w:color w:val="000000"/>
        </w:rPr>
        <w:t>на 2019—2022 го</w:t>
      </w:r>
      <w:r w:rsidRPr="0056095E">
        <w:t>ды.</w:t>
      </w:r>
    </w:p>
    <w:p w:rsidR="001422D0" w:rsidRPr="001C4AD6" w:rsidRDefault="001422D0" w:rsidP="0056095E">
      <w:pPr>
        <w:pStyle w:val="BodyText"/>
        <w:spacing w:line="240" w:lineRule="auto"/>
        <w:ind w:right="0" w:firstLine="709"/>
      </w:pPr>
      <w:r w:rsidRPr="00A27C8A">
        <w:t xml:space="preserve">4. Соглашение распространяется на нанимателей — организации, подчиненные </w:t>
      </w:r>
      <w:r>
        <w:t>Главному управлению, Главное управление</w:t>
      </w:r>
      <w:r w:rsidRPr="00A27C8A">
        <w:t xml:space="preserve"> по образованию Минского </w:t>
      </w:r>
      <w:r>
        <w:t>областного</w:t>
      </w:r>
      <w:r w:rsidRPr="00A27C8A">
        <w:t xml:space="preserve"> исполнительного комитета , </w:t>
      </w:r>
      <w:r>
        <w:t xml:space="preserve">управления по </w:t>
      </w:r>
      <w:r w:rsidRPr="00A27C8A">
        <w:rPr>
          <w:lang w:val="be-BY"/>
        </w:rPr>
        <w:t>образовани</w:t>
      </w:r>
      <w:r>
        <w:rPr>
          <w:lang w:val="be-BY"/>
        </w:rPr>
        <w:t>ю</w:t>
      </w:r>
      <w:r w:rsidRPr="00A27C8A">
        <w:rPr>
          <w:lang w:val="be-BY"/>
        </w:rPr>
        <w:t>, спорт</w:t>
      </w:r>
      <w:r>
        <w:rPr>
          <w:lang w:val="be-BY"/>
        </w:rPr>
        <w:t>у</w:t>
      </w:r>
      <w:r w:rsidRPr="00A27C8A">
        <w:rPr>
          <w:lang w:val="be-BY"/>
        </w:rPr>
        <w:t xml:space="preserve"> и туризм</w:t>
      </w:r>
      <w:r>
        <w:rPr>
          <w:lang w:val="be-BY"/>
        </w:rPr>
        <w:t>у</w:t>
      </w:r>
      <w:r w:rsidRPr="00A27C8A">
        <w:rPr>
          <w:lang w:val="be-BY"/>
        </w:rPr>
        <w:t xml:space="preserve"> районных</w:t>
      </w:r>
      <w:r>
        <w:rPr>
          <w:lang w:val="be-BY"/>
        </w:rPr>
        <w:t xml:space="preserve">, отдел по образованию, спорту и туризму Жодинского </w:t>
      </w:r>
      <w:r w:rsidRPr="00A27C8A">
        <w:rPr>
          <w:lang w:val="be-BY"/>
        </w:rPr>
        <w:t>городск</w:t>
      </w:r>
      <w:r>
        <w:rPr>
          <w:lang w:val="be-BY"/>
        </w:rPr>
        <w:t>ого</w:t>
      </w:r>
      <w:r w:rsidRPr="00A27C8A">
        <w:rPr>
          <w:lang w:val="be-BY"/>
        </w:rPr>
        <w:t xml:space="preserve"> исполнительных комитетов</w:t>
      </w:r>
      <w:r>
        <w:rPr>
          <w:lang w:val="be-BY"/>
        </w:rPr>
        <w:t xml:space="preserve"> (далее – управления, отдел)</w:t>
      </w:r>
      <w:r w:rsidRPr="00A27C8A">
        <w:rPr>
          <w:lang w:val="be-BY"/>
        </w:rPr>
        <w:t xml:space="preserve">, </w:t>
      </w:r>
      <w:r w:rsidRPr="00A27C8A">
        <w:t>нанимателей — организации, подчиненные управлениям,</w:t>
      </w:r>
      <w:r>
        <w:t xml:space="preserve"> отделу</w:t>
      </w:r>
      <w:r w:rsidRPr="00A27C8A">
        <w:t xml:space="preserve">  (далее — система </w:t>
      </w:r>
      <w:r>
        <w:t>образования</w:t>
      </w:r>
      <w:r w:rsidRPr="00A27C8A">
        <w:t>), а также на работников вышеперечисленных организаций, управлений</w:t>
      </w:r>
      <w:r>
        <w:t>, отдела</w:t>
      </w:r>
      <w:r w:rsidRPr="00A27C8A">
        <w:t xml:space="preserve"> — </w:t>
      </w:r>
      <w:r w:rsidRPr="001C4AD6">
        <w:t>членов отраслевого профсоюза.</w:t>
      </w:r>
    </w:p>
    <w:p w:rsidR="001422D0" w:rsidRPr="001C4AD6" w:rsidRDefault="001422D0" w:rsidP="0056095E">
      <w:pPr>
        <w:pStyle w:val="BodyText"/>
        <w:spacing w:line="240" w:lineRule="auto"/>
        <w:ind w:right="0" w:firstLine="709"/>
      </w:pPr>
      <w:r w:rsidRPr="001C4AD6">
        <w:t xml:space="preserve">На государственных служащих действие Соглашения распространяется в части положений, не противоречащих актам законодательства, которые регулируют отношения, связанные с государственной службой в Республике Беларусь. </w:t>
      </w:r>
    </w:p>
    <w:p w:rsidR="001422D0" w:rsidRPr="0056095E" w:rsidRDefault="001422D0" w:rsidP="0056095E">
      <w:pPr>
        <w:pStyle w:val="BodyText"/>
        <w:spacing w:line="240" w:lineRule="auto"/>
        <w:ind w:right="0" w:firstLine="709"/>
      </w:pPr>
      <w:r>
        <w:t>Главное управление</w:t>
      </w:r>
      <w:r w:rsidRPr="00A27C8A">
        <w:t xml:space="preserve"> признает </w:t>
      </w:r>
      <w:r>
        <w:t>областной комитет</w:t>
      </w:r>
      <w:r w:rsidRPr="00A27C8A">
        <w:t xml:space="preserve"> отраслевого профсоюза полномочным представителем работников организаций системы </w:t>
      </w:r>
      <w:r>
        <w:t xml:space="preserve">образования </w:t>
      </w:r>
      <w:r w:rsidRPr="00A27C8A">
        <w:t>и обучающихся в коллективных переговорах.</w:t>
      </w:r>
    </w:p>
    <w:p w:rsidR="001422D0" w:rsidRPr="0056095E" w:rsidRDefault="001422D0" w:rsidP="0056095E">
      <w:pPr>
        <w:pStyle w:val="BodyText"/>
        <w:spacing w:line="240" w:lineRule="auto"/>
        <w:ind w:right="0" w:firstLine="708"/>
      </w:pPr>
      <w:r w:rsidRPr="0056095E">
        <w:t xml:space="preserve">5. Соглашение служит основой для коллективных переговоров, заключения местных соглашений, коллективных договоров в системе </w:t>
      </w:r>
      <w:r>
        <w:t>образования</w:t>
      </w:r>
      <w:r w:rsidRPr="0056095E">
        <w:t xml:space="preserve"> и является источником регулирования трудовых и связанных с ними отношений.</w:t>
      </w:r>
    </w:p>
    <w:p w:rsidR="001422D0" w:rsidRPr="0056095E" w:rsidRDefault="001422D0" w:rsidP="0056095E">
      <w:pPr>
        <w:pStyle w:val="BodyText"/>
        <w:spacing w:line="240" w:lineRule="auto"/>
        <w:ind w:right="0" w:firstLine="709"/>
      </w:pPr>
      <w:r w:rsidRPr="0056095E">
        <w:rPr>
          <w:lang w:val="be-BY"/>
        </w:rPr>
        <w:t xml:space="preserve">Нормы и гарантии </w:t>
      </w:r>
      <w:r w:rsidRPr="0056095E">
        <w:t xml:space="preserve">Соглашения </w:t>
      </w:r>
      <w:r w:rsidRPr="0056095E">
        <w:rPr>
          <w:lang w:val="be-BY"/>
        </w:rPr>
        <w:t xml:space="preserve">являются обязательными минимальными для всех соответствующих организаций системы </w:t>
      </w:r>
      <w:r>
        <w:rPr>
          <w:lang w:val="be-BY"/>
        </w:rPr>
        <w:t>образования</w:t>
      </w:r>
      <w:r w:rsidRPr="0056095E">
        <w:rPr>
          <w:lang w:val="be-BY"/>
        </w:rPr>
        <w:t xml:space="preserve"> и не могут быть снижены.</w:t>
      </w:r>
      <w:r w:rsidRPr="0056095E">
        <w:t xml:space="preserve"> Местные соглашения, коллективные договоры могут включать дополнительные более высокие, но не ниже установленных Соглашением социальные нормы и гарантии, в том числе за счет вне</w:t>
      </w:r>
      <w:r w:rsidRPr="0056095E">
        <w:rPr>
          <w:lang w:val="be-BY"/>
        </w:rPr>
        <w:t xml:space="preserve">бюджетных средств от приносящей доходы деятельности </w:t>
      </w:r>
      <w:r w:rsidRPr="0056095E">
        <w:t xml:space="preserve">организаций системы </w:t>
      </w:r>
      <w:r>
        <w:t>образования</w:t>
      </w:r>
      <w:r w:rsidRPr="0056095E">
        <w:t>, местных бюджетов, спонсоров и других источников, не запрещенных законодательством.</w:t>
      </w:r>
    </w:p>
    <w:p w:rsidR="001422D0" w:rsidRPr="0056095E" w:rsidRDefault="001422D0" w:rsidP="0056095E">
      <w:pPr>
        <w:pStyle w:val="BodyText"/>
        <w:spacing w:line="240" w:lineRule="auto"/>
        <w:ind w:right="0" w:firstLine="709"/>
        <w:rPr>
          <w:lang w:val="be-BY"/>
        </w:rPr>
      </w:pPr>
      <w:r w:rsidRPr="0056095E">
        <w:rPr>
          <w:lang w:val="be-BY"/>
        </w:rPr>
        <w:t>Установленные законодательством, Соглашением полномочия профсоюзных органов не могут быть уменьшены в локальных нормативных правовых актах</w:t>
      </w:r>
      <w:r w:rsidRPr="0056095E">
        <w:t>. Делегирование полномочий профсоюзных органов является прерогативой соответствующих вышестоящих профсоюзных органов.</w:t>
      </w:r>
    </w:p>
    <w:p w:rsidR="001422D0" w:rsidRPr="0056095E" w:rsidRDefault="001422D0" w:rsidP="0056095E">
      <w:pPr>
        <w:pStyle w:val="BodyText"/>
        <w:spacing w:line="240" w:lineRule="auto"/>
        <w:ind w:right="0" w:firstLine="709"/>
      </w:pPr>
      <w:r w:rsidRPr="0056095E">
        <w:rPr>
          <w:lang w:val="be-BY"/>
        </w:rPr>
        <w:t xml:space="preserve">Порядок участия и учета мнения профсоюзных организаций при решении вопросов работников и обучающихся организаций системы </w:t>
      </w:r>
      <w:r>
        <w:rPr>
          <w:lang w:val="be-BY"/>
        </w:rPr>
        <w:t>образования</w:t>
      </w:r>
      <w:r w:rsidRPr="0056095E">
        <w:rPr>
          <w:lang w:val="be-BY"/>
        </w:rPr>
        <w:t xml:space="preserve"> (согласование с профсоюзными организациями проектов решений, принятие решений с их согласия и (или) на основании их представлений при участии их представителей в разработке проектов решений) определяется Соглашением, коллективным договором, приложениямик нему, другими локальными нормативными правовыми актами.</w:t>
      </w:r>
    </w:p>
    <w:p w:rsidR="001422D0" w:rsidRPr="0056095E" w:rsidRDefault="001422D0" w:rsidP="0056095E">
      <w:pPr>
        <w:pStyle w:val="BodyText"/>
        <w:spacing w:line="240" w:lineRule="auto"/>
        <w:ind w:right="0" w:firstLine="709"/>
      </w:pPr>
      <w:r w:rsidRPr="0056095E">
        <w:rPr>
          <w:lang w:val="be-BY"/>
        </w:rPr>
        <w:t xml:space="preserve">Положения местных соглашений, коллективных договоров организаций </w:t>
      </w:r>
      <w:r>
        <w:rPr>
          <w:lang w:val="be-BY"/>
        </w:rPr>
        <w:t>образования</w:t>
      </w:r>
      <w:r w:rsidRPr="0056095E">
        <w:rPr>
          <w:lang w:val="be-BY"/>
        </w:rPr>
        <w:t>, ухудшающие правовое и социально-экономическое положение работников по сравнению с законодательством, Соглашением, являются недействительными и подлежат исключению или приведению в соответствие с законодательством, Соглашением в месячный срок со дня установления несоответствия.</w:t>
      </w:r>
    </w:p>
    <w:p w:rsidR="001422D0" w:rsidRPr="0056095E" w:rsidRDefault="001422D0" w:rsidP="0056095E">
      <w:pPr>
        <w:pStyle w:val="BodyText"/>
        <w:spacing w:line="240" w:lineRule="auto"/>
        <w:ind w:right="0" w:firstLine="709"/>
      </w:pPr>
      <w:r w:rsidRPr="0056095E">
        <w:t>6. В течение срока действия Соглашения Стороны вправе вносить в него дополнения и изменения на основе взаимной договоренности.</w:t>
      </w:r>
    </w:p>
    <w:p w:rsidR="001422D0" w:rsidRPr="0056095E" w:rsidRDefault="001422D0" w:rsidP="0056095E">
      <w:pPr>
        <w:pStyle w:val="BodyText"/>
        <w:spacing w:line="240" w:lineRule="auto"/>
        <w:ind w:right="0" w:firstLine="709"/>
      </w:pPr>
      <w:r w:rsidRPr="0056095E">
        <w:t xml:space="preserve">Письменное требование одной из </w:t>
      </w:r>
      <w:r w:rsidRPr="0056095E">
        <w:rPr>
          <w:caps/>
        </w:rPr>
        <w:t>с</w:t>
      </w:r>
      <w:r w:rsidRPr="0056095E">
        <w:t>торон о проведении переговоров, о</w:t>
      </w:r>
      <w:r>
        <w:t xml:space="preserve">  </w:t>
      </w:r>
      <w:r w:rsidRPr="0056095E">
        <w:t xml:space="preserve">внесении изменений и (или) дополнений в Соглашение рассматривается другой </w:t>
      </w:r>
      <w:r w:rsidRPr="0056095E">
        <w:rPr>
          <w:caps/>
        </w:rPr>
        <w:t>с</w:t>
      </w:r>
      <w:r w:rsidRPr="0056095E">
        <w:t>тороной в двухнедельный срок.</w:t>
      </w:r>
    </w:p>
    <w:p w:rsidR="001422D0" w:rsidRPr="0056095E" w:rsidRDefault="001422D0" w:rsidP="0056095E">
      <w:pPr>
        <w:pStyle w:val="BodyText"/>
        <w:spacing w:line="240" w:lineRule="auto"/>
        <w:ind w:right="0" w:firstLine="709"/>
      </w:pPr>
      <w:r w:rsidRPr="0056095E">
        <w:t xml:space="preserve">Разногласия </w:t>
      </w:r>
      <w:r w:rsidRPr="0056095E">
        <w:rPr>
          <w:caps/>
        </w:rPr>
        <w:t>с</w:t>
      </w:r>
      <w:r w:rsidRPr="0056095E">
        <w:t>торон рассматриваются на заседании</w:t>
      </w:r>
      <w:r>
        <w:t xml:space="preserve"> областного</w:t>
      </w:r>
      <w:r w:rsidRPr="0056095E">
        <w:t xml:space="preserve"> отраслевого Совета по социальным и трудовым вопросам  (далее — </w:t>
      </w:r>
      <w:r>
        <w:t xml:space="preserve">областной </w:t>
      </w:r>
      <w:r w:rsidRPr="0056095E">
        <w:t xml:space="preserve">отраслевой Совет). Соглашение подписывается представителями </w:t>
      </w:r>
      <w:r w:rsidRPr="0056095E">
        <w:rPr>
          <w:caps/>
        </w:rPr>
        <w:t>с</w:t>
      </w:r>
      <w:r w:rsidRPr="0056095E">
        <w:t xml:space="preserve">торон после одобрения коллегией </w:t>
      </w:r>
      <w:r>
        <w:t>Главного управления по образованию</w:t>
      </w:r>
      <w:r w:rsidRPr="0056095E">
        <w:t xml:space="preserve"> и президиумом </w:t>
      </w:r>
      <w:r>
        <w:t xml:space="preserve"> областного комитета</w:t>
      </w:r>
      <w:r w:rsidRPr="0056095E">
        <w:t xml:space="preserve"> отраслевого профсоюза.</w:t>
      </w:r>
    </w:p>
    <w:p w:rsidR="001422D0" w:rsidRPr="0056095E" w:rsidRDefault="001422D0" w:rsidP="0056095E">
      <w:pPr>
        <w:pStyle w:val="BodyText"/>
        <w:spacing w:line="240" w:lineRule="auto"/>
        <w:ind w:right="0" w:firstLine="709"/>
      </w:pPr>
      <w:r w:rsidRPr="0056095E">
        <w:t>Принятые изменения и (или) дополнения в Соглашение оформляются приложением к нему и являются его неотъемлемой частью.</w:t>
      </w:r>
    </w:p>
    <w:p w:rsidR="001422D0" w:rsidRPr="0056095E" w:rsidRDefault="001422D0" w:rsidP="0056095E">
      <w:pPr>
        <w:pStyle w:val="BodyText"/>
        <w:spacing w:line="240" w:lineRule="auto"/>
        <w:ind w:right="0" w:firstLine="709"/>
      </w:pPr>
      <w:r w:rsidRPr="0056095E">
        <w:t xml:space="preserve">7. Стороны совместно осуществляют систематический анализ, обобщение опыта местных соглашений и коллективных договоров организаций системы </w:t>
      </w:r>
      <w:r>
        <w:t>образования</w:t>
      </w:r>
      <w:r w:rsidRPr="0056095E">
        <w:t xml:space="preserve"> через</w:t>
      </w:r>
      <w:r>
        <w:t xml:space="preserve"> областной</w:t>
      </w:r>
      <w:r w:rsidRPr="0056095E">
        <w:t xml:space="preserve"> отраслевой Совет, а также распространяют положительный опыт этой работы.</w:t>
      </w:r>
    </w:p>
    <w:p w:rsidR="001422D0" w:rsidRPr="0056095E" w:rsidRDefault="001422D0" w:rsidP="0056095E">
      <w:pPr>
        <w:pStyle w:val="BodyText"/>
        <w:spacing w:line="240" w:lineRule="auto"/>
        <w:ind w:right="0" w:firstLine="709"/>
      </w:pPr>
      <w:r w:rsidRPr="0056095E">
        <w:t xml:space="preserve">8. В целях предоставления работникам организаций системы </w:t>
      </w:r>
      <w:r>
        <w:t>образования</w:t>
      </w:r>
      <w:r w:rsidRPr="0056095E">
        <w:t xml:space="preserve"> дополнительных гарантий, обеспечения поддержки </w:t>
      </w:r>
      <w:r w:rsidRPr="0056095E">
        <w:br/>
        <w:t>и</w:t>
      </w:r>
      <w:r>
        <w:t xml:space="preserve"> </w:t>
      </w:r>
      <w:r w:rsidRPr="0056095E">
        <w:t>развития учебной, научной, производственной и социальной базы этих организаций за счет средств местных бюджетов целесообразно продолжать практику заключения соглашений между соответствующими местными исполнительными и распорядительными органами и</w:t>
      </w:r>
      <w:r>
        <w:t xml:space="preserve"> </w:t>
      </w:r>
      <w:r w:rsidRPr="0056095E">
        <w:t>территориальными организациями отраслевого профсоюза.</w:t>
      </w:r>
    </w:p>
    <w:p w:rsidR="001422D0" w:rsidRPr="0056095E" w:rsidRDefault="001422D0" w:rsidP="0056095E">
      <w:pPr>
        <w:pStyle w:val="BodyText"/>
        <w:spacing w:line="240" w:lineRule="auto"/>
        <w:ind w:right="0" w:firstLine="709"/>
      </w:pPr>
      <w:r w:rsidRPr="0056095E">
        <w:t>9. Стороны обязуются принимать необходимые меры для разрешения конфликтных ситуаций путем переговоров на основе взаимного уважения. В случае возникновения коллективных трудовых споров предъявление требований осуществляется в порядке, предусмотренном законодательством.</w:t>
      </w:r>
    </w:p>
    <w:p w:rsidR="001422D0" w:rsidRPr="0056095E" w:rsidRDefault="001422D0" w:rsidP="0056095E">
      <w:pPr>
        <w:pStyle w:val="BodyText"/>
        <w:spacing w:line="240" w:lineRule="auto"/>
        <w:ind w:right="0" w:firstLine="709"/>
      </w:pPr>
      <w:r w:rsidRPr="0056095E">
        <w:t>10. </w:t>
      </w:r>
      <w:r>
        <w:t>Главное управление</w:t>
      </w:r>
      <w:r w:rsidRPr="0056095E">
        <w:t xml:space="preserve"> и </w:t>
      </w:r>
      <w:r>
        <w:t>областной комитет</w:t>
      </w:r>
      <w:r w:rsidRPr="0056095E">
        <w:t xml:space="preserve"> рекомендуют организациям системы </w:t>
      </w:r>
      <w:r>
        <w:t>образования</w:t>
      </w:r>
      <w:r w:rsidRPr="0056095E">
        <w:t>, если в них действует несколько профсоюзов, заключать единые коллективные договоры при условии одобрения их на профсоюзных собраниях (конференциях).</w:t>
      </w:r>
    </w:p>
    <w:p w:rsidR="001422D0" w:rsidRPr="0056095E" w:rsidRDefault="001422D0" w:rsidP="0056095E">
      <w:pPr>
        <w:ind w:firstLine="708"/>
        <w:jc w:val="both"/>
        <w:rPr>
          <w:kern w:val="30"/>
          <w:sz w:val="30"/>
          <w:szCs w:val="30"/>
        </w:rPr>
      </w:pPr>
      <w:r w:rsidRPr="0056095E">
        <w:rPr>
          <w:kern w:val="30"/>
          <w:sz w:val="30"/>
          <w:szCs w:val="30"/>
        </w:rPr>
        <w:t xml:space="preserve">11. Учитывая, что обучающиеся не являются работниками организаций системы </w:t>
      </w:r>
      <w:r>
        <w:rPr>
          <w:kern w:val="30"/>
          <w:sz w:val="30"/>
          <w:szCs w:val="30"/>
        </w:rPr>
        <w:t>образования</w:t>
      </w:r>
      <w:r w:rsidRPr="0056095E">
        <w:rPr>
          <w:kern w:val="30"/>
          <w:sz w:val="30"/>
          <w:szCs w:val="30"/>
        </w:rPr>
        <w:t xml:space="preserve"> и не могут быть субъектами коллективных договоров, </w:t>
      </w:r>
      <w:r w:rsidRPr="0056095E">
        <w:rPr>
          <w:caps/>
          <w:kern w:val="30"/>
          <w:sz w:val="30"/>
          <w:szCs w:val="30"/>
        </w:rPr>
        <w:t>с</w:t>
      </w:r>
      <w:r w:rsidRPr="0056095E">
        <w:rPr>
          <w:kern w:val="30"/>
          <w:sz w:val="30"/>
          <w:szCs w:val="30"/>
        </w:rPr>
        <w:t xml:space="preserve">тороны рекомендуют для обеспечения защиты прав и законных социально-экономических интересов обучающихся заключать соглашения между учреждениями образования и профсоюзными организациями обучающихся в качестве приложений к коллективному договору соответствующей организации системы </w:t>
      </w:r>
      <w:r>
        <w:rPr>
          <w:kern w:val="30"/>
          <w:sz w:val="30"/>
          <w:szCs w:val="30"/>
        </w:rPr>
        <w:t>образования</w:t>
      </w:r>
      <w:r w:rsidRPr="0056095E">
        <w:rPr>
          <w:kern w:val="30"/>
          <w:sz w:val="30"/>
          <w:szCs w:val="30"/>
        </w:rPr>
        <w:t>.</w:t>
      </w:r>
    </w:p>
    <w:p w:rsidR="001422D0" w:rsidRPr="0056095E" w:rsidRDefault="001422D0" w:rsidP="0056095E">
      <w:pPr>
        <w:ind w:firstLine="708"/>
        <w:jc w:val="both"/>
        <w:rPr>
          <w:sz w:val="30"/>
          <w:szCs w:val="30"/>
        </w:rPr>
      </w:pPr>
      <w:r w:rsidRPr="0056095E">
        <w:rPr>
          <w:sz w:val="30"/>
          <w:szCs w:val="30"/>
        </w:rPr>
        <w:t xml:space="preserve">Данные соглашения могут устанавливать для обучающихся дополнительные гарантии, учитывая особенности соответствующей организации системы </w:t>
      </w:r>
      <w:r>
        <w:rPr>
          <w:sz w:val="30"/>
          <w:szCs w:val="30"/>
        </w:rPr>
        <w:t>образования</w:t>
      </w:r>
      <w:r w:rsidRPr="0056095E">
        <w:rPr>
          <w:sz w:val="30"/>
          <w:szCs w:val="30"/>
        </w:rPr>
        <w:t>, и не могут быть ниже уровня, установленного настоящим Соглашением.</w:t>
      </w:r>
    </w:p>
    <w:p w:rsidR="001422D0" w:rsidRPr="0056095E" w:rsidRDefault="001422D0" w:rsidP="0056095E">
      <w:pPr>
        <w:pStyle w:val="BodyText"/>
        <w:spacing w:line="240" w:lineRule="auto"/>
        <w:ind w:right="0" w:firstLine="708"/>
      </w:pPr>
      <w:r w:rsidRPr="0056095E">
        <w:t xml:space="preserve">12. Требования о проведении переговоров по заключению Соглашения на следующий период направляются одной из </w:t>
      </w:r>
      <w:r w:rsidRPr="0056095E">
        <w:rPr>
          <w:caps/>
        </w:rPr>
        <w:t>с</w:t>
      </w:r>
      <w:r w:rsidRPr="0056095E">
        <w:t>торон не позднее чем за два месяца до истечения срока действия Соглашения.</w:t>
      </w:r>
    </w:p>
    <w:p w:rsidR="001422D0" w:rsidRPr="0056095E" w:rsidRDefault="001422D0" w:rsidP="0056095E">
      <w:pPr>
        <w:pStyle w:val="BodyText"/>
        <w:spacing w:line="240" w:lineRule="auto"/>
        <w:ind w:right="0" w:firstLine="709"/>
      </w:pPr>
      <w:r w:rsidRPr="0056095E">
        <w:t>При заключении Соглашения срок ведения коллективных переговоров не может превышать одного месяца.</w:t>
      </w:r>
    </w:p>
    <w:p w:rsidR="001422D0" w:rsidRPr="0056095E" w:rsidRDefault="001422D0" w:rsidP="0056095E">
      <w:pPr>
        <w:pStyle w:val="BodyText"/>
        <w:spacing w:line="240" w:lineRule="auto"/>
        <w:ind w:right="0" w:firstLine="709"/>
      </w:pPr>
      <w:r w:rsidRPr="0056095E">
        <w:t xml:space="preserve">13. Порядок ведения переговоров определяется </w:t>
      </w:r>
      <w:r w:rsidRPr="0056095E">
        <w:rPr>
          <w:caps/>
        </w:rPr>
        <w:t>с</w:t>
      </w:r>
      <w:r w:rsidRPr="0056095E">
        <w:t>торонами на заседании</w:t>
      </w:r>
      <w:r>
        <w:t xml:space="preserve"> областного</w:t>
      </w:r>
      <w:r w:rsidRPr="0056095E">
        <w:t xml:space="preserve"> отраслевого Совета.</w:t>
      </w:r>
    </w:p>
    <w:p w:rsidR="001422D0" w:rsidRPr="0056095E" w:rsidRDefault="001422D0" w:rsidP="0056095E">
      <w:pPr>
        <w:pStyle w:val="BodyText"/>
        <w:spacing w:line="240" w:lineRule="auto"/>
        <w:ind w:right="0" w:firstLine="709"/>
      </w:pPr>
      <w:r w:rsidRPr="0056095E">
        <w:t>14. Соглашение вступает в силу со дня его подписания и действует до заключения нового Соглашения, но не более трех лет.</w:t>
      </w:r>
    </w:p>
    <w:p w:rsidR="001422D0" w:rsidRPr="0056095E" w:rsidRDefault="001422D0" w:rsidP="0056095E">
      <w:pPr>
        <w:pStyle w:val="BodyText"/>
        <w:spacing w:line="240" w:lineRule="auto"/>
        <w:ind w:right="0" w:firstLine="709"/>
      </w:pPr>
      <w:r w:rsidRPr="0056095E">
        <w:t xml:space="preserve">Стороны совместно реализуют Соглашение в пределах компетенции. Совместная работа Сторон строится на основании утверждаемого ежегодно Плана совместной работы </w:t>
      </w:r>
      <w:r>
        <w:t>Главного управления</w:t>
      </w:r>
      <w:r w:rsidRPr="0056095E">
        <w:t xml:space="preserve"> и </w:t>
      </w:r>
      <w:r>
        <w:t>областного комитета</w:t>
      </w:r>
      <w:r w:rsidRPr="0056095E">
        <w:t xml:space="preserve"> .</w:t>
      </w:r>
    </w:p>
    <w:p w:rsidR="001422D0" w:rsidRPr="0056095E" w:rsidRDefault="001422D0" w:rsidP="0056095E">
      <w:pPr>
        <w:pStyle w:val="BodyText"/>
        <w:spacing w:line="240" w:lineRule="auto"/>
        <w:ind w:right="0" w:firstLine="709"/>
      </w:pPr>
      <w:r w:rsidRPr="0056095E">
        <w:t xml:space="preserve">15. Проведение переговоров по заключению местных соглашений </w:t>
      </w:r>
      <w:r w:rsidRPr="0056095E">
        <w:br/>
        <w:t>и коллективных договоров, внесение изменений и (или) дополнений в них не должно превышать двух месяцев со дня опубликования Соглашения или изменений и (или) дополнений к нему.</w:t>
      </w:r>
    </w:p>
    <w:p w:rsidR="001422D0" w:rsidRPr="0056095E" w:rsidRDefault="001422D0" w:rsidP="0056095E">
      <w:pPr>
        <w:pStyle w:val="BodyText"/>
        <w:spacing w:line="240" w:lineRule="auto"/>
        <w:ind w:right="0" w:firstLine="709"/>
      </w:pPr>
      <w:r w:rsidRPr="0056095E">
        <w:t xml:space="preserve">16. Стороны не вправе в течение срока действия Соглашения </w:t>
      </w:r>
      <w:r w:rsidRPr="0056095E">
        <w:br/>
        <w:t>в одностороннем порядке прекратить выполнение принятых на себя обязательств.</w:t>
      </w:r>
    </w:p>
    <w:p w:rsidR="001422D0" w:rsidRPr="0056095E" w:rsidRDefault="001422D0" w:rsidP="0056095E">
      <w:pPr>
        <w:pStyle w:val="BodyText"/>
        <w:spacing w:line="240" w:lineRule="auto"/>
        <w:ind w:right="0" w:firstLine="709"/>
      </w:pPr>
      <w:r w:rsidRPr="0056095E">
        <w:t>В случае реорганизации Сторон Соглашения их права и обязанности сохраняются до завершения процесса реорганизации, если иное не установлено законодательством.</w:t>
      </w:r>
    </w:p>
    <w:p w:rsidR="001422D0" w:rsidRPr="0056095E" w:rsidRDefault="001422D0" w:rsidP="0056095E">
      <w:pPr>
        <w:pStyle w:val="BodyText"/>
        <w:spacing w:line="240" w:lineRule="auto"/>
        <w:ind w:right="0" w:firstLine="709"/>
      </w:pPr>
      <w:r w:rsidRPr="0056095E">
        <w:t xml:space="preserve">За уклонение от участия в переговорах, нарушение или невыполнение обязательств, принятых в соответствии с Соглашением, нарушение законодательства о труде Стороны несут ответственность </w:t>
      </w:r>
      <w:r w:rsidRPr="0056095E">
        <w:br/>
        <w:t>в соответствии с</w:t>
      </w:r>
      <w:r>
        <w:t xml:space="preserve"> </w:t>
      </w:r>
      <w:r w:rsidRPr="0056095E">
        <w:t>законодательством.</w:t>
      </w:r>
    </w:p>
    <w:p w:rsidR="001422D0" w:rsidRPr="0056095E" w:rsidRDefault="001422D0" w:rsidP="0056095E">
      <w:pPr>
        <w:pStyle w:val="BodyText"/>
        <w:spacing w:line="240" w:lineRule="auto"/>
        <w:ind w:right="0" w:firstLine="709"/>
      </w:pPr>
      <w:r w:rsidRPr="0056095E">
        <w:t>17. Контроль за выполнением Соглашения осуществляется Сторонами в лице их представителей.</w:t>
      </w:r>
    </w:p>
    <w:p w:rsidR="001422D0" w:rsidRDefault="001422D0" w:rsidP="0056095E">
      <w:pPr>
        <w:pStyle w:val="BodyText"/>
        <w:spacing w:line="240" w:lineRule="auto"/>
        <w:ind w:right="0" w:firstLine="709"/>
      </w:pPr>
      <w:r w:rsidRPr="0056095E">
        <w:t xml:space="preserve">По предложению одной из Сторон отчеты о выполнении Соглашения рассматриваются </w:t>
      </w:r>
      <w:r>
        <w:t xml:space="preserve">на расширенном заседании областного отраслевого Совета по трудовым и социальным вопросам , </w:t>
      </w:r>
      <w:r w:rsidRPr="0056095E">
        <w:t xml:space="preserve">на совместном заседании коллегии </w:t>
      </w:r>
      <w:r>
        <w:t xml:space="preserve">Главного управления </w:t>
      </w:r>
      <w:r w:rsidRPr="0056095E">
        <w:t>и</w:t>
      </w:r>
      <w:r>
        <w:t xml:space="preserve"> </w:t>
      </w:r>
      <w:r w:rsidRPr="0056095E">
        <w:t xml:space="preserve">президиума </w:t>
      </w:r>
      <w:r>
        <w:t>областного комитета</w:t>
      </w:r>
      <w:r w:rsidRPr="0056095E">
        <w:t xml:space="preserve"> отраслевого профсоюза, доводятся до сведения управлений,</w:t>
      </w:r>
      <w:r>
        <w:t xml:space="preserve"> отдела,</w:t>
      </w:r>
      <w:r w:rsidRPr="0056095E">
        <w:t xml:space="preserve">  организаций системы </w:t>
      </w:r>
      <w:r>
        <w:t>образования</w:t>
      </w:r>
      <w:r w:rsidRPr="0056095E">
        <w:t>, территориальных и первичных организаций отраслевого профсоюза.</w:t>
      </w:r>
    </w:p>
    <w:p w:rsidR="001422D0" w:rsidRPr="0056095E" w:rsidRDefault="001422D0" w:rsidP="0056095E">
      <w:pPr>
        <w:pStyle w:val="BodyText"/>
        <w:spacing w:line="240" w:lineRule="auto"/>
        <w:ind w:right="0" w:firstLine="709"/>
      </w:pPr>
      <w:r w:rsidRPr="0056095E">
        <w:t>18. </w:t>
      </w:r>
      <w:r>
        <w:t>Областной комитет</w:t>
      </w:r>
      <w:r w:rsidRPr="0056095E">
        <w:t xml:space="preserve"> представляет Соглашение для регистрации </w:t>
      </w:r>
      <w:r w:rsidRPr="0056095E">
        <w:br/>
        <w:t>в</w:t>
      </w:r>
      <w:r>
        <w:t xml:space="preserve"> Комитет  по </w:t>
      </w:r>
      <w:r w:rsidRPr="0056095E">
        <w:t xml:space="preserve"> труд</w:t>
      </w:r>
      <w:r>
        <w:t>у, занятости</w:t>
      </w:r>
      <w:r w:rsidRPr="0056095E">
        <w:t xml:space="preserve"> и социальной защит</w:t>
      </w:r>
      <w:r>
        <w:t>е Миноблисполкома</w:t>
      </w:r>
      <w:r w:rsidRPr="0056095E">
        <w:br/>
        <w:t>в</w:t>
      </w:r>
      <w:r>
        <w:t xml:space="preserve"> </w:t>
      </w:r>
      <w:r w:rsidRPr="0056095E">
        <w:t xml:space="preserve">месячный срок после подписания его Сторонами, </w:t>
      </w:r>
      <w:r>
        <w:t xml:space="preserve">размещает его </w:t>
      </w:r>
      <w:r w:rsidRPr="0056095E">
        <w:t xml:space="preserve"> текст </w:t>
      </w:r>
      <w:r w:rsidRPr="0056095E">
        <w:br/>
      </w:r>
      <w:r>
        <w:t>на сайте областной организации отраслевого профсоюза.</w:t>
      </w:r>
    </w:p>
    <w:p w:rsidR="001422D0" w:rsidRPr="0056095E" w:rsidRDefault="001422D0" w:rsidP="0056095E">
      <w:pPr>
        <w:pStyle w:val="BodyText"/>
        <w:spacing w:line="240" w:lineRule="auto"/>
        <w:ind w:right="0" w:firstLine="709"/>
      </w:pPr>
      <w:r w:rsidRPr="0056095E">
        <w:t xml:space="preserve">19. В целях реализации Соглашения </w:t>
      </w:r>
      <w:r>
        <w:t>Главное управление</w:t>
      </w:r>
      <w:r w:rsidRPr="0056095E">
        <w:t xml:space="preserve"> доводит его текст, изменения и (или) дополнения в него до подчиненных </w:t>
      </w:r>
      <w:r>
        <w:t>организаций</w:t>
      </w:r>
      <w:r w:rsidRPr="0056095E">
        <w:t>, управлений,</w:t>
      </w:r>
      <w:r>
        <w:t xml:space="preserve"> отдела,</w:t>
      </w:r>
      <w:r w:rsidRPr="0056095E">
        <w:t xml:space="preserve"> а </w:t>
      </w:r>
      <w:r>
        <w:t>областной комитет</w:t>
      </w:r>
      <w:r w:rsidRPr="0056095E">
        <w:t xml:space="preserve"> отраслевого профсоюза – до территориальных и первичных организаций отраслевого профсоюза для его реализации.</w:t>
      </w:r>
    </w:p>
    <w:p w:rsidR="001422D0" w:rsidRPr="0056095E" w:rsidRDefault="001422D0" w:rsidP="0056095E">
      <w:pPr>
        <w:pStyle w:val="BodyText"/>
        <w:spacing w:line="240" w:lineRule="auto"/>
        <w:ind w:right="0" w:firstLine="709"/>
      </w:pPr>
      <w:r w:rsidRPr="0056095E">
        <w:t>20. Стороны согласились регулярно освещать в средствах массовой информации, в том числе в своих печатных изданиях, на сайтах промежуточные итоговые результаты выполнения Соглашения.</w:t>
      </w:r>
    </w:p>
    <w:p w:rsidR="001422D0" w:rsidRPr="009D56F4" w:rsidRDefault="001422D0" w:rsidP="0056095E">
      <w:pPr>
        <w:pStyle w:val="BodyText"/>
        <w:spacing w:line="240" w:lineRule="auto"/>
        <w:ind w:right="0" w:firstLine="709"/>
      </w:pPr>
      <w:r w:rsidRPr="009D56F4">
        <w:t xml:space="preserve">Стороны признали необходимым проведение аналогичной работы сторонами местных соглашений, коллективных договоров в системе </w:t>
      </w:r>
      <w:r>
        <w:t>образования</w:t>
      </w:r>
      <w:r w:rsidRPr="009D56F4">
        <w:t>.</w:t>
      </w:r>
    </w:p>
    <w:p w:rsidR="001422D0" w:rsidRPr="0056095E" w:rsidRDefault="001422D0" w:rsidP="0056095E">
      <w:pPr>
        <w:pStyle w:val="BodyText"/>
        <w:spacing w:line="240" w:lineRule="auto"/>
        <w:ind w:right="0" w:firstLine="709"/>
        <w:outlineLvl w:val="0"/>
        <w:rPr>
          <w:bCs/>
          <w:caps/>
        </w:rPr>
      </w:pPr>
    </w:p>
    <w:p w:rsidR="001422D0" w:rsidRPr="0056095E" w:rsidRDefault="001422D0" w:rsidP="0056095E">
      <w:pPr>
        <w:pStyle w:val="BodyText"/>
        <w:spacing w:line="240" w:lineRule="auto"/>
        <w:ind w:right="0" w:firstLine="709"/>
        <w:outlineLvl w:val="0"/>
        <w:rPr>
          <w:bCs/>
          <w:caps/>
        </w:rPr>
      </w:pPr>
      <w:r w:rsidRPr="0056095E">
        <w:rPr>
          <w:bCs/>
          <w:caps/>
        </w:rPr>
        <w:t>Организация, нормирование и оплата труда</w:t>
      </w:r>
    </w:p>
    <w:p w:rsidR="001422D0" w:rsidRPr="0056095E" w:rsidRDefault="001422D0" w:rsidP="0056095E">
      <w:pPr>
        <w:pStyle w:val="BodyText"/>
        <w:spacing w:line="240" w:lineRule="auto"/>
        <w:ind w:right="0" w:firstLine="709"/>
        <w:outlineLvl w:val="0"/>
        <w:rPr>
          <w:caps/>
        </w:rPr>
      </w:pPr>
    </w:p>
    <w:p w:rsidR="001422D0" w:rsidRPr="00BB2394" w:rsidRDefault="001422D0" w:rsidP="006845A0">
      <w:pPr>
        <w:pStyle w:val="BodyText"/>
        <w:tabs>
          <w:tab w:val="right" w:pos="9638"/>
        </w:tabs>
        <w:spacing w:line="240" w:lineRule="auto"/>
        <w:ind w:right="0" w:firstLine="709"/>
      </w:pPr>
      <w:r w:rsidRPr="00BB2394">
        <w:t>21. Главное управление обязуется:</w:t>
      </w:r>
      <w:r w:rsidRPr="00BB2394">
        <w:tab/>
      </w:r>
    </w:p>
    <w:p w:rsidR="001422D0" w:rsidRPr="00BB2394" w:rsidRDefault="001422D0" w:rsidP="00811853">
      <w:pPr>
        <w:pStyle w:val="BodyText"/>
        <w:spacing w:line="240" w:lineRule="auto"/>
        <w:ind w:right="0" w:firstLine="709"/>
      </w:pPr>
      <w:r w:rsidRPr="00BB2394">
        <w:t>21.1.Поддерживать предложения Министерства образования Республики Беларусь по совершенствованию типовых штатов и штатных нормативов численности учреждений дошкольного образования.</w:t>
      </w:r>
    </w:p>
    <w:p w:rsidR="001422D0" w:rsidRPr="00BB2394" w:rsidRDefault="001422D0" w:rsidP="0056095E">
      <w:pPr>
        <w:pStyle w:val="BodyText"/>
        <w:spacing w:line="240" w:lineRule="auto"/>
        <w:ind w:right="0" w:firstLine="709"/>
      </w:pPr>
      <w:r w:rsidRPr="00BB2394">
        <w:t>21.2. Проводить работу с управлениями, подчинёнными организациями:</w:t>
      </w:r>
    </w:p>
    <w:p w:rsidR="001422D0" w:rsidRPr="00BB2394" w:rsidRDefault="001422D0" w:rsidP="0056095E">
      <w:pPr>
        <w:pStyle w:val="BodyText"/>
        <w:spacing w:line="240" w:lineRule="auto"/>
        <w:ind w:right="0" w:firstLine="709"/>
      </w:pPr>
      <w:r w:rsidRPr="00BB2394">
        <w:t>21.2.1. при введении новых условий оплаты труда, внесении изменений и дополнений в законодательство о труде оперативно доводить их до сведения и для применения в работе;</w:t>
      </w:r>
    </w:p>
    <w:p w:rsidR="001422D0" w:rsidRPr="00BB2394" w:rsidRDefault="001422D0" w:rsidP="0056095E">
      <w:pPr>
        <w:pStyle w:val="BodyText"/>
        <w:spacing w:line="240" w:lineRule="auto"/>
        <w:ind w:right="0" w:firstLine="709"/>
      </w:pPr>
      <w:r w:rsidRPr="00BB2394">
        <w:t>21.2.2. по мере необходимости разрабатывать и направлять разъяснения по вопросам нормирования и оплаты труда работников системы образования;</w:t>
      </w:r>
    </w:p>
    <w:p w:rsidR="001422D0" w:rsidRPr="00BB2394" w:rsidRDefault="001422D0" w:rsidP="0056095E">
      <w:pPr>
        <w:pStyle w:val="BodyText"/>
        <w:spacing w:line="240" w:lineRule="auto"/>
        <w:ind w:right="0" w:firstLine="709"/>
      </w:pPr>
      <w:r w:rsidRPr="00BB2394">
        <w:t>21.2.3. ежегодно проводить совещания по вопросам оплаты труда работников системы образования с участием представителей областного комитета, региональных комитетов отраслевого профсоюза;</w:t>
      </w:r>
    </w:p>
    <w:p w:rsidR="001422D0" w:rsidRPr="00BB2394" w:rsidRDefault="001422D0" w:rsidP="0056095E">
      <w:pPr>
        <w:pStyle w:val="BodyText"/>
        <w:spacing w:line="240" w:lineRule="auto"/>
        <w:ind w:right="0" w:firstLine="709"/>
      </w:pPr>
      <w:r w:rsidRPr="00BB2394">
        <w:t>21.2.4. инициировать внесение в квалификационные характеристики педагогических работников изменения в части уточнения квалификационных требований к лицам для занятия должностей педагогических работников.</w:t>
      </w:r>
    </w:p>
    <w:p w:rsidR="001422D0" w:rsidRPr="00BB2394" w:rsidRDefault="001422D0" w:rsidP="0056095E">
      <w:pPr>
        <w:pStyle w:val="BodyText"/>
        <w:spacing w:line="240" w:lineRule="auto"/>
        <w:ind w:right="0" w:firstLine="709"/>
      </w:pPr>
      <w:r w:rsidRPr="00BB2394">
        <w:t>22. Областной комитет обязуется:</w:t>
      </w:r>
    </w:p>
    <w:p w:rsidR="001422D0" w:rsidRPr="00BB2394" w:rsidRDefault="001422D0" w:rsidP="0056095E">
      <w:pPr>
        <w:pStyle w:val="BodyText"/>
        <w:spacing w:line="240" w:lineRule="auto"/>
        <w:ind w:right="0" w:firstLine="709"/>
      </w:pPr>
      <w:r w:rsidRPr="00BB2394">
        <w:t>22.1. Принимать участие в разработке проектов документов, касающихся условий, организации, нормирования и оплаты труда.</w:t>
      </w:r>
    </w:p>
    <w:p w:rsidR="001422D0" w:rsidRPr="00BB2394" w:rsidRDefault="001422D0" w:rsidP="0056095E">
      <w:pPr>
        <w:pStyle w:val="BodyText"/>
        <w:spacing w:line="240" w:lineRule="auto"/>
        <w:ind w:right="0" w:firstLine="709"/>
      </w:pPr>
      <w:r w:rsidRPr="00BB2394">
        <w:t>22.2. Оперативно доводить до сведения комитетов отраслевого профсоюза руководящие документы, разъяснения, инструктивные письма и проводить семинары для профсоюзного актива по их изучению.</w:t>
      </w:r>
    </w:p>
    <w:p w:rsidR="001422D0" w:rsidRPr="00BB2394" w:rsidRDefault="001422D0" w:rsidP="0056095E">
      <w:pPr>
        <w:pStyle w:val="BodyText"/>
        <w:spacing w:line="240" w:lineRule="auto"/>
        <w:ind w:right="0" w:firstLine="709"/>
      </w:pPr>
      <w:r w:rsidRPr="00BB2394">
        <w:t>22.3. По мере необходимости давать разъяснения в средствах массовой информации по актуальным вопросам оплаты, нормирования и условий оплаты труда и доводить их в письменном виде до комитетов отраслевого профсоюза.</w:t>
      </w:r>
    </w:p>
    <w:p w:rsidR="001422D0" w:rsidRPr="00BB2394" w:rsidRDefault="001422D0" w:rsidP="0056095E">
      <w:pPr>
        <w:pStyle w:val="BodyText"/>
        <w:spacing w:line="240" w:lineRule="auto"/>
        <w:ind w:right="0" w:firstLine="709"/>
      </w:pPr>
      <w:r w:rsidRPr="00BB2394">
        <w:t>22.4. Добиваться пересмотра тарифной ставки первого разряда с учетом изменения размера минимальной заработной платы.</w:t>
      </w:r>
      <w:r w:rsidRPr="00BB2394">
        <w:tab/>
      </w:r>
    </w:p>
    <w:p w:rsidR="001422D0" w:rsidRPr="00BB2394" w:rsidRDefault="001422D0" w:rsidP="0056095E">
      <w:pPr>
        <w:pStyle w:val="BodyText"/>
        <w:spacing w:line="240" w:lineRule="auto"/>
        <w:ind w:right="0" w:firstLine="709"/>
      </w:pPr>
      <w:r w:rsidRPr="00BB2394">
        <w:t xml:space="preserve">23. Главное управление и областной комитет обязуются: </w:t>
      </w:r>
    </w:p>
    <w:p w:rsidR="001422D0" w:rsidRPr="00BB2394" w:rsidRDefault="001422D0" w:rsidP="00E65B5A">
      <w:pPr>
        <w:pStyle w:val="BodyText"/>
        <w:spacing w:line="240" w:lineRule="auto"/>
        <w:ind w:right="0" w:firstLine="709"/>
      </w:pPr>
      <w:r w:rsidRPr="00BB2394">
        <w:t>23.1</w:t>
      </w:r>
      <w:r w:rsidRPr="00BB2394">
        <w:rPr>
          <w:color w:val="000000"/>
        </w:rPr>
        <w:t>.участвовать в  разработке рекомендаций об особенностях регулирования труда педагогических работников и  в совершенствовании</w:t>
      </w:r>
      <w:r w:rsidRPr="00BB2394">
        <w:t xml:space="preserve"> нормирования продолжительности рабочего времени отдельных категорий педагогических работников.</w:t>
      </w:r>
    </w:p>
    <w:p w:rsidR="001422D0" w:rsidRPr="00BB2394" w:rsidRDefault="001422D0" w:rsidP="0056095E">
      <w:pPr>
        <w:pStyle w:val="BodyText"/>
        <w:spacing w:line="240" w:lineRule="auto"/>
        <w:ind w:right="0" w:firstLine="709"/>
      </w:pPr>
      <w:r w:rsidRPr="00BB2394">
        <w:t>23.2. Добиваться</w:t>
      </w:r>
      <w:r w:rsidRPr="00BB2394">
        <w:rPr>
          <w:lang w:val="be-BY"/>
        </w:rPr>
        <w:t xml:space="preserve"> повышения статуса работников отрасли, в том числе в части</w:t>
      </w:r>
      <w:r w:rsidRPr="00BB2394">
        <w:t>:</w:t>
      </w:r>
    </w:p>
    <w:p w:rsidR="001422D0" w:rsidRPr="00BB2394" w:rsidRDefault="001422D0" w:rsidP="0056095E">
      <w:pPr>
        <w:pStyle w:val="BodyText"/>
        <w:spacing w:line="240" w:lineRule="auto"/>
        <w:ind w:right="0" w:firstLine="709"/>
      </w:pPr>
      <w:r w:rsidRPr="00BB2394">
        <w:t>23.2.1. поэтапного приведения уровня среднемесячной заработной платы педагогических работников к уровню среднемесячной заработной платы работников в республике, а профессорско-преподавательского состава — в 1,5 раза выше этого уровня;</w:t>
      </w:r>
    </w:p>
    <w:p w:rsidR="001422D0" w:rsidRPr="00BB2394" w:rsidRDefault="001422D0" w:rsidP="0056095E">
      <w:pPr>
        <w:pStyle w:val="BodyText"/>
        <w:spacing w:line="240" w:lineRule="auto"/>
        <w:ind w:right="0" w:firstLine="709"/>
      </w:pPr>
      <w:r w:rsidRPr="00BB2394">
        <w:t>23.2.2. повышения заработной платы работников организаций системы образования, в том числе путем ее совершенствования</w:t>
      </w:r>
      <w:r w:rsidRPr="00BB2394">
        <w:rPr>
          <w:lang w:val="be-BY"/>
        </w:rPr>
        <w:t xml:space="preserve">, </w:t>
      </w:r>
      <w:r w:rsidRPr="00BB2394">
        <w:t xml:space="preserve">а также направления на </w:t>
      </w:r>
      <w:r w:rsidRPr="00BB2394">
        <w:rPr>
          <w:lang w:val="be-BY"/>
        </w:rPr>
        <w:t xml:space="preserve">эти </w:t>
      </w:r>
      <w:r w:rsidRPr="00BB2394">
        <w:t>цели средств, сэкономленных в ходе оптимизации бюджетных расходов;</w:t>
      </w:r>
    </w:p>
    <w:p w:rsidR="001422D0" w:rsidRPr="00BB2394" w:rsidRDefault="001422D0" w:rsidP="0056095E">
      <w:pPr>
        <w:pStyle w:val="BodyText"/>
        <w:spacing w:line="240" w:lineRule="auto"/>
        <w:ind w:right="0" w:firstLine="709"/>
      </w:pPr>
      <w:r w:rsidRPr="00BB2394">
        <w:t>23.2.3. установления надбавок педагогическим работникам, внедрения нормативного финансирования в учреждениях образования;</w:t>
      </w:r>
    </w:p>
    <w:p w:rsidR="001422D0" w:rsidRPr="00BB2394" w:rsidRDefault="001422D0" w:rsidP="0056095E">
      <w:pPr>
        <w:pStyle w:val="BodyText"/>
        <w:spacing w:line="240" w:lineRule="auto"/>
        <w:ind w:right="0" w:firstLine="709"/>
      </w:pPr>
      <w:r w:rsidRPr="00BB2394">
        <w:t>23.2.4. восстановления продолжительности трудовых отпусков работников организаций системы образования;</w:t>
      </w:r>
    </w:p>
    <w:p w:rsidR="001422D0" w:rsidRPr="00BB2394" w:rsidRDefault="001422D0" w:rsidP="0056095E">
      <w:pPr>
        <w:pStyle w:val="BodyText"/>
        <w:spacing w:line="240" w:lineRule="auto"/>
        <w:ind w:right="0" w:firstLine="709"/>
        <w:rPr>
          <w:color w:val="000000"/>
        </w:rPr>
      </w:pPr>
      <w:r w:rsidRPr="00BB2394">
        <w:rPr>
          <w:color w:val="000000"/>
        </w:rPr>
        <w:t>23.2.5. увеличения нормативов выделения бюджетных средств на премирование, установление надбавок за наличие квалификационных категорий, а также за высокие профессиональные, творческие достижения в работе, сложность и напряженность труда, выполнение особо важных (срочных) работ, оказание материальной помощи;</w:t>
      </w:r>
    </w:p>
    <w:p w:rsidR="001422D0" w:rsidRPr="00BB2394" w:rsidRDefault="001422D0" w:rsidP="0056095E">
      <w:pPr>
        <w:pStyle w:val="BodyText"/>
        <w:spacing w:line="240" w:lineRule="auto"/>
        <w:ind w:right="0" w:firstLine="709"/>
      </w:pPr>
      <w:r w:rsidRPr="00BB2394">
        <w:t>23.2.6. у</w:t>
      </w:r>
      <w:r w:rsidRPr="00BB2394">
        <w:rPr>
          <w:lang w:val="be-BY"/>
        </w:rPr>
        <w:t>точнения</w:t>
      </w:r>
      <w:r w:rsidRPr="00BB2394">
        <w:t xml:space="preserve"> критериев оценки условий труда отдельных категорий педагогических работников организаций системы образования для целей профессионального пенсионного страхования, установленных постановлением Совета Министров Республики Беларусь 09.10.2008 № 1490;</w:t>
      </w:r>
    </w:p>
    <w:p w:rsidR="001422D0" w:rsidRPr="00BB2394" w:rsidRDefault="001422D0" w:rsidP="0056095E">
      <w:pPr>
        <w:widowControl w:val="0"/>
        <w:ind w:firstLine="708"/>
        <w:jc w:val="both"/>
        <w:rPr>
          <w:sz w:val="30"/>
          <w:szCs w:val="30"/>
        </w:rPr>
      </w:pPr>
      <w:r w:rsidRPr="00BB2394">
        <w:rPr>
          <w:sz w:val="30"/>
          <w:szCs w:val="30"/>
        </w:rPr>
        <w:t>23.2.7. снижения документооборота;</w:t>
      </w:r>
    </w:p>
    <w:p w:rsidR="001422D0" w:rsidRPr="00BB2394" w:rsidRDefault="001422D0" w:rsidP="0056095E">
      <w:pPr>
        <w:widowControl w:val="0"/>
        <w:ind w:firstLine="708"/>
        <w:jc w:val="both"/>
        <w:rPr>
          <w:sz w:val="30"/>
          <w:szCs w:val="30"/>
        </w:rPr>
      </w:pPr>
      <w:r w:rsidRPr="00BB2394">
        <w:rPr>
          <w:sz w:val="30"/>
          <w:szCs w:val="30"/>
        </w:rPr>
        <w:t>23.2.8. </w:t>
      </w:r>
      <w:r w:rsidRPr="00BB2394">
        <w:rPr>
          <w:sz w:val="30"/>
          <w:szCs w:val="30"/>
          <w:lang w:val="be-BY"/>
        </w:rPr>
        <w:t>сохранение перечня типов учреждений системы образования и должностей педагогических работников, имеющих право на ежемесячные компенсации расходов на приобретение учебной</w:t>
      </w:r>
      <w:r w:rsidRPr="00BB2394">
        <w:rPr>
          <w:sz w:val="30"/>
          <w:szCs w:val="30"/>
        </w:rPr>
        <w:br/>
      </w:r>
      <w:r w:rsidRPr="00BB2394">
        <w:rPr>
          <w:sz w:val="30"/>
          <w:szCs w:val="30"/>
          <w:lang w:val="be-BY"/>
        </w:rPr>
        <w:t>и методической литературы, предметных журналов и других периодических изданий;</w:t>
      </w:r>
    </w:p>
    <w:p w:rsidR="001422D0" w:rsidRPr="00BB2394" w:rsidRDefault="001422D0" w:rsidP="0056095E">
      <w:pPr>
        <w:pStyle w:val="BodyText"/>
        <w:spacing w:line="240" w:lineRule="auto"/>
        <w:ind w:right="0" w:firstLine="709"/>
        <w:rPr>
          <w:lang w:val="be-BY"/>
        </w:rPr>
      </w:pPr>
      <w:r w:rsidRPr="00BB2394">
        <w:rPr>
          <w:lang w:val="be-BY"/>
        </w:rPr>
        <w:t xml:space="preserve">23.2.9. внесения в тарифно-квалификационные характеристики </w:t>
      </w:r>
      <w:r w:rsidRPr="00BB2394">
        <w:br/>
      </w:r>
      <w:r w:rsidRPr="00BB2394">
        <w:rPr>
          <w:lang w:val="be-BY"/>
        </w:rPr>
        <w:t>и условия оплаты труда руководителей физического воспитания учреждений образования изменений в части установления квалификационных категорий ”Высшая квалификационная категория“, ”Первая квалификационная категория“, ”Вторая квалификационная категория“ независимо от типа учреждения образования.</w:t>
      </w:r>
    </w:p>
    <w:p w:rsidR="001422D0" w:rsidRPr="00BB2394" w:rsidRDefault="001422D0" w:rsidP="00AC007E">
      <w:pPr>
        <w:pStyle w:val="BodyText"/>
        <w:spacing w:line="240" w:lineRule="auto"/>
        <w:ind w:right="0" w:firstLine="709"/>
      </w:pPr>
      <w:r w:rsidRPr="00BB2394">
        <w:t>23.2.10. внесения изменений в законодательство в части оплаты труда за время вынужденного простоя не по вине работника (отмена учебных занятий по санитарно-эпидемиологическим, климатическим показаниям и другие обстоятельства) в размере 100% ставки (оклада).</w:t>
      </w:r>
    </w:p>
    <w:p w:rsidR="001422D0" w:rsidRPr="00BB2394" w:rsidRDefault="001422D0" w:rsidP="0056095E">
      <w:pPr>
        <w:pStyle w:val="BodyText"/>
        <w:spacing w:line="240" w:lineRule="auto"/>
        <w:ind w:right="0" w:firstLine="709"/>
      </w:pPr>
      <w:r w:rsidRPr="00BB2394">
        <w:t>23.3. Принимать меры к своевременной выплате заработной платы, среднего заработка, сохраняемого за время трудовых отпусков работников, в организациях, подчиненных Главному управлению, в рамках компетенции—в организациях системы образования. Обмениваться оперативной информацией о наличии задолженности по заработной плате.</w:t>
      </w:r>
    </w:p>
    <w:p w:rsidR="001422D0" w:rsidRPr="00BB2394" w:rsidRDefault="001422D0" w:rsidP="0056095E">
      <w:pPr>
        <w:pStyle w:val="BodyText"/>
        <w:spacing w:line="240" w:lineRule="auto"/>
        <w:ind w:right="0" w:firstLine="709"/>
        <w:rPr>
          <w:spacing w:val="-4"/>
        </w:rPr>
      </w:pPr>
      <w:r w:rsidRPr="00BB2394">
        <w:rPr>
          <w:spacing w:val="-4"/>
        </w:rPr>
        <w:t>23.4. Обеспечивать в организациях системы образования  объективность и широкую гласность в вопросах, касающихся оплаты труда.</w:t>
      </w:r>
    </w:p>
    <w:p w:rsidR="001422D0" w:rsidRPr="00BB2394" w:rsidRDefault="001422D0" w:rsidP="0056095E">
      <w:pPr>
        <w:pStyle w:val="BodyText"/>
        <w:spacing w:line="240" w:lineRule="auto"/>
        <w:ind w:right="0" w:firstLine="709"/>
      </w:pPr>
      <w:r w:rsidRPr="00BB2394">
        <w:t>24. Стороны пришли к соглашению:</w:t>
      </w:r>
    </w:p>
    <w:p w:rsidR="001422D0" w:rsidRPr="00BB2394" w:rsidRDefault="001422D0" w:rsidP="0056095E">
      <w:pPr>
        <w:pStyle w:val="BodyText"/>
        <w:spacing w:line="240" w:lineRule="auto"/>
        <w:ind w:right="0" w:firstLine="709"/>
      </w:pPr>
      <w:r w:rsidRPr="00BB2394">
        <w:t xml:space="preserve">24.1. Все вопросы нормирования, оплаты труда, а также премирования, установления надбавок стимулирующего характера </w:t>
      </w:r>
      <w:r w:rsidRPr="00BB2394">
        <w:br/>
        <w:t>(далее — материальное стимулирование труда) и оказания материальной помощи решаются нанимателем (уполномоченным должностным лицом нанимателя) по согласованию с соответствующим комитетом отраслевого профсоюза.</w:t>
      </w:r>
    </w:p>
    <w:p w:rsidR="001422D0" w:rsidRPr="00BB2394" w:rsidRDefault="001422D0" w:rsidP="0056095E">
      <w:pPr>
        <w:widowControl w:val="0"/>
        <w:ind w:firstLine="567"/>
        <w:jc w:val="both"/>
        <w:rPr>
          <w:sz w:val="30"/>
          <w:szCs w:val="30"/>
        </w:rPr>
      </w:pPr>
      <w:r w:rsidRPr="00BB2394">
        <w:rPr>
          <w:sz w:val="30"/>
          <w:szCs w:val="30"/>
          <w:lang w:val="be-BY"/>
        </w:rPr>
        <w:t xml:space="preserve">24.2. Порядок, показатели, условия и размеры премирования, установления надбавок стимулирующего характера, оказания материальной помощи работникам, устанавливаются коллективным договором, соответствующими положениями. </w:t>
      </w:r>
      <w:r w:rsidRPr="00BB2394">
        <w:rPr>
          <w:sz w:val="30"/>
          <w:szCs w:val="30"/>
        </w:rPr>
        <w:t>Они разрабатываются непосредственно в организациях, утверждаются руководителем по согласованию с комитетом отраслевого профсоюза после их одобрения на профсоюзном собрании (профсоюзной конференции) организации или уполномоченным им профсоюзным органом и являются неотъемлемой частью коллективного договора.</w:t>
      </w:r>
    </w:p>
    <w:p w:rsidR="001422D0" w:rsidRPr="00BB2394" w:rsidRDefault="001422D0" w:rsidP="0056095E">
      <w:pPr>
        <w:widowControl w:val="0"/>
        <w:ind w:firstLine="567"/>
        <w:jc w:val="both"/>
        <w:rPr>
          <w:sz w:val="30"/>
          <w:szCs w:val="30"/>
          <w:lang w:val="be-BY"/>
        </w:rPr>
      </w:pPr>
      <w:r w:rsidRPr="00BB2394">
        <w:rPr>
          <w:sz w:val="30"/>
          <w:szCs w:val="30"/>
          <w:lang w:val="be-BY"/>
        </w:rPr>
        <w:t xml:space="preserve">Информация о размере направляемых на вышеуказанные цели средств доводится до сведения руководителей и комитетов отраслевого профсоюза организаций системы образования. </w:t>
      </w:r>
    </w:p>
    <w:p w:rsidR="001422D0" w:rsidRPr="00BB2394" w:rsidRDefault="001422D0" w:rsidP="0056095E">
      <w:pPr>
        <w:pStyle w:val="BodyText"/>
        <w:spacing w:line="240" w:lineRule="auto"/>
        <w:ind w:right="0" w:firstLine="709"/>
        <w:rPr>
          <w:spacing w:val="-4"/>
        </w:rPr>
      </w:pPr>
      <w:r w:rsidRPr="00BB2394">
        <w:rPr>
          <w:spacing w:val="-4"/>
        </w:rPr>
        <w:t>Для обеспечения гласности и объективности в вопросах распределения средств материального стимулирования труда и средств на оказание материальной помощи целесообразно в организациях системы образования создавать комиссии по данным вопросам с обязательным включением в их состав представителей комитетов отраслевого профсоюза.</w:t>
      </w:r>
    </w:p>
    <w:p w:rsidR="001422D0" w:rsidRPr="00BB2394" w:rsidRDefault="001422D0" w:rsidP="0056095E">
      <w:pPr>
        <w:widowControl w:val="0"/>
        <w:ind w:firstLine="708"/>
        <w:jc w:val="both"/>
        <w:rPr>
          <w:spacing w:val="-4"/>
          <w:sz w:val="30"/>
          <w:szCs w:val="30"/>
          <w:lang w:val="be-BY"/>
        </w:rPr>
      </w:pPr>
      <w:r w:rsidRPr="00BB2394">
        <w:rPr>
          <w:spacing w:val="-4"/>
          <w:sz w:val="30"/>
          <w:szCs w:val="30"/>
          <w:lang w:val="be-BY"/>
        </w:rPr>
        <w:t>При распределении надбавок, средств материального стимулирования труда учитывается осуществление учителями, преподавателями классного руководства, кураторства учебной группой, руководства методическим объединением, наставничества, организационно-воспитательной работы и т.д. в порядке и на условиях, определяемых частями второй и четвертой настоящего подпункта, коллективным договором учреждения образования.</w:t>
      </w:r>
    </w:p>
    <w:p w:rsidR="001422D0" w:rsidRPr="00BB2394" w:rsidRDefault="001422D0" w:rsidP="0056095E">
      <w:pPr>
        <w:pStyle w:val="BodyText"/>
        <w:spacing w:line="240" w:lineRule="auto"/>
        <w:ind w:right="0" w:firstLine="709"/>
      </w:pPr>
      <w:r w:rsidRPr="00BB2394">
        <w:t>Выплаты из средств материального стимулирования труда и средств на оказание материальной помощи осуществляются на основании приказов нанимателей, согласованных с соответствующими комитетами отраслевого профсоюза.</w:t>
      </w:r>
    </w:p>
    <w:p w:rsidR="001422D0" w:rsidRPr="00BB2394" w:rsidRDefault="001422D0" w:rsidP="0056095E">
      <w:pPr>
        <w:widowControl w:val="0"/>
        <w:ind w:firstLine="708"/>
        <w:jc w:val="both"/>
        <w:rPr>
          <w:sz w:val="30"/>
          <w:szCs w:val="30"/>
        </w:rPr>
      </w:pPr>
      <w:r w:rsidRPr="00BB2394">
        <w:rPr>
          <w:sz w:val="30"/>
          <w:szCs w:val="30"/>
        </w:rPr>
        <w:t>Рекомендовать нанимателям в коллективных договорах учреждений образования устанавливать ежемесячные вознаграждения из средств материального стимулирования или внебюджетных средств в размере 2,0 базовые величины работникам, которым присвоены почетные звания «Заслуженный учитель Республики Беларусь», «Заслуженный работник образования Республики Беларусь», «Заслуженный работник физической культуры и спорта Республики Беларусь», «Заслуженный тренер Республики Беларусь», «Заслуженный мастер спорта Республики Беларусь»; награжденным нагрудным знаком Министерства образования «Выдатн</w:t>
      </w:r>
      <w:r w:rsidRPr="00BB2394">
        <w:rPr>
          <w:sz w:val="30"/>
          <w:szCs w:val="30"/>
          <w:lang w:val="be-BY"/>
        </w:rPr>
        <w:t>ік адукацыі</w:t>
      </w:r>
      <w:r w:rsidRPr="00BB2394">
        <w:rPr>
          <w:sz w:val="30"/>
          <w:szCs w:val="30"/>
        </w:rPr>
        <w:t>», «Отличник профтехобразования», но не более чем за одну государственную награду Республики Беларусь.</w:t>
      </w:r>
    </w:p>
    <w:p w:rsidR="001422D0" w:rsidRPr="00BB2394" w:rsidRDefault="001422D0" w:rsidP="00236469">
      <w:pPr>
        <w:widowControl w:val="0"/>
        <w:jc w:val="both"/>
        <w:rPr>
          <w:sz w:val="30"/>
          <w:szCs w:val="30"/>
        </w:rPr>
      </w:pPr>
      <w:r w:rsidRPr="00BB2394">
        <w:rPr>
          <w:sz w:val="30"/>
          <w:szCs w:val="30"/>
        </w:rPr>
        <w:tab/>
      </w:r>
      <w:r w:rsidRPr="00A30E4D">
        <w:rPr>
          <w:sz w:val="30"/>
          <w:szCs w:val="30"/>
        </w:rPr>
        <w:t>24.</w:t>
      </w:r>
      <w:r w:rsidRPr="00A30E4D">
        <w:rPr>
          <w:sz w:val="30"/>
          <w:szCs w:val="30"/>
          <w:lang w:val="be-BY"/>
        </w:rPr>
        <w:t>3</w:t>
      </w:r>
      <w:r w:rsidRPr="00A30E4D">
        <w:rPr>
          <w:sz w:val="30"/>
          <w:szCs w:val="30"/>
        </w:rPr>
        <w:t>. Премирование руководителей организаций, подчиненных Главному управлению, управлениям, отделу осуществляется по согласованию с комитетами отраслевого профсоюза, вышестоящими для первичных профсоюзных организаций, в которых эти руководители состоят на профсоюзном учете.</w:t>
      </w:r>
    </w:p>
    <w:p w:rsidR="001422D0" w:rsidRPr="00BB2394" w:rsidRDefault="001422D0" w:rsidP="00236469">
      <w:pPr>
        <w:widowControl w:val="0"/>
        <w:ind w:firstLine="708"/>
        <w:jc w:val="both"/>
        <w:rPr>
          <w:sz w:val="30"/>
          <w:szCs w:val="30"/>
        </w:rPr>
      </w:pPr>
      <w:r w:rsidRPr="00BB2394">
        <w:rPr>
          <w:sz w:val="30"/>
          <w:szCs w:val="30"/>
          <w:lang w:val="be-BY"/>
        </w:rPr>
        <w:t xml:space="preserve">24.4. Использование </w:t>
      </w:r>
      <w:r w:rsidRPr="00BB2394">
        <w:rPr>
          <w:sz w:val="30"/>
          <w:szCs w:val="30"/>
        </w:rPr>
        <w:t xml:space="preserve">на стимулирование качественного труда, осуществление определяемых коллективным договором, соглашением дополнительных выплат стимулирующего характера, оказание материальной помощи работникам организаций системы образования </w:t>
      </w:r>
      <w:r w:rsidRPr="00BB2394">
        <w:rPr>
          <w:color w:val="000000"/>
          <w:sz w:val="30"/>
          <w:szCs w:val="30"/>
          <w:lang w:val="be-BY"/>
        </w:rPr>
        <w:t xml:space="preserve">за счет </w:t>
      </w:r>
      <w:r w:rsidRPr="00BB2394">
        <w:rPr>
          <w:sz w:val="30"/>
          <w:szCs w:val="30"/>
          <w:lang w:val="be-BY"/>
        </w:rPr>
        <w:t>внебюджетных средств</w:t>
      </w:r>
      <w:r w:rsidRPr="00BB2394">
        <w:rPr>
          <w:sz w:val="30"/>
          <w:szCs w:val="30"/>
        </w:rPr>
        <w:t xml:space="preserve"> от приносящей доходы деятельности осуществляется по согласованию с соответствующими комитетами отраслевого профсоюза.</w:t>
      </w:r>
    </w:p>
    <w:p w:rsidR="001422D0" w:rsidRPr="00BB2394" w:rsidRDefault="001422D0" w:rsidP="0056095E">
      <w:pPr>
        <w:pStyle w:val="BodyText"/>
        <w:spacing w:line="240" w:lineRule="auto"/>
        <w:ind w:right="0" w:firstLine="708"/>
      </w:pPr>
      <w:r w:rsidRPr="00BB2394">
        <w:t>24.5. Экономия по фонду заработной платы определяется ежемесячно. Информация о наличии и размере сэкономленных средств доводится до сведения руководителей и комитетов отраслевого профсоюза организаций системы образования. Эти средства направляются на цели премирования работников в соответствии с коллективным договором и Положением о премировании.</w:t>
      </w:r>
    </w:p>
    <w:p w:rsidR="001422D0" w:rsidRPr="00BB2394" w:rsidRDefault="001422D0" w:rsidP="0056095E">
      <w:pPr>
        <w:widowControl w:val="0"/>
        <w:ind w:firstLine="708"/>
        <w:jc w:val="both"/>
        <w:rPr>
          <w:sz w:val="30"/>
          <w:szCs w:val="30"/>
        </w:rPr>
      </w:pPr>
      <w:r w:rsidRPr="00BB2394">
        <w:rPr>
          <w:sz w:val="30"/>
          <w:szCs w:val="30"/>
        </w:rPr>
        <w:t xml:space="preserve">24.6. Распределение объема педагогической нагрузки (включая часы педагогической деятельности, в части реализации содержания образовательных программ, организационно-воспитательной работы </w:t>
      </w:r>
      <w:r w:rsidRPr="00BB2394">
        <w:rPr>
          <w:sz w:val="30"/>
          <w:szCs w:val="30"/>
        </w:rPr>
        <w:br/>
        <w:t>и дополнительного контроля учебной деятельности учащихся) педагогическим работникам производится руководителем учреждения образования по согласованию с соответствующим комитетом отраслевого профсоюза.</w:t>
      </w:r>
    </w:p>
    <w:p w:rsidR="001422D0" w:rsidRPr="00BB2394" w:rsidRDefault="001422D0" w:rsidP="0056095E">
      <w:pPr>
        <w:widowControl w:val="0"/>
        <w:ind w:firstLine="709"/>
        <w:jc w:val="both"/>
        <w:rPr>
          <w:sz w:val="30"/>
          <w:szCs w:val="30"/>
        </w:rPr>
      </w:pPr>
      <w:r w:rsidRPr="00BB2394">
        <w:rPr>
          <w:sz w:val="30"/>
          <w:szCs w:val="30"/>
        </w:rPr>
        <w:t>Предварительное распределение объема педагогической нагрузки на предстоящий учебный год осуществляется и доводится до сведения работников до начала трудовых отпусков в летний период.</w:t>
      </w:r>
    </w:p>
    <w:p w:rsidR="001422D0" w:rsidRPr="00BB2394" w:rsidRDefault="001422D0" w:rsidP="0056095E">
      <w:pPr>
        <w:widowControl w:val="0"/>
        <w:ind w:firstLine="709"/>
        <w:jc w:val="both"/>
        <w:rPr>
          <w:sz w:val="30"/>
          <w:szCs w:val="30"/>
        </w:rPr>
      </w:pPr>
      <w:r w:rsidRPr="00BB2394">
        <w:rPr>
          <w:sz w:val="30"/>
          <w:szCs w:val="30"/>
        </w:rPr>
        <w:t>Нагрузка менее чем на ставку устанавливается с письменного согласия работника, кроме случаев, когда работник по трудовому договору (контракту) принят на условиях неполного рабочего времени.</w:t>
      </w:r>
    </w:p>
    <w:p w:rsidR="001422D0" w:rsidRPr="00BB2394" w:rsidRDefault="001422D0" w:rsidP="0056095E">
      <w:pPr>
        <w:pStyle w:val="BodyText"/>
        <w:spacing w:line="240" w:lineRule="auto"/>
        <w:ind w:right="0" w:firstLine="709"/>
        <w:rPr>
          <w:lang w:val="be-BY"/>
        </w:rPr>
      </w:pPr>
      <w:r w:rsidRPr="00BB2394">
        <w:rPr>
          <w:lang w:val="be-BY"/>
        </w:rPr>
        <w:t>Режим рабочего времени педагогических работников, которым определяется объем педагогической нагрузки за ставку, устанавливается правилами внутреннего трудового распорядка и коллективным договором с учетом семейного положения этих работников, состояния их здоровья  и т.д. Расписание учебных занятий формируется в соответствии с законодательством, правилами внутреннего трудового распорядка, коллективным договором и согласовывается с соответствующим профсоюзным комитетом.</w:t>
      </w:r>
    </w:p>
    <w:p w:rsidR="001422D0" w:rsidRPr="00BB2394" w:rsidRDefault="001422D0" w:rsidP="0056095E">
      <w:pPr>
        <w:pStyle w:val="BodyText"/>
        <w:spacing w:line="240" w:lineRule="auto"/>
        <w:ind w:right="0" w:firstLine="709"/>
      </w:pPr>
      <w:r w:rsidRPr="00BB2394">
        <w:t>24.7. Правила внутреннего трудового распорядка, должностные (рабочие) инструкции, графики работ (сменности), расписания учебных занятий, другие локальные нормативные правовые акты согласовываются с соответствующим комитетом отраслевого профсоюза в порядке, установленном коллективным договором.</w:t>
      </w:r>
    </w:p>
    <w:p w:rsidR="001422D0" w:rsidRPr="00982DEE" w:rsidRDefault="001422D0" w:rsidP="0056095E">
      <w:pPr>
        <w:pStyle w:val="BodyText"/>
        <w:spacing w:line="240" w:lineRule="auto"/>
        <w:ind w:right="0" w:firstLine="709"/>
      </w:pPr>
      <w:r w:rsidRPr="00982DEE">
        <w:t>24.8. При наличии финансовых возможностей за время вынужденного простоя не по вине работника (отмена учебных занятий по санитарно-эпидемиологическим, климатическим показаниям и другие обстоятельства) оплата производится в размере 100 % установленной ему ставки (оклада) в порядке, определяемом коллективным договором. В случае выполнения работниками в этот период другой работы в соответствии с их функциональными обязанностями заработная плата выплачивается им в полном объеме.</w:t>
      </w:r>
    </w:p>
    <w:p w:rsidR="001422D0" w:rsidRPr="00BB2394" w:rsidRDefault="001422D0" w:rsidP="0056095E">
      <w:pPr>
        <w:pStyle w:val="BodyText"/>
        <w:spacing w:line="240" w:lineRule="auto"/>
        <w:ind w:right="0" w:firstLine="709"/>
      </w:pPr>
      <w:r w:rsidRPr="00BB2394">
        <w:t>24.9. Рекомендовать руководителям организаций системы образования устанавливать дополнительные меры стимулирования труда, в том числе</w:t>
      </w:r>
      <w:r w:rsidRPr="00BB2394">
        <w:rPr>
          <w:lang w:val="be-BY"/>
        </w:rPr>
        <w:t xml:space="preserve"> повышение тарифной ставки (оклада) и предоставление дополнительного поощрительного отпуска при заключении контрактов, другие</w:t>
      </w:r>
      <w:r w:rsidRPr="00BB2394">
        <w:t xml:space="preserve"> гарантии работникам из числа выпускников учреждений, получившим профессионально-техническое, среднее специальное, высшее, послевузовское образование с учетом объема и качества выполняемых работ, проявленной инициативы в первые три года работы, если более длительный срок не предусмотрен коллективным договором.</w:t>
      </w:r>
    </w:p>
    <w:p w:rsidR="001422D0" w:rsidRPr="00BB2394" w:rsidRDefault="001422D0" w:rsidP="0056095E">
      <w:pPr>
        <w:pStyle w:val="BodyText"/>
        <w:spacing w:line="240" w:lineRule="auto"/>
        <w:ind w:right="0" w:firstLine="709"/>
      </w:pPr>
      <w:r w:rsidRPr="00BB2394">
        <w:t xml:space="preserve">24.10. Суммы, не выплаченные работнику за прошлые периоды </w:t>
      </w:r>
      <w:r w:rsidRPr="00BB2394">
        <w:br/>
        <w:t xml:space="preserve">и взысканные в соответствии с законодательством, выплачиваются работнику с учетом их индексации в соответствии с Законом Республики Беларусь </w:t>
      </w:r>
      <w:r w:rsidRPr="00BB2394">
        <w:rPr>
          <w:lang w:val="be-BY"/>
        </w:rPr>
        <w:t>“</w:t>
      </w:r>
      <w:r w:rsidRPr="00BB2394">
        <w:t>Об индексации доходов населения с учетом инфляции</w:t>
      </w:r>
      <w:r w:rsidRPr="00BB2394">
        <w:rPr>
          <w:lang w:val="be-BY"/>
        </w:rPr>
        <w:t>”</w:t>
      </w:r>
      <w:r w:rsidRPr="00BB2394">
        <w:t>.</w:t>
      </w:r>
    </w:p>
    <w:p w:rsidR="001422D0" w:rsidRPr="00BB2394" w:rsidRDefault="001422D0" w:rsidP="0056095E">
      <w:pPr>
        <w:pStyle w:val="BodyText"/>
        <w:spacing w:line="240" w:lineRule="auto"/>
        <w:ind w:right="0" w:firstLine="709"/>
      </w:pPr>
      <w:r w:rsidRPr="00BB2394">
        <w:t>24.11. Выплату заработной платы производить регулярно в дни, определенные коллективным договором, трудовым договором, но не реже двух раз в месяц в соответствии с Трудовым кодексом Республики Беларусь (далее — Трудовой кодекс).</w:t>
      </w:r>
    </w:p>
    <w:p w:rsidR="001422D0" w:rsidRPr="00BB2394" w:rsidRDefault="001422D0" w:rsidP="0056095E">
      <w:pPr>
        <w:pStyle w:val="BodyText"/>
        <w:spacing w:line="240" w:lineRule="auto"/>
        <w:ind w:right="0" w:firstLine="709"/>
      </w:pPr>
      <w:r w:rsidRPr="00BB2394">
        <w:t>Окончательный расчет за отработанный месяц производить не позднее двух недель следующего месяца. Зарплата, выплаченная с задержками более одного месяца, индексируется в соответствии с законодательством.</w:t>
      </w:r>
    </w:p>
    <w:p w:rsidR="001422D0" w:rsidRPr="00BB2394" w:rsidRDefault="001422D0" w:rsidP="0056095E">
      <w:pPr>
        <w:pStyle w:val="BodyText"/>
        <w:spacing w:line="240" w:lineRule="auto"/>
        <w:ind w:right="0" w:firstLine="709"/>
      </w:pPr>
      <w:r w:rsidRPr="00BB2394">
        <w:t xml:space="preserve">Заработная плата, излишне выплаченная работнику нанимателем, </w:t>
      </w:r>
      <w:r w:rsidRPr="00BB2394">
        <w:br/>
        <w:t>в том числе при неправильном применении закона, не может быть взыскана за исключением случаев счетной ошибки.</w:t>
      </w:r>
    </w:p>
    <w:p w:rsidR="001422D0" w:rsidRPr="00BB2394" w:rsidRDefault="001422D0" w:rsidP="0056095E">
      <w:pPr>
        <w:pStyle w:val="BodyText"/>
        <w:spacing w:line="240" w:lineRule="auto"/>
        <w:ind w:right="0" w:firstLine="709"/>
      </w:pPr>
      <w:r w:rsidRPr="00BB2394">
        <w:t>24.12. Выплату среднего заработка за время трудового отпуска производить не позднее, чем за два дня до начала отпуска.</w:t>
      </w:r>
    </w:p>
    <w:p w:rsidR="001422D0" w:rsidRPr="00BB2394" w:rsidRDefault="001422D0" w:rsidP="0056095E">
      <w:pPr>
        <w:pStyle w:val="BodyText"/>
        <w:spacing w:line="240" w:lineRule="auto"/>
        <w:ind w:right="0" w:firstLine="709"/>
      </w:pPr>
      <w:r w:rsidRPr="00BB2394">
        <w:t>В случае невыплаты работнику в установленный срок заработной платы за время трудового отпуска он имеет право продолжить работу (перенести отпуск), письменно уведомив об этом нанимателя.</w:t>
      </w:r>
    </w:p>
    <w:p w:rsidR="001422D0" w:rsidRPr="00BB2394" w:rsidRDefault="001422D0" w:rsidP="0056095E">
      <w:pPr>
        <w:pStyle w:val="BodyText"/>
        <w:spacing w:line="240" w:lineRule="auto"/>
        <w:ind w:right="0" w:firstLine="709"/>
      </w:pPr>
      <w:r w:rsidRPr="00BB2394">
        <w:t>24.13. При введении новых условий оплаты труда, невозможности своевременного исчисления заработной платы в новых размерах проводится повышенное авансирование работников по согласованию с соответствующими финансовыми органами с последующим перерасчетом заработной платы.</w:t>
      </w:r>
    </w:p>
    <w:p w:rsidR="001422D0" w:rsidRPr="00BB2394" w:rsidRDefault="001422D0" w:rsidP="0056095E">
      <w:pPr>
        <w:pStyle w:val="BodyText"/>
        <w:spacing w:line="240" w:lineRule="auto"/>
        <w:ind w:right="0" w:firstLine="709"/>
      </w:pPr>
      <w:r w:rsidRPr="00BB2394">
        <w:t>24.14. Конкретные размеры повышения тарифных ставок (окладов) работников организаций системы образования (их подразделений), имеющих специальные (с особым режимом) классы, группы,  регулируются коллективными договорами, а их руководителей — устанавливаются вышестоящим управлением,  отделом  по согласованию с соответствующим комитетом отраслевого профсоюза.</w:t>
      </w:r>
    </w:p>
    <w:p w:rsidR="001422D0" w:rsidRPr="00BB2394" w:rsidRDefault="001422D0" w:rsidP="0056095E">
      <w:pPr>
        <w:pStyle w:val="BodyText"/>
        <w:spacing w:line="240" w:lineRule="auto"/>
        <w:ind w:right="0" w:firstLine="709"/>
      </w:pPr>
      <w:r w:rsidRPr="00BB2394">
        <w:t>24.15. Привлечение отдельных работников к работе в государственные праздники, выходные и праздничные дни допускается в случаях, предусмотренных законодательством, местными соглашениями, коллективными договорами, с согласия работника (за исключением случаев, предусмотренных статьей 143 Трудового кодекса) с оформлением приказа руководителя организации системы образования, в котором указываются основания привлечения к этой работе, сроки, условия оплаты и (или) предоставления другого дня отдыха в соответствии со статьей 69 Трудового кодекса.</w:t>
      </w:r>
    </w:p>
    <w:p w:rsidR="001422D0" w:rsidRPr="00BB2394" w:rsidRDefault="001422D0" w:rsidP="0056095E">
      <w:pPr>
        <w:pStyle w:val="BodyText"/>
        <w:spacing w:line="240" w:lineRule="auto"/>
        <w:ind w:right="0" w:firstLine="709"/>
      </w:pPr>
      <w:r w:rsidRPr="00BB2394">
        <w:t>24.16. За нарушение без уважительных причин сроков выплаты заработной платы, установленных коллективными договорами, соглашениями, уполномоченные должностные лица нанимателя несут ответственность в соответствии с законодательством.</w:t>
      </w:r>
    </w:p>
    <w:p w:rsidR="001422D0" w:rsidRPr="00BB2394" w:rsidRDefault="001422D0" w:rsidP="0056095E">
      <w:pPr>
        <w:pStyle w:val="BodyText"/>
        <w:spacing w:line="240" w:lineRule="auto"/>
        <w:ind w:right="0" w:firstLine="709"/>
      </w:pPr>
      <w:r w:rsidRPr="00BB2394">
        <w:t>Персональная ответственность руководителя организации системы образования за несвоевременность выплаты заработной платы работникам предусматривается в трудовом договоре (контракте), заключаемом с ним органом, уполномоченным управлять государственным имуществом.</w:t>
      </w:r>
    </w:p>
    <w:p w:rsidR="001422D0" w:rsidRPr="00BB2394" w:rsidRDefault="001422D0" w:rsidP="0056095E">
      <w:pPr>
        <w:pStyle w:val="BodyText"/>
        <w:spacing w:line="240" w:lineRule="auto"/>
        <w:ind w:right="0" w:firstLine="709"/>
      </w:pPr>
      <w:r w:rsidRPr="00BB2394">
        <w:t>24.17. Содействовать введению в штатные расписания учреждений дошкольного</w:t>
      </w:r>
      <w:r w:rsidRPr="00BB2394">
        <w:rPr>
          <w:lang w:val="be-BY"/>
        </w:rPr>
        <w:t>, общего среднего и дополнительного образования</w:t>
      </w:r>
      <w:r w:rsidRPr="00BB2394">
        <w:t xml:space="preserve"> детей </w:t>
      </w:r>
      <w:r w:rsidRPr="00BB2394">
        <w:br/>
        <w:t>и молодежи системы образования, которые имеют статус юридического лица, должностей инспектора по кадрам, юрисконсульта, инженера по охране труда.</w:t>
      </w:r>
    </w:p>
    <w:p w:rsidR="001422D0" w:rsidRPr="00BB2394" w:rsidRDefault="001422D0" w:rsidP="0056095E">
      <w:pPr>
        <w:pStyle w:val="BodyText"/>
        <w:spacing w:line="240" w:lineRule="auto"/>
        <w:ind w:right="0" w:firstLine="709"/>
      </w:pPr>
      <w:r w:rsidRPr="00BB2394">
        <w:t>24.18. В целях обеспечения в учреждениях образования своевременной и в полном объеме замены воспитателей дошкольного образования, воспитателей (далее – воспитатели) в период их временного отсутствия (временная нетрудоспособность, трудовой отпуск, повышение квалификации и другое) педагогические работники могут привлекаться к сверхурочной работе с оплатой в соответствии с законодательством.</w:t>
      </w:r>
    </w:p>
    <w:p w:rsidR="001422D0" w:rsidRPr="00BB2394" w:rsidRDefault="001422D0" w:rsidP="0056095E">
      <w:pPr>
        <w:pStyle w:val="BodyText"/>
        <w:spacing w:line="240" w:lineRule="auto"/>
        <w:ind w:right="0" w:firstLine="709"/>
      </w:pPr>
      <w:r w:rsidRPr="00BB2394">
        <w:t>На период отсутствия учителей по причине командировки, болезни, направления на курсы повышения квалификации, совмещающих работу с обучением, находящихся в трудовых отпусках в течение учебного года и в других случаях, предусмотренных законодательством, производится их замена. Оплата часов замены производится за фактически проведенные часы на основании приказа руководителя учреждения образования.</w:t>
      </w:r>
    </w:p>
    <w:p w:rsidR="001422D0" w:rsidRPr="00BB2394" w:rsidRDefault="001422D0" w:rsidP="0056095E">
      <w:pPr>
        <w:pStyle w:val="BodyText"/>
        <w:spacing w:line="240" w:lineRule="auto"/>
        <w:ind w:right="0" w:firstLine="709"/>
        <w:rPr>
          <w:spacing w:val="-4"/>
        </w:rPr>
      </w:pPr>
      <w:r w:rsidRPr="00BB2394">
        <w:rPr>
          <w:spacing w:val="-4"/>
        </w:rPr>
        <w:t>24.19. Рекомендовать нанимателям и профсоюзным комитетам постоянно анализировать уровень оплаты труда низкооплачиваемых категорий работников для своевременного принятия соответствующих мер.</w:t>
      </w:r>
    </w:p>
    <w:p w:rsidR="001422D0" w:rsidRPr="00BB2394" w:rsidRDefault="001422D0" w:rsidP="0056095E">
      <w:pPr>
        <w:widowControl w:val="0"/>
        <w:ind w:firstLine="709"/>
        <w:jc w:val="both"/>
        <w:rPr>
          <w:sz w:val="30"/>
          <w:szCs w:val="30"/>
          <w:lang w:val="be-BY"/>
        </w:rPr>
      </w:pPr>
      <w:r w:rsidRPr="00BB2394">
        <w:rPr>
          <w:sz w:val="30"/>
          <w:szCs w:val="30"/>
          <w:lang w:val="be-BY"/>
        </w:rPr>
        <w:t>24.20. </w:t>
      </w:r>
      <w:r w:rsidRPr="00BB2394">
        <w:rPr>
          <w:sz w:val="30"/>
          <w:szCs w:val="30"/>
        </w:rPr>
        <w:t xml:space="preserve">Работа учителей в шестой школьный день планируется </w:t>
      </w:r>
      <w:r w:rsidRPr="00BB2394">
        <w:rPr>
          <w:sz w:val="30"/>
          <w:szCs w:val="30"/>
        </w:rPr>
        <w:br/>
        <w:t>в соответствии с планами воспитательной, физкультурно-оздоровительной и спортивно-массовой работы, расписаниями работы объединений по интересам, спортивных секций, спортивных залов, факультативных, стимулирующих, поддерживающих занятий, консультаций, приказами руководителей</w:t>
      </w:r>
      <w:r w:rsidRPr="00BB2394">
        <w:rPr>
          <w:sz w:val="30"/>
          <w:szCs w:val="30"/>
          <w:lang w:val="be-BY"/>
        </w:rPr>
        <w:t>.</w:t>
      </w:r>
    </w:p>
    <w:p w:rsidR="001422D0" w:rsidRPr="00BB2394" w:rsidRDefault="001422D0" w:rsidP="0056095E">
      <w:pPr>
        <w:widowControl w:val="0"/>
        <w:ind w:firstLine="709"/>
        <w:jc w:val="both"/>
        <w:rPr>
          <w:sz w:val="30"/>
          <w:szCs w:val="30"/>
        </w:rPr>
      </w:pPr>
      <w:r w:rsidRPr="00BB2394">
        <w:rPr>
          <w:sz w:val="30"/>
          <w:szCs w:val="30"/>
        </w:rPr>
        <w:t>24.21. Рекомендовать руководителям организаций системы образования:</w:t>
      </w:r>
    </w:p>
    <w:p w:rsidR="001422D0" w:rsidRPr="00BB2394" w:rsidRDefault="001422D0" w:rsidP="0056095E">
      <w:pPr>
        <w:widowControl w:val="0"/>
        <w:ind w:firstLine="709"/>
        <w:jc w:val="both"/>
        <w:rPr>
          <w:sz w:val="30"/>
          <w:szCs w:val="30"/>
        </w:rPr>
      </w:pPr>
      <w:r w:rsidRPr="00BB2394">
        <w:rPr>
          <w:sz w:val="30"/>
          <w:szCs w:val="30"/>
        </w:rPr>
        <w:t xml:space="preserve">24.21.1. способствовать созданию условий педагогическим работникам для осуществления методической работы </w:t>
      </w:r>
      <w:r w:rsidRPr="00BB2394">
        <w:rPr>
          <w:sz w:val="30"/>
          <w:szCs w:val="30"/>
        </w:rPr>
        <w:br/>
        <w:t>и совершенствования научно-методического обеспечения преподавания учебных предметов (учебных дисциплин) и образовательного процесса в целом в порядке, определенном коллективным договором, соглашением и правилами внутреннего трудового распорядка;</w:t>
      </w:r>
    </w:p>
    <w:p w:rsidR="001422D0" w:rsidRPr="00BB2394" w:rsidRDefault="001422D0" w:rsidP="0056095E">
      <w:pPr>
        <w:pStyle w:val="BodyText"/>
        <w:spacing w:line="240" w:lineRule="auto"/>
        <w:ind w:right="0" w:firstLine="709"/>
        <w:outlineLvl w:val="0"/>
      </w:pPr>
      <w:r w:rsidRPr="00BB2394">
        <w:t>24.21.2</w:t>
      </w:r>
      <w:r w:rsidRPr="00BB2394">
        <w:rPr>
          <w:lang w:val="be-BY"/>
        </w:rPr>
        <w:t>.</w:t>
      </w:r>
      <w:r w:rsidRPr="00BB2394">
        <w:t xml:space="preserve"> устанавливать в порядке, определяемом коллективным договором, соглашением, дополнительные меры социальной защиты (оказание материальной помощи и т.д.) лицам, с которыми не планируется продолжение трудовых отношений при оптимизации сети учреждений образования, численности или штата работников </w:t>
      </w:r>
      <w:r w:rsidRPr="00BB2394">
        <w:br/>
        <w:t>и отсутствии оснований для выплаты выходного пособия.</w:t>
      </w:r>
    </w:p>
    <w:p w:rsidR="001422D0" w:rsidRPr="00BB2394" w:rsidRDefault="001422D0" w:rsidP="0056095E">
      <w:pPr>
        <w:pStyle w:val="BodyText"/>
        <w:spacing w:line="240" w:lineRule="auto"/>
        <w:ind w:right="0" w:firstLine="709"/>
        <w:rPr>
          <w:lang w:val="be-BY"/>
        </w:rPr>
      </w:pPr>
      <w:r w:rsidRPr="00BB2394">
        <w:rPr>
          <w:lang w:val="be-BY"/>
        </w:rPr>
        <w:t>24.22. Предусматривать в коллективных договорах (соглашениях) перечень категорий работников, для которых рабочий день может быть разделен на отдельные части с перерывами продолжительностью не менее двух часов, включая перерыв для отдыха и питания.</w:t>
      </w:r>
    </w:p>
    <w:p w:rsidR="001422D0" w:rsidRPr="0056095E" w:rsidRDefault="001422D0" w:rsidP="0056095E">
      <w:pPr>
        <w:pStyle w:val="BodyText"/>
        <w:spacing w:line="240" w:lineRule="auto"/>
        <w:ind w:right="0"/>
        <w:outlineLvl w:val="0"/>
        <w:rPr>
          <w:bCs/>
          <w:caps/>
          <w:lang w:val="be-BY"/>
        </w:rPr>
      </w:pPr>
    </w:p>
    <w:p w:rsidR="001422D0" w:rsidRPr="0056095E" w:rsidRDefault="001422D0" w:rsidP="0056095E">
      <w:pPr>
        <w:pStyle w:val="BodyText"/>
        <w:spacing w:line="240" w:lineRule="auto"/>
        <w:ind w:right="0" w:firstLine="709"/>
        <w:outlineLvl w:val="0"/>
        <w:rPr>
          <w:bCs/>
          <w:caps/>
        </w:rPr>
      </w:pPr>
      <w:r w:rsidRPr="0056095E">
        <w:rPr>
          <w:bCs/>
          <w:caps/>
        </w:rPr>
        <w:t>Правовое обеспечение трудовых отношений,</w:t>
      </w:r>
    </w:p>
    <w:p w:rsidR="001422D0" w:rsidRPr="0056095E" w:rsidRDefault="001422D0" w:rsidP="0056095E">
      <w:pPr>
        <w:pStyle w:val="BodyText"/>
        <w:spacing w:line="240" w:lineRule="auto"/>
        <w:ind w:right="0" w:firstLine="709"/>
        <w:outlineLvl w:val="0"/>
        <w:rPr>
          <w:bCs/>
          <w:caps/>
        </w:rPr>
      </w:pPr>
      <w:r w:rsidRPr="0056095E">
        <w:rPr>
          <w:bCs/>
          <w:caps/>
        </w:rPr>
        <w:t>развитие социального партнерства</w:t>
      </w:r>
    </w:p>
    <w:p w:rsidR="001422D0" w:rsidRPr="0056095E" w:rsidRDefault="001422D0" w:rsidP="0056095E">
      <w:pPr>
        <w:pStyle w:val="BodyText"/>
        <w:spacing w:line="240" w:lineRule="auto"/>
        <w:ind w:right="0" w:firstLine="709"/>
        <w:rPr>
          <w:caps/>
        </w:rPr>
      </w:pPr>
    </w:p>
    <w:p w:rsidR="001422D0" w:rsidRPr="00BB2394" w:rsidRDefault="001422D0" w:rsidP="0056095E">
      <w:pPr>
        <w:pStyle w:val="BodyText"/>
        <w:spacing w:line="240" w:lineRule="auto"/>
        <w:ind w:right="0" w:firstLine="709"/>
      </w:pPr>
      <w:r w:rsidRPr="00BB2394">
        <w:t>25. Главное управление обязуется:</w:t>
      </w:r>
    </w:p>
    <w:p w:rsidR="001422D0" w:rsidRPr="00BB2394" w:rsidRDefault="001422D0" w:rsidP="0056095E">
      <w:pPr>
        <w:pStyle w:val="BodyText"/>
        <w:spacing w:line="240" w:lineRule="auto"/>
        <w:ind w:right="0" w:firstLine="709"/>
      </w:pPr>
      <w:r w:rsidRPr="00BB2394">
        <w:t>25.1. Проводить консультации для руководителей управлений, отдела, организаций образования по вопросам законодательства о труде, заключения соглашений, коллективных договоров. Включать соответствующие темы в учебно-программную документацию соответствующих образовательных программ дополнительного образования взрослых.</w:t>
      </w:r>
    </w:p>
    <w:p w:rsidR="001422D0" w:rsidRPr="00BB2394" w:rsidRDefault="001422D0" w:rsidP="0056095E">
      <w:pPr>
        <w:pStyle w:val="BodyText"/>
        <w:spacing w:line="240" w:lineRule="auto"/>
        <w:ind w:right="0" w:firstLine="709"/>
      </w:pPr>
      <w:r w:rsidRPr="00BB2394">
        <w:t>25.2. Оперативно доводить до сведения руководителей управлений,  организаций образования изменения и дополнения, вносимые в нормативные правовые акты о труде, профессиональных союзах, социальном партнерстве.</w:t>
      </w:r>
    </w:p>
    <w:p w:rsidR="001422D0" w:rsidRPr="00BB2394" w:rsidRDefault="001422D0" w:rsidP="0056095E">
      <w:pPr>
        <w:pStyle w:val="BodyText"/>
        <w:spacing w:line="240" w:lineRule="auto"/>
        <w:ind w:right="0" w:firstLine="709"/>
      </w:pPr>
      <w:r w:rsidRPr="00BB2394">
        <w:t>25.3. При подготовке нормативных правовых актов, затрагивающих социально-экономические права работников системы образования, вопросы социальной защиты обучающихся, Соглашения, предоставлять возможность областному комитету принимать участие в разработке проектов указанных актов.</w:t>
      </w:r>
    </w:p>
    <w:p w:rsidR="001422D0" w:rsidRPr="00BB2394" w:rsidRDefault="001422D0" w:rsidP="0056095E">
      <w:pPr>
        <w:pStyle w:val="BodyText"/>
        <w:spacing w:line="240" w:lineRule="auto"/>
        <w:ind w:right="0" w:firstLine="709"/>
      </w:pPr>
      <w:r w:rsidRPr="00BB2394">
        <w:t>25.4. Представлять заблаговременно на рассмотрение в областной комитет для внесения предложений в проекты нормативных правовых актов, вносимых  в Правительство Республики Беларусь, и ведомственных нормативных правовых актов, затрагивающих трудовые, социально-экономические права и профессиональные интересы работников и обучающихся.</w:t>
      </w:r>
    </w:p>
    <w:p w:rsidR="001422D0" w:rsidRPr="00BB2394" w:rsidRDefault="001422D0" w:rsidP="0056095E">
      <w:pPr>
        <w:pStyle w:val="BodyText"/>
        <w:spacing w:line="240" w:lineRule="auto"/>
        <w:ind w:right="0" w:firstLine="709"/>
      </w:pPr>
      <w:r w:rsidRPr="00BB2394">
        <w:t>При подготовке проектов нормативных правовых актов учитывать положения Соглашения.</w:t>
      </w:r>
    </w:p>
    <w:p w:rsidR="001422D0" w:rsidRPr="00BB2394" w:rsidRDefault="001422D0" w:rsidP="0056095E">
      <w:pPr>
        <w:pStyle w:val="BodyText"/>
        <w:spacing w:line="240" w:lineRule="auto"/>
        <w:ind w:right="0" w:firstLine="709"/>
        <w:rPr>
          <w:spacing w:val="-4"/>
        </w:rPr>
      </w:pPr>
      <w:r w:rsidRPr="00BB2394">
        <w:rPr>
          <w:spacing w:val="-4"/>
        </w:rPr>
        <w:t>Рекомендовать управлениям, отделу,  организациям системы образования осуществлять аналогичный по отношению к соответствующим органам отраслевого профсоюза порядок подготовки, согласования проектов и издания локальных нормативных правовых актов, других правовых актов, затрагивающих трудовые, социально-экономические права и профессиональные интересы работников.</w:t>
      </w:r>
    </w:p>
    <w:p w:rsidR="001422D0" w:rsidRPr="00BB2394" w:rsidRDefault="001422D0" w:rsidP="0056095E">
      <w:pPr>
        <w:pStyle w:val="BodyText"/>
        <w:spacing w:line="240" w:lineRule="auto"/>
        <w:ind w:right="0" w:firstLine="709"/>
      </w:pPr>
      <w:r w:rsidRPr="00BB2394">
        <w:t>26. Областной комитет обязуется:</w:t>
      </w:r>
    </w:p>
    <w:p w:rsidR="001422D0" w:rsidRPr="00BB2394" w:rsidRDefault="001422D0" w:rsidP="0056095E">
      <w:pPr>
        <w:pStyle w:val="BodyText"/>
        <w:spacing w:line="240" w:lineRule="auto"/>
        <w:ind w:right="0" w:firstLine="709"/>
        <w:rPr>
          <w:lang w:val="be-BY"/>
        </w:rPr>
      </w:pPr>
      <w:r w:rsidRPr="00BB2394">
        <w:t xml:space="preserve">26.1. Оказывать помощь профсоюзному активу, управлениям, отделу, организациям системы образования в обучении кадров по вопросам законодательства о труде, профессиональных союзах, об охране труда, о социальном партнерстве, разработке локальных нормативных правовых актов, участвовать в совещаниях и семинарах, </w:t>
      </w:r>
      <w:r w:rsidRPr="00BB2394">
        <w:rPr>
          <w:lang w:val="be-BY"/>
        </w:rPr>
        <w:t>консультировать по соответствующим вопросам законодательства Республики Беларусь.</w:t>
      </w:r>
    </w:p>
    <w:p w:rsidR="001422D0" w:rsidRPr="00BB2394" w:rsidRDefault="001422D0" w:rsidP="0056095E">
      <w:pPr>
        <w:pStyle w:val="BodyText"/>
        <w:spacing w:line="240" w:lineRule="auto"/>
        <w:ind w:right="0" w:firstLine="709"/>
      </w:pPr>
      <w:r w:rsidRPr="00BB2394">
        <w:t>26.2. Организовывать и координировать работу правовых и технических инспекций труда отраслевого профсоюза, осуществлять общественный контроль за соблюдением законодательства о труде, об охране труда в организациях системы образования. При необходимости информировать Главное управление,  управления, отдел,  нанимателей об итогах проверок. Участвовать в проведении комплексных проверок по соблюдению законодательства о труде, об охране труда совместно с Департаментом государственной инспекции труда.</w:t>
      </w:r>
    </w:p>
    <w:p w:rsidR="001422D0" w:rsidRPr="00BB2394" w:rsidRDefault="001422D0" w:rsidP="0056095E">
      <w:pPr>
        <w:pStyle w:val="BodyText"/>
        <w:spacing w:line="240" w:lineRule="auto"/>
        <w:ind w:right="0" w:firstLine="709"/>
      </w:pPr>
      <w:r w:rsidRPr="00BB2394">
        <w:t>26.3. Осуществлять защиту прав и законных интересов членов отраслевого профсоюза, консультировать их по вопросам законодательства о труде, давать мотивированные ответы на жалобы, заявления, рассматривать предложения. В соответствии с законодательством по просьбе членов профсоюза обращаться в суд с исковыми заявлениями в защиту их трудовых и социально-экономических прав, представлять в суде их интересы.</w:t>
      </w:r>
    </w:p>
    <w:p w:rsidR="001422D0" w:rsidRPr="00BB2394" w:rsidRDefault="001422D0" w:rsidP="0056095E">
      <w:pPr>
        <w:pStyle w:val="BodyText"/>
        <w:spacing w:line="240" w:lineRule="auto"/>
        <w:ind w:right="0" w:firstLine="709"/>
      </w:pPr>
      <w:r w:rsidRPr="00BB2394">
        <w:t>26.4. В помощь управлениям, руководителям и профсоюзному активу организаций системы образования разрабатывать, принимать участие в разработке рекомендаций по вопросам применения законодательства о труде.</w:t>
      </w:r>
    </w:p>
    <w:p w:rsidR="001422D0" w:rsidRPr="00BB2394" w:rsidRDefault="001422D0" w:rsidP="0056095E">
      <w:pPr>
        <w:pStyle w:val="BodyText"/>
        <w:spacing w:line="240" w:lineRule="auto"/>
        <w:ind w:right="0" w:firstLine="709"/>
      </w:pPr>
      <w:r w:rsidRPr="00BB2394">
        <w:t>26.5. </w:t>
      </w:r>
      <w:r w:rsidRPr="00BB2394">
        <w:rPr>
          <w:lang w:val="be-BY"/>
        </w:rPr>
        <w:t>Разрабатывать рекомендации по вопросам применения законодательства о труде, вносить в данные рекомендации изменения и дополнения для использования в работе профактива</w:t>
      </w:r>
      <w:r w:rsidRPr="00BB2394">
        <w:t>.</w:t>
      </w:r>
    </w:p>
    <w:p w:rsidR="001422D0" w:rsidRPr="00BB2394" w:rsidRDefault="001422D0" w:rsidP="0056095E">
      <w:pPr>
        <w:pStyle w:val="BodyText"/>
        <w:spacing w:line="240" w:lineRule="auto"/>
        <w:ind w:right="0" w:firstLine="567"/>
      </w:pPr>
      <w:r w:rsidRPr="00BB2394">
        <w:t xml:space="preserve">26.6. Принимать участие в экспертизе проектов законов Республики Беларусь, декретов, указов Президента Республики Беларусь, постановлений Правительства Республики Беларусь, приказов, инструктивных писем Министерства по вопросам, затрагивающим трудовые и социально-экономические права и законные интересы работников организаций системы образования. </w:t>
      </w:r>
    </w:p>
    <w:p w:rsidR="001422D0" w:rsidRPr="00BB2394" w:rsidRDefault="001422D0" w:rsidP="0056095E">
      <w:pPr>
        <w:pStyle w:val="BodyText"/>
        <w:spacing w:line="240" w:lineRule="auto"/>
        <w:ind w:right="0" w:firstLine="567"/>
      </w:pPr>
      <w:r w:rsidRPr="00BB2394">
        <w:t xml:space="preserve"> 26.7. Производить единовременную выплату в размере 30 базовых величин победителям республиканского конкурса профессионального мастерства педагогов не позднее одного года после подведения итогов конкурса.</w:t>
      </w:r>
    </w:p>
    <w:p w:rsidR="001422D0" w:rsidRPr="00BB2394" w:rsidRDefault="001422D0" w:rsidP="0056095E">
      <w:pPr>
        <w:pStyle w:val="BodyText"/>
        <w:spacing w:line="240" w:lineRule="auto"/>
        <w:ind w:right="0" w:firstLine="709"/>
      </w:pPr>
      <w:r w:rsidRPr="00BB2394">
        <w:t>27. Стороны пришли к соглашению:</w:t>
      </w:r>
    </w:p>
    <w:p w:rsidR="001422D0" w:rsidRPr="00BB2394" w:rsidRDefault="001422D0" w:rsidP="0056095E">
      <w:pPr>
        <w:pStyle w:val="BodyText"/>
        <w:spacing w:line="240" w:lineRule="auto"/>
        <w:ind w:right="0" w:firstLine="709"/>
      </w:pPr>
      <w:r w:rsidRPr="00BB2394">
        <w:t>27.1. Локальные нормативные правовые акты по вопросам оплаты, нормирования и охраны труда, трудовых правоотношений и другим вопросам, касающимся трудовых, социально-экономических прав работников организаций системы образования, принимаются управлениями, нанимателями или уполномоченными  должностными лицами нанимателя  организаций системы образования по согласованию с соответствующими комитетами отраслевого профсоюза.</w:t>
      </w:r>
    </w:p>
    <w:p w:rsidR="001422D0" w:rsidRPr="00BB2394" w:rsidRDefault="001422D0" w:rsidP="0056095E">
      <w:pPr>
        <w:pStyle w:val="BodyText"/>
        <w:spacing w:line="240" w:lineRule="auto"/>
        <w:ind w:right="0" w:firstLine="709"/>
      </w:pPr>
      <w:r w:rsidRPr="00BB2394">
        <w:t xml:space="preserve">27.2. Обеспечить возможность участия в семинарах, совещаниях, проводимых одной из </w:t>
      </w:r>
      <w:r w:rsidRPr="00BB2394">
        <w:rPr>
          <w:caps/>
        </w:rPr>
        <w:t>с</w:t>
      </w:r>
      <w:r w:rsidRPr="00BB2394">
        <w:t>торон по вопросам, касающимся трудовых, социально-экономических прав и профессиональных интересов работников организаций системы образования, представителей другой Стороны.</w:t>
      </w:r>
    </w:p>
    <w:p w:rsidR="001422D0" w:rsidRPr="00BB2394" w:rsidRDefault="001422D0" w:rsidP="0056095E">
      <w:pPr>
        <w:pStyle w:val="BodyText"/>
        <w:spacing w:line="240" w:lineRule="auto"/>
        <w:ind w:right="0" w:firstLine="709"/>
      </w:pPr>
      <w:r w:rsidRPr="00BB2394">
        <w:t xml:space="preserve">27.3. Систематически проводить встречи представителей отраслевого профсоюза с педагогическими работниками в государственных учреждениях образования </w:t>
      </w:r>
      <w:r w:rsidRPr="00BB2394">
        <w:rPr>
          <w:lang w:val="be-BY"/>
        </w:rPr>
        <w:t>”</w:t>
      </w:r>
      <w:r w:rsidRPr="00BB2394">
        <w:t>Академия последипломного образования</w:t>
      </w:r>
      <w:r w:rsidRPr="00BB2394">
        <w:rPr>
          <w:lang w:val="be-BY"/>
        </w:rPr>
        <w:t>“</w:t>
      </w:r>
      <w:r w:rsidRPr="00BB2394">
        <w:t>,  «Минский областной  институт развития образования»  по вопросам реализации законодательства о труде, об охране труда, социальном партнерстве в системе образования. Обеспечивать оперативное информирование работников организаций системы образования о принимаемых мерах по улучшению их социально-экономического положения.</w:t>
      </w:r>
    </w:p>
    <w:p w:rsidR="001422D0" w:rsidRPr="00BB2394" w:rsidRDefault="001422D0" w:rsidP="0056095E">
      <w:pPr>
        <w:pStyle w:val="BodyText"/>
        <w:spacing w:line="240" w:lineRule="auto"/>
        <w:ind w:right="0" w:firstLine="709"/>
        <w:rPr>
          <w:spacing w:val="-4"/>
        </w:rPr>
      </w:pPr>
      <w:r w:rsidRPr="00BB2394">
        <w:rPr>
          <w:spacing w:val="-4"/>
        </w:rPr>
        <w:t xml:space="preserve">27.4. Не реже одного раза в год проводить совместные мониторинги практики применения и соблюдения законодательства о труде, об охране труда, в том числе в части аттестации педагогических работников, в организациях системы образования по предложению </w:t>
      </w:r>
      <w:r w:rsidRPr="00BB2394">
        <w:rPr>
          <w:caps/>
          <w:spacing w:val="-4"/>
        </w:rPr>
        <w:t>с</w:t>
      </w:r>
      <w:r w:rsidRPr="00BB2394">
        <w:rPr>
          <w:spacing w:val="-4"/>
        </w:rPr>
        <w:t>торон с последующим рассмотрением итогов на заседаниях президиума областного комитета  с участием соответствующих служб Главного управления.</w:t>
      </w:r>
    </w:p>
    <w:p w:rsidR="001422D0" w:rsidRPr="00BB2394" w:rsidRDefault="001422D0" w:rsidP="0056095E">
      <w:pPr>
        <w:pStyle w:val="BodyText"/>
        <w:spacing w:line="240" w:lineRule="auto"/>
        <w:ind w:right="0" w:firstLine="709"/>
        <w:rPr>
          <w:spacing w:val="-4"/>
        </w:rPr>
      </w:pPr>
      <w:r w:rsidRPr="00BB2394">
        <w:rPr>
          <w:spacing w:val="-4"/>
        </w:rPr>
        <w:t>По итогам изучения работниками областного комитета состояния социального партнерства, соблюдения законодательства о труде, об охране труда в организациях системы образования соответствующих регионов,  проводить совместные заседания президиума областного комитета и коллегий управлений, отдела, советов учреждений образования.</w:t>
      </w:r>
    </w:p>
    <w:p w:rsidR="001422D0" w:rsidRPr="00BB2394" w:rsidRDefault="001422D0" w:rsidP="0056095E">
      <w:pPr>
        <w:pStyle w:val="BodyText"/>
        <w:spacing w:line="240" w:lineRule="auto"/>
        <w:ind w:right="0" w:firstLine="709"/>
        <w:rPr>
          <w:spacing w:val="-4"/>
        </w:rPr>
      </w:pPr>
      <w:r w:rsidRPr="00BB2394">
        <w:rPr>
          <w:spacing w:val="-4"/>
          <w:lang w:val="be-BY"/>
        </w:rPr>
        <w:t xml:space="preserve">Установить, что наниматели </w:t>
      </w:r>
      <w:r w:rsidRPr="00BB2394">
        <w:rPr>
          <w:spacing w:val="-4"/>
        </w:rPr>
        <w:t>осуществляют беспрепятственный допуск представителей отраслевого профсоюза в организации системы образования для осуществления общественного контроля за соблюдением законодательства о труде, об охране труда, профсоюзах, выполнением коллективного договора (соглашения) в форме проверок, мероприятий по наблюдению, анализу, мониторингу, иных формах, не связанных с проведением проверок, и для расследования несчастных случаев и профессиональных заболеваний в соответствии с законодательством.</w:t>
      </w:r>
    </w:p>
    <w:p w:rsidR="001422D0" w:rsidRPr="00BB2394" w:rsidRDefault="001422D0" w:rsidP="0056095E">
      <w:pPr>
        <w:widowControl w:val="0"/>
        <w:ind w:firstLine="708"/>
        <w:jc w:val="both"/>
        <w:rPr>
          <w:sz w:val="30"/>
          <w:szCs w:val="30"/>
          <w:lang w:val="be-BY"/>
        </w:rPr>
      </w:pPr>
      <w:r w:rsidRPr="00BB2394">
        <w:rPr>
          <w:sz w:val="30"/>
          <w:szCs w:val="30"/>
        </w:rPr>
        <w:t xml:space="preserve">27.5. Совершенствовать порядок проведения аттестации педагогических работников организаций системы образования на основе мониторинга практики применения Инструкции </w:t>
      </w:r>
      <w:r w:rsidRPr="00BB2394">
        <w:rPr>
          <w:sz w:val="30"/>
          <w:szCs w:val="30"/>
          <w:lang w:val="be-BY"/>
        </w:rPr>
        <w:t>о порядке проведения аттестации педагогических работников системы Министерства (кроме педагогических работников из числа профессорско-преподавательского состава учреждений высшего образования) (далее – Инструкция)</w:t>
      </w:r>
      <w:r w:rsidRPr="00BB2394">
        <w:rPr>
          <w:sz w:val="30"/>
          <w:szCs w:val="30"/>
        </w:rPr>
        <w:t>.</w:t>
      </w:r>
    </w:p>
    <w:p w:rsidR="001422D0" w:rsidRPr="00BB2394" w:rsidRDefault="001422D0" w:rsidP="0056095E">
      <w:pPr>
        <w:pStyle w:val="BodyText"/>
        <w:spacing w:line="240" w:lineRule="auto"/>
        <w:ind w:right="0" w:firstLine="709"/>
      </w:pPr>
      <w:r w:rsidRPr="00BB2394">
        <w:t>Присвоение квалификационных категорий отдельным специалистам организаций системы образования (работники культуры, физической культуры и спорта, медицинские работники и др.) осуществляются в соответствии с законодательством.</w:t>
      </w:r>
    </w:p>
    <w:p w:rsidR="001422D0" w:rsidRPr="00BB2394" w:rsidRDefault="001422D0" w:rsidP="0056095E">
      <w:pPr>
        <w:pStyle w:val="BodyText"/>
        <w:spacing w:line="240" w:lineRule="auto"/>
        <w:ind w:right="0" w:firstLine="709"/>
        <w:rPr>
          <w:spacing w:val="-6"/>
        </w:rPr>
      </w:pPr>
      <w:r w:rsidRPr="00BB2394">
        <w:rPr>
          <w:spacing w:val="-6"/>
        </w:rPr>
        <w:t>27.6. Наниматель имеет право в порядке, предусмотренном статьей 32 Трудового кодекса, в связи с обоснованными производственными, организационными или экономическими причинами изменить существенные условия труда работника (система оплаты труда, режим рабочего времени, распределение объёма педагогической работы, разряд, установление или отмену неполного рабочего времени, изменение гарантий, уменьшение размеров оплаты труда, а также других условий, устанавливаемых в соответствии с Трудовым кодексом) при продолжении им работы по той же специальности, квалификации или должности, определенных в трудовом договоре (контракте),  по согласованию с комитетом отраслевого профсоюза. Наниматель обязан предупредить работника об изменении существенных условий труда письменно не позднее чем за один месяц.</w:t>
      </w:r>
    </w:p>
    <w:p w:rsidR="001422D0" w:rsidRPr="00BB2394" w:rsidRDefault="001422D0" w:rsidP="0056095E">
      <w:pPr>
        <w:pStyle w:val="BodyText"/>
        <w:spacing w:line="240" w:lineRule="auto"/>
        <w:ind w:right="0" w:firstLine="709"/>
        <w:rPr>
          <w:spacing w:val="-6"/>
        </w:rPr>
      </w:pPr>
      <w:r w:rsidRPr="00BB2394">
        <w:rPr>
          <w:spacing w:val="-6"/>
          <w:lang w:val="be-BY"/>
        </w:rPr>
        <w:t>Рекомендовать руководителям учреждений образования предупреждать за один месяц педагогических работников, подлежащих обязательной аттестации, о возможном изменении существенных условий труда в случае неподтверждения имеющейся категории по итогам аттестации.</w:t>
      </w:r>
    </w:p>
    <w:p w:rsidR="001422D0" w:rsidRPr="00BB2394" w:rsidRDefault="001422D0" w:rsidP="0056095E">
      <w:pPr>
        <w:pStyle w:val="BodyText"/>
        <w:spacing w:line="240" w:lineRule="auto"/>
        <w:ind w:right="0" w:firstLine="709"/>
      </w:pPr>
      <w:r w:rsidRPr="00BB2394">
        <w:t>В целях обеспечения прав работников на оперативное рассмотрение индивидуальных трудовых споров признать необходимым создание в организациях системы образования комиссий по трудовым спорам.</w:t>
      </w:r>
    </w:p>
    <w:p w:rsidR="001422D0" w:rsidRPr="00BB2394" w:rsidRDefault="001422D0" w:rsidP="0056095E">
      <w:pPr>
        <w:pStyle w:val="BodyText"/>
        <w:spacing w:line="240" w:lineRule="auto"/>
        <w:ind w:right="0" w:firstLine="709"/>
      </w:pPr>
      <w:r w:rsidRPr="00BB2394">
        <w:t>27.7. Работник имеет право на получение от нанимателя информации, касающейся трудовых и связанных с ними отношений, в том числе на получение по письменному заявлению документов о его работе, заработной плате, предусмотренных законодательством, и в установленные им сроки.</w:t>
      </w:r>
    </w:p>
    <w:p w:rsidR="001422D0" w:rsidRPr="00BB2394" w:rsidRDefault="001422D0" w:rsidP="0056095E">
      <w:pPr>
        <w:pStyle w:val="ListParagraph"/>
        <w:widowControl w:val="0"/>
        <w:ind w:left="0" w:firstLine="709"/>
        <w:jc w:val="both"/>
        <w:rPr>
          <w:spacing w:val="-4"/>
          <w:sz w:val="30"/>
          <w:szCs w:val="30"/>
          <w:lang w:val="be-BY"/>
        </w:rPr>
      </w:pPr>
      <w:r w:rsidRPr="00BB2394">
        <w:rPr>
          <w:spacing w:val="-4"/>
          <w:sz w:val="30"/>
          <w:szCs w:val="30"/>
        </w:rPr>
        <w:t>27.8. </w:t>
      </w:r>
      <w:r w:rsidRPr="00BB2394">
        <w:rPr>
          <w:spacing w:val="-4"/>
          <w:sz w:val="30"/>
          <w:szCs w:val="30"/>
          <w:lang w:val="be-BY"/>
        </w:rPr>
        <w:t xml:space="preserve">Наниматели предусматривают в коллективных договорах случаи и (или) основания предоставления гарантий работникам, успешно </w:t>
      </w:r>
      <w:r w:rsidRPr="00BB2394">
        <w:rPr>
          <w:spacing w:val="-4"/>
          <w:sz w:val="30"/>
          <w:szCs w:val="30"/>
        </w:rPr>
        <w:t xml:space="preserve">осваивающим содержание образовательных программ, при получении среднего специального и высшего образования в вечерней или заочной форме получения образования по направлению нанимателя либо в соответствии с заключенными с ними договорами в сфере образования (в соответствии со статьей 59 Кодекса Республики Беларусь об образовании) , предусмотренные статьями 215 и 216 Трудового кодекса; при </w:t>
      </w:r>
      <w:r w:rsidRPr="00BB2394">
        <w:rPr>
          <w:spacing w:val="-4"/>
          <w:sz w:val="30"/>
          <w:szCs w:val="30"/>
          <w:lang w:val="be-BY"/>
        </w:rPr>
        <w:t xml:space="preserve">обучении в </w:t>
      </w:r>
      <w:r w:rsidRPr="00BB2394">
        <w:rPr>
          <w:spacing w:val="-4"/>
          <w:sz w:val="30"/>
          <w:szCs w:val="30"/>
        </w:rPr>
        <w:t>учреждениях образования, организациях, реализующих образовательные программы послевузовского образования и дополнительного образования взрослых, в вечерней или заочной форме получения образования, в соответствии со статьей 220</w:t>
      </w:r>
      <w:r w:rsidRPr="00BB2394">
        <w:rPr>
          <w:spacing w:val="-4"/>
          <w:sz w:val="30"/>
          <w:szCs w:val="30"/>
          <w:vertAlign w:val="superscript"/>
        </w:rPr>
        <w:t>1</w:t>
      </w:r>
      <w:r w:rsidRPr="00BB2394">
        <w:rPr>
          <w:spacing w:val="-4"/>
          <w:sz w:val="30"/>
          <w:szCs w:val="30"/>
        </w:rPr>
        <w:t xml:space="preserve"> Трудового кодекса</w:t>
      </w:r>
      <w:r w:rsidRPr="00BB2394">
        <w:rPr>
          <w:spacing w:val="-4"/>
          <w:sz w:val="30"/>
          <w:szCs w:val="30"/>
          <w:lang w:val="be-BY"/>
        </w:rPr>
        <w:t>.</w:t>
      </w:r>
    </w:p>
    <w:p w:rsidR="001422D0" w:rsidRPr="00BB2394" w:rsidRDefault="001422D0" w:rsidP="0056095E">
      <w:pPr>
        <w:pStyle w:val="ConsPlusNormal"/>
        <w:ind w:firstLine="708"/>
        <w:jc w:val="both"/>
        <w:rPr>
          <w:rFonts w:ascii="Times New Roman" w:hAnsi="Times New Roman" w:cs="Times New Roman"/>
          <w:sz w:val="30"/>
          <w:szCs w:val="30"/>
        </w:rPr>
      </w:pPr>
      <w:r w:rsidRPr="00BB2394">
        <w:rPr>
          <w:rFonts w:ascii="Times New Roman" w:hAnsi="Times New Roman" w:cs="Times New Roman"/>
          <w:sz w:val="30"/>
          <w:szCs w:val="30"/>
          <w:lang w:val="be-BY"/>
        </w:rPr>
        <w:t>В случае отсутствия оснований</w:t>
      </w:r>
      <w:r w:rsidRPr="00BB2394">
        <w:rPr>
          <w:rFonts w:ascii="Times New Roman" w:hAnsi="Times New Roman" w:cs="Times New Roman"/>
          <w:sz w:val="30"/>
          <w:szCs w:val="30"/>
        </w:rPr>
        <w:t>, предусмотренных коллективным или трудовым договором, наниматель предоставляет отпуска без сохранения заработной платы продолжительностью, предусмотренной законодательством о труде.</w:t>
      </w:r>
    </w:p>
    <w:p w:rsidR="001422D0" w:rsidRPr="00BB2394" w:rsidRDefault="001422D0" w:rsidP="0056095E">
      <w:pPr>
        <w:pStyle w:val="BodyText"/>
        <w:spacing w:line="240" w:lineRule="auto"/>
        <w:ind w:right="0" w:firstLine="709"/>
      </w:pPr>
      <w:r w:rsidRPr="00BB2394">
        <w:t>27.9. Предоставлять трудовой отпуск по желанию работника в летнее или другое удобное время в соответствии с законодательством о труде, а также в других случаях, предусмотренных коллективным или трудовым договором.</w:t>
      </w:r>
    </w:p>
    <w:p w:rsidR="001422D0" w:rsidRPr="00BB2394" w:rsidRDefault="001422D0" w:rsidP="0056095E">
      <w:pPr>
        <w:pStyle w:val="BodyText"/>
        <w:spacing w:line="240" w:lineRule="auto"/>
        <w:ind w:right="0" w:firstLine="709"/>
      </w:pPr>
      <w:r w:rsidRPr="00BB2394">
        <w:t>27.10. При наличии у работника путевки на санаторно-курортное лечение в течение учебного года в период, не совпадающий с трудовым отпуском, предоставлять ему трудовой отпуск, а в случае его использования — отпуск без сохранения заработной платы.</w:t>
      </w:r>
    </w:p>
    <w:p w:rsidR="001422D0" w:rsidRPr="00BB2394" w:rsidRDefault="001422D0" w:rsidP="0056095E">
      <w:pPr>
        <w:pStyle w:val="BodyText"/>
        <w:spacing w:line="240" w:lineRule="auto"/>
        <w:ind w:right="0" w:firstLine="709"/>
      </w:pPr>
      <w:r w:rsidRPr="00BB2394">
        <w:t>27.11. Наниматель не вправе принудить работника без его согласия к уходу в отпуск без сохранения заработной платы.</w:t>
      </w:r>
    </w:p>
    <w:p w:rsidR="001422D0" w:rsidRPr="00BB2394" w:rsidRDefault="001422D0" w:rsidP="0056095E">
      <w:pPr>
        <w:pStyle w:val="BodyText"/>
        <w:spacing w:line="240" w:lineRule="auto"/>
        <w:ind w:right="0" w:firstLine="709"/>
      </w:pPr>
      <w:r w:rsidRPr="00BB2394">
        <w:t xml:space="preserve">27.12. По письменной просьбе работника (в случаях, указанных </w:t>
      </w:r>
      <w:r w:rsidRPr="00BB2394">
        <w:br/>
        <w:t>в коллективных договорах, соглашениях) наниматель предоставляет ему отпуск по следующим семейно-бытовым причинам продолжительностью, указанной в коллективных договорах, соглашениях:</w:t>
      </w:r>
    </w:p>
    <w:p w:rsidR="001422D0" w:rsidRPr="00BB2394" w:rsidRDefault="001422D0" w:rsidP="0056095E">
      <w:pPr>
        <w:pStyle w:val="BodyText"/>
        <w:spacing w:line="240" w:lineRule="auto"/>
        <w:ind w:right="0" w:firstLine="709"/>
      </w:pPr>
      <w:r w:rsidRPr="00BB2394">
        <w:t>необходимость прохождения лечения в лечебно-профилактических и оздоровительных учреждениях;</w:t>
      </w:r>
    </w:p>
    <w:p w:rsidR="001422D0" w:rsidRPr="00BB2394" w:rsidRDefault="001422D0" w:rsidP="0056095E">
      <w:pPr>
        <w:pStyle w:val="BodyText"/>
        <w:spacing w:line="240" w:lineRule="auto"/>
        <w:ind w:right="0" w:firstLine="709"/>
      </w:pPr>
      <w:r w:rsidRPr="00BB2394">
        <w:t>необходимость ухода за больным членом семьи (родители, дети, родные братья, сестры) на основании заключения медицинского учреждения, а также сопровождения его на лечение;</w:t>
      </w:r>
    </w:p>
    <w:p w:rsidR="001422D0" w:rsidRPr="00BB2394" w:rsidRDefault="001422D0" w:rsidP="0056095E">
      <w:pPr>
        <w:pStyle w:val="BodyText"/>
        <w:spacing w:line="240" w:lineRule="auto"/>
        <w:ind w:right="0" w:firstLine="709"/>
      </w:pPr>
      <w:r w:rsidRPr="00BB2394">
        <w:t>смерть члена семьи, близкого родственника;</w:t>
      </w:r>
    </w:p>
    <w:p w:rsidR="001422D0" w:rsidRPr="00BB2394" w:rsidRDefault="001422D0" w:rsidP="0056095E">
      <w:pPr>
        <w:pStyle w:val="BodyText"/>
        <w:spacing w:line="240" w:lineRule="auto"/>
        <w:ind w:right="0" w:firstLine="709"/>
      </w:pPr>
      <w:r w:rsidRPr="00BB2394">
        <w:t>бракосочетание самого работника, его детей, внуков;</w:t>
      </w:r>
    </w:p>
    <w:p w:rsidR="001422D0" w:rsidRPr="00BB2394" w:rsidRDefault="001422D0" w:rsidP="0056095E">
      <w:pPr>
        <w:pStyle w:val="BodyText"/>
        <w:spacing w:line="240" w:lineRule="auto"/>
        <w:ind w:right="0" w:firstLine="709"/>
      </w:pPr>
      <w:r w:rsidRPr="00BB2394">
        <w:t>рождение детей, внуков;</w:t>
      </w:r>
    </w:p>
    <w:p w:rsidR="001422D0" w:rsidRPr="00BB2394" w:rsidRDefault="001422D0" w:rsidP="0056095E">
      <w:pPr>
        <w:pStyle w:val="BodyText"/>
        <w:spacing w:line="240" w:lineRule="auto"/>
        <w:ind w:right="0" w:firstLine="709"/>
      </w:pPr>
      <w:r w:rsidRPr="00BB2394">
        <w:t>а также для работы над диссертацией, для подготовки методических пособий и учебников;</w:t>
      </w:r>
    </w:p>
    <w:p w:rsidR="001422D0" w:rsidRPr="00BB2394" w:rsidRDefault="001422D0" w:rsidP="0056095E">
      <w:pPr>
        <w:pStyle w:val="BodyText"/>
        <w:spacing w:line="240" w:lineRule="auto"/>
        <w:ind w:right="0" w:firstLine="709"/>
      </w:pPr>
      <w:r w:rsidRPr="00BB2394">
        <w:t>иные случаи, предусмотренные в коллективных договорах, соглашениях.</w:t>
      </w:r>
    </w:p>
    <w:p w:rsidR="001422D0" w:rsidRPr="00BB2394" w:rsidRDefault="001422D0" w:rsidP="0056095E">
      <w:pPr>
        <w:pStyle w:val="BodyText"/>
        <w:spacing w:line="240" w:lineRule="auto"/>
        <w:ind w:right="0" w:firstLine="709"/>
        <w:rPr>
          <w:lang w:val="be-BY"/>
        </w:rPr>
      </w:pPr>
      <w:r w:rsidRPr="00BB2394">
        <w:rPr>
          <w:lang w:val="be-BY"/>
        </w:rPr>
        <w:t>Беременным женщинам по их желанию предоставляется трудовой отпуск в полном объеме независимо от периода работы перед отпуском по беременности и родам и (или) после него, отпуска по уходу за ребенком до достижения им возраста трех лет.</w:t>
      </w:r>
    </w:p>
    <w:p w:rsidR="001422D0" w:rsidRPr="00BB2394" w:rsidRDefault="001422D0" w:rsidP="0056095E">
      <w:pPr>
        <w:pStyle w:val="BodyText"/>
        <w:spacing w:line="240" w:lineRule="auto"/>
        <w:ind w:right="0" w:firstLine="709"/>
      </w:pPr>
      <w:r w:rsidRPr="00BB2394">
        <w:rPr>
          <w:lang w:val="be-BY"/>
        </w:rPr>
        <w:t>Матери (мачехе) или отцу (отчиму), опекуну, (попечителю) воспитывающей (воспитывающему) двоих и более детей в возрасте до шестнадцати лет, по ее (его) заявлению предоставляется один дополнительный свободный от работы день. В коллективном договоре, ином локальном нормативном правовом акте может предусматриваться оплата при предоставлении указанного дня.</w:t>
      </w:r>
    </w:p>
    <w:p w:rsidR="001422D0" w:rsidRPr="00BB2394" w:rsidRDefault="001422D0" w:rsidP="0056095E">
      <w:pPr>
        <w:pStyle w:val="BodyText"/>
        <w:spacing w:line="240" w:lineRule="auto"/>
        <w:ind w:right="0" w:firstLine="709"/>
      </w:pPr>
      <w:r w:rsidRPr="00BB2394">
        <w:t>27.13.</w:t>
      </w:r>
      <w:r w:rsidRPr="00BB2394">
        <w:rPr>
          <w:lang w:val="be-BY"/>
        </w:rPr>
        <w:t> </w:t>
      </w:r>
      <w:r w:rsidRPr="00BB2394">
        <w:t>При формировании делегаций, выезжающих на международные конференции, совещания по вопросам социального статуса педагогических кадров, совершенствования их профессионального мастерства, включать в их состав представителей другой Стороны.</w:t>
      </w:r>
    </w:p>
    <w:p w:rsidR="001422D0" w:rsidRPr="00BB2394" w:rsidRDefault="001422D0" w:rsidP="0056095E">
      <w:pPr>
        <w:pStyle w:val="BodyText"/>
        <w:spacing w:line="240" w:lineRule="auto"/>
        <w:ind w:right="0" w:firstLine="709"/>
      </w:pPr>
      <w:r w:rsidRPr="00BB2394">
        <w:t xml:space="preserve">27.14. Проводить по инициативе одной из </w:t>
      </w:r>
      <w:r w:rsidRPr="00BB2394">
        <w:rPr>
          <w:caps/>
        </w:rPr>
        <w:t>с</w:t>
      </w:r>
      <w:r w:rsidRPr="00BB2394">
        <w:t>торон двухсторонние консультации по вопросам разработки и реализации социально-экономической политики в системе образования; предварительное обсуждение проектов законов, иных нормативных правовых актов в области трудовых, социально-экономических отношений, государственных и отраслевых программ в сфере образования, труда, занятости, социального, пенсионного обеспечения и др.</w:t>
      </w:r>
    </w:p>
    <w:p w:rsidR="001422D0" w:rsidRPr="00BB2394" w:rsidRDefault="001422D0" w:rsidP="0056095E">
      <w:pPr>
        <w:widowControl w:val="0"/>
        <w:ind w:firstLine="709"/>
        <w:jc w:val="both"/>
        <w:rPr>
          <w:sz w:val="30"/>
          <w:szCs w:val="30"/>
        </w:rPr>
      </w:pPr>
      <w:r w:rsidRPr="00BB2394">
        <w:rPr>
          <w:sz w:val="30"/>
          <w:szCs w:val="30"/>
        </w:rPr>
        <w:t>27.15. По письменной просьбе учителя (преподавателя) учреждения</w:t>
      </w:r>
      <w:r w:rsidRPr="00BB2394">
        <w:rPr>
          <w:sz w:val="30"/>
          <w:szCs w:val="30"/>
          <w:lang w:val="be-BY"/>
        </w:rPr>
        <w:t xml:space="preserve"> общего среднего,</w:t>
      </w:r>
      <w:r w:rsidRPr="00BB2394">
        <w:rPr>
          <w:sz w:val="30"/>
          <w:szCs w:val="30"/>
        </w:rPr>
        <w:t xml:space="preserve"> профессионально-технического, среднего специального образования по истечении отпуска по уходу за ребенком до достижения им возраста трех лет в период летних каникул нанимателем может быть предоставлен ему отпуск по семейно-бытовым причинам продолжительностью, указанной в коллективных договорах, соглашениях, но не позднее начала нового учебного года (1 сентября).</w:t>
      </w:r>
    </w:p>
    <w:p w:rsidR="001422D0" w:rsidRPr="00BB2394" w:rsidRDefault="001422D0" w:rsidP="0056095E">
      <w:pPr>
        <w:widowControl w:val="0"/>
        <w:ind w:firstLine="709"/>
        <w:jc w:val="both"/>
        <w:rPr>
          <w:sz w:val="30"/>
          <w:szCs w:val="30"/>
        </w:rPr>
      </w:pPr>
      <w:r w:rsidRPr="00BB2394">
        <w:rPr>
          <w:sz w:val="30"/>
          <w:szCs w:val="30"/>
        </w:rPr>
        <w:t>27.16. Наниматель может с согласия работника при наличии обстоятельств, которые определяются коллективным договором, отозвать работника из трудового отпуска.</w:t>
      </w:r>
    </w:p>
    <w:p w:rsidR="001422D0" w:rsidRPr="00BB2394" w:rsidRDefault="001422D0" w:rsidP="0056095E">
      <w:pPr>
        <w:widowControl w:val="0"/>
        <w:ind w:firstLine="709"/>
        <w:jc w:val="both"/>
        <w:rPr>
          <w:sz w:val="30"/>
          <w:szCs w:val="30"/>
        </w:rPr>
      </w:pPr>
      <w:r w:rsidRPr="00BB2394">
        <w:rPr>
          <w:sz w:val="30"/>
          <w:szCs w:val="30"/>
        </w:rPr>
        <w:t>Неиспользованная в связи с этим часть отпуска по договоренности между работником и нанимателем предоставляется в течение текущего рабочего года или по желанию работника присоединяется к отпуску за следующий рабочий год либо заменяется денежной компенсацией, если иное не предусмотрено коллективным договором.</w:t>
      </w:r>
    </w:p>
    <w:p w:rsidR="001422D0" w:rsidRPr="00BB2394" w:rsidRDefault="001422D0" w:rsidP="0056095E">
      <w:pPr>
        <w:pStyle w:val="BodyText"/>
        <w:spacing w:line="240" w:lineRule="auto"/>
        <w:ind w:right="0" w:firstLine="709"/>
      </w:pPr>
      <w:r w:rsidRPr="00BB2394">
        <w:t xml:space="preserve">27.17. Коллективным договором, соглашением за счет </w:t>
      </w:r>
      <w:r w:rsidRPr="00BB2394">
        <w:rPr>
          <w:lang w:val="be-BY"/>
        </w:rPr>
        <w:t xml:space="preserve">внебюджетных средств от приносящей доходы деятельности </w:t>
      </w:r>
      <w:r w:rsidRPr="00BB2394">
        <w:t>всем работникам, отдельным их категориям (по специальностям, видам производств, структурных подразделений) могут устанавливаться поощрительные отпуска.</w:t>
      </w:r>
    </w:p>
    <w:p w:rsidR="001422D0" w:rsidRPr="00BB2394" w:rsidRDefault="001422D0" w:rsidP="0056095E">
      <w:pPr>
        <w:widowControl w:val="0"/>
        <w:ind w:firstLine="709"/>
        <w:jc w:val="both"/>
        <w:rPr>
          <w:sz w:val="30"/>
          <w:szCs w:val="30"/>
          <w:lang w:val="be-BY"/>
        </w:rPr>
      </w:pPr>
      <w:r w:rsidRPr="00BB2394">
        <w:rPr>
          <w:sz w:val="30"/>
          <w:szCs w:val="30"/>
          <w:lang w:val="be-BY"/>
        </w:rPr>
        <w:t xml:space="preserve">27.18. Перечень категорий работников, которым устанавливается  ненормированный рабочий день и продолжительность дополнительного отпуска за ненормированный рабочий день в организациях системы образования, являющихся бюджетными организациями, определяются приказом нанимателя по согласованию с профсоюзным комитетом. Продолжительность отпуска за ненормированный рабочий день устанавливается с учетом необходимости выполнения конкретным работником трудовых обязанностей сверх нормы рабочего времени, </w:t>
      </w:r>
      <w:r w:rsidRPr="00BB2394">
        <w:rPr>
          <w:sz w:val="30"/>
          <w:szCs w:val="30"/>
        </w:rPr>
        <w:br/>
      </w:r>
      <w:r w:rsidRPr="00BB2394">
        <w:rPr>
          <w:sz w:val="30"/>
          <w:szCs w:val="30"/>
          <w:lang w:val="be-BY"/>
        </w:rPr>
        <w:t>а также напряженнности и сложности его труда.</w:t>
      </w:r>
    </w:p>
    <w:p w:rsidR="001422D0" w:rsidRPr="00BB2394" w:rsidRDefault="001422D0" w:rsidP="0056095E">
      <w:pPr>
        <w:widowControl w:val="0"/>
        <w:ind w:firstLine="709"/>
        <w:jc w:val="both"/>
        <w:rPr>
          <w:sz w:val="30"/>
          <w:szCs w:val="30"/>
          <w:lang w:val="be-BY"/>
        </w:rPr>
      </w:pPr>
      <w:r w:rsidRPr="00BB2394">
        <w:rPr>
          <w:sz w:val="30"/>
          <w:szCs w:val="30"/>
          <w:lang w:val="be-BY"/>
        </w:rPr>
        <w:t xml:space="preserve">Оплата дополнительных отпусков за ненормированный рабочий день в организациях системы образования, предусмотренных частью первой настоящего пункта, производится за счет средств, полученных </w:t>
      </w:r>
      <w:r w:rsidRPr="00BB2394">
        <w:rPr>
          <w:sz w:val="30"/>
          <w:szCs w:val="30"/>
        </w:rPr>
        <w:br/>
      </w:r>
      <w:r w:rsidRPr="00BB2394">
        <w:rPr>
          <w:sz w:val="30"/>
          <w:szCs w:val="30"/>
          <w:lang w:val="be-BY"/>
        </w:rPr>
        <w:t xml:space="preserve">от приносящей доходы деятельности (если в соответствии </w:t>
      </w:r>
      <w:r w:rsidRPr="00BB2394">
        <w:rPr>
          <w:sz w:val="30"/>
          <w:szCs w:val="30"/>
        </w:rPr>
        <w:br/>
      </w:r>
      <w:r w:rsidRPr="00BB2394">
        <w:rPr>
          <w:sz w:val="30"/>
          <w:szCs w:val="30"/>
          <w:lang w:val="be-BY"/>
        </w:rPr>
        <w:t xml:space="preserve">с законодательством такие средства остаются в их распоряжении), а при отсутствии указанных средств – за счет средств, предусмотренных </w:t>
      </w:r>
      <w:r w:rsidRPr="00BB2394">
        <w:rPr>
          <w:sz w:val="30"/>
          <w:szCs w:val="30"/>
        </w:rPr>
        <w:br/>
      </w:r>
      <w:r w:rsidRPr="00BB2394">
        <w:rPr>
          <w:sz w:val="30"/>
          <w:szCs w:val="30"/>
          <w:lang w:val="be-BY"/>
        </w:rPr>
        <w:t>в смете организации на оплату труда.</w:t>
      </w:r>
    </w:p>
    <w:p w:rsidR="001422D0" w:rsidRPr="00BB2394" w:rsidRDefault="001422D0" w:rsidP="0056095E">
      <w:pPr>
        <w:widowControl w:val="0"/>
        <w:ind w:firstLine="709"/>
        <w:jc w:val="both"/>
        <w:rPr>
          <w:sz w:val="30"/>
          <w:szCs w:val="30"/>
        </w:rPr>
      </w:pPr>
      <w:r w:rsidRPr="00BB2394">
        <w:rPr>
          <w:sz w:val="30"/>
          <w:szCs w:val="30"/>
          <w:lang w:val="be-BY"/>
        </w:rPr>
        <w:t xml:space="preserve">В организациях системы образования, не относящихся </w:t>
      </w:r>
      <w:r w:rsidRPr="00BB2394">
        <w:rPr>
          <w:sz w:val="30"/>
          <w:szCs w:val="30"/>
        </w:rPr>
        <w:br/>
      </w:r>
      <w:r w:rsidRPr="00BB2394">
        <w:rPr>
          <w:sz w:val="30"/>
          <w:szCs w:val="30"/>
          <w:lang w:val="be-BY"/>
        </w:rPr>
        <w:t>к организациям, указанным в части первой настоящего пункта, порядок, условия предоставления и продолжительность отпуска за ненормированный рабочий день определяются коллективным или трудовым договором (контрактом), нанимателем. Установление порядка, условий предоставления и продолжительности отпуска за ненормированный рабочий день нанимателем производится по согласованию с профсоюзным комитетом.</w:t>
      </w:r>
    </w:p>
    <w:p w:rsidR="001422D0" w:rsidRPr="00BB2394" w:rsidRDefault="001422D0" w:rsidP="0056095E">
      <w:pPr>
        <w:widowControl w:val="0"/>
        <w:ind w:firstLine="709"/>
        <w:jc w:val="both"/>
        <w:rPr>
          <w:sz w:val="30"/>
          <w:szCs w:val="30"/>
        </w:rPr>
      </w:pPr>
      <w:r w:rsidRPr="00BB2394">
        <w:rPr>
          <w:sz w:val="30"/>
          <w:szCs w:val="30"/>
        </w:rPr>
        <w:t>27.19. По уважительным причинам (по семейным обстоятельствам, в связи с болезнью близких родственников и др.), которые указываются в коллективном договоре, соглашении, или по договоренности между нанимателем и работником трудовой отпуск может быть разделен более чем на две части. При этом одна часть трудового отпуска должна быть не менее 14 календарных дней.</w:t>
      </w:r>
    </w:p>
    <w:p w:rsidR="001422D0" w:rsidRPr="00E14BE9" w:rsidRDefault="001422D0" w:rsidP="00E14BE9">
      <w:pPr>
        <w:jc w:val="both"/>
        <w:rPr>
          <w:sz w:val="30"/>
          <w:szCs w:val="30"/>
        </w:rPr>
      </w:pPr>
      <w:r w:rsidRPr="0056095E">
        <w:rPr>
          <w:sz w:val="30"/>
          <w:szCs w:val="30"/>
        </w:rPr>
        <w:tab/>
      </w:r>
    </w:p>
    <w:p w:rsidR="001422D0" w:rsidRPr="0056095E" w:rsidRDefault="001422D0" w:rsidP="0056095E">
      <w:pPr>
        <w:pStyle w:val="BodyText"/>
        <w:spacing w:line="240" w:lineRule="auto"/>
        <w:ind w:right="0" w:firstLine="709"/>
        <w:outlineLvl w:val="0"/>
        <w:rPr>
          <w:caps/>
        </w:rPr>
      </w:pPr>
      <w:r w:rsidRPr="0056095E">
        <w:rPr>
          <w:bCs/>
          <w:caps/>
        </w:rPr>
        <w:t>Гарантии занятости</w:t>
      </w:r>
    </w:p>
    <w:p w:rsidR="001422D0" w:rsidRPr="0056095E" w:rsidRDefault="001422D0" w:rsidP="0056095E">
      <w:pPr>
        <w:pStyle w:val="BodyText"/>
        <w:spacing w:line="240" w:lineRule="auto"/>
        <w:ind w:right="0" w:firstLine="709"/>
      </w:pPr>
    </w:p>
    <w:p w:rsidR="001422D0" w:rsidRPr="00BB2394" w:rsidRDefault="001422D0" w:rsidP="0056095E">
      <w:pPr>
        <w:pStyle w:val="BodyText"/>
        <w:spacing w:line="240" w:lineRule="auto"/>
        <w:ind w:right="0" w:firstLine="709"/>
      </w:pPr>
      <w:r w:rsidRPr="00BB2394">
        <w:t>28. Главное управление обязуется:</w:t>
      </w:r>
    </w:p>
    <w:p w:rsidR="001422D0" w:rsidRPr="00BB2394" w:rsidRDefault="001422D0" w:rsidP="0056095E">
      <w:pPr>
        <w:pStyle w:val="BodyText"/>
        <w:spacing w:line="240" w:lineRule="auto"/>
        <w:ind w:right="0" w:firstLine="709"/>
      </w:pPr>
      <w:r w:rsidRPr="00BB2394">
        <w:t xml:space="preserve">28.1. He допускать необоснованного сокращения рабочих мест </w:t>
      </w:r>
      <w:r w:rsidRPr="00BB2394">
        <w:br/>
        <w:t>в организациях системы образования, а в случае высвобождения педагогических работников принимать меры по организации их переподготовки, созданию новых рабочих мест.</w:t>
      </w:r>
    </w:p>
    <w:p w:rsidR="001422D0" w:rsidRPr="00BB2394" w:rsidRDefault="001422D0" w:rsidP="0056095E">
      <w:pPr>
        <w:pStyle w:val="BodyText"/>
        <w:spacing w:line="240" w:lineRule="auto"/>
        <w:ind w:right="0" w:firstLine="709"/>
      </w:pPr>
      <w:r w:rsidRPr="00BB2394">
        <w:t>Рекомендовать предусматривать в местных соглашениях меры по переподготовке и трудоустройству кадров, а также меры стимулирования работников, которые самостоятельно осуществляют подготовку, переподготовку и повышают свою квалификацию по профессиям (должностям), востребованным в организации.</w:t>
      </w:r>
    </w:p>
    <w:p w:rsidR="001422D0" w:rsidRPr="00BB2394" w:rsidRDefault="001422D0" w:rsidP="0056095E">
      <w:pPr>
        <w:pStyle w:val="BodyText"/>
        <w:spacing w:line="240" w:lineRule="auto"/>
        <w:ind w:right="0" w:firstLine="709"/>
      </w:pPr>
      <w:r w:rsidRPr="00BB2394">
        <w:t>28.2. Уведомлять областной комитет не позднее чем за три месяца о предстоящей ликвидации или реорганизации, полной или частичной приостановке работы подчиненных  организаций, если это повлечет за собой сокращение рабочих мест или ухудшение условий труда.</w:t>
      </w:r>
    </w:p>
    <w:p w:rsidR="001422D0" w:rsidRPr="00BB2394" w:rsidRDefault="001422D0" w:rsidP="0056095E">
      <w:pPr>
        <w:pStyle w:val="BodyText"/>
        <w:spacing w:line="240" w:lineRule="auto"/>
        <w:ind w:right="0" w:firstLine="709"/>
      </w:pPr>
      <w:r w:rsidRPr="00BB2394">
        <w:t>При проведении ликвидации или реорганизации проводить переговоры с соответствующими комитетами отраслевого профсоюза в целях выработки согласованной программы мер по соблюдению прав и законных интересов работников.</w:t>
      </w:r>
    </w:p>
    <w:p w:rsidR="001422D0" w:rsidRPr="00BB2394" w:rsidRDefault="001422D0" w:rsidP="0056095E">
      <w:pPr>
        <w:pStyle w:val="BodyText"/>
        <w:spacing w:line="240" w:lineRule="auto"/>
        <w:ind w:right="0" w:firstLine="709"/>
      </w:pPr>
      <w:r w:rsidRPr="00BB2394">
        <w:t>Управлениям, отделу предусматривать в местных соглашениях аналогичный порядок уведомления соответствующих комитетов отраслевого профсоюза, выработки мер по соблюдению прав и законных интересов работников.</w:t>
      </w:r>
    </w:p>
    <w:p w:rsidR="001422D0" w:rsidRPr="00BB2394" w:rsidRDefault="001422D0" w:rsidP="0056095E">
      <w:pPr>
        <w:pStyle w:val="BodyText"/>
        <w:spacing w:line="240" w:lineRule="auto"/>
        <w:ind w:right="0" w:firstLine="709"/>
      </w:pPr>
      <w:r w:rsidRPr="00BB2394">
        <w:t>29. Областной комитет обязуется:</w:t>
      </w:r>
    </w:p>
    <w:p w:rsidR="001422D0" w:rsidRPr="00BB2394" w:rsidRDefault="001422D0" w:rsidP="0056095E">
      <w:pPr>
        <w:pStyle w:val="BodyText"/>
        <w:spacing w:line="240" w:lineRule="auto"/>
        <w:ind w:right="0" w:firstLine="709"/>
      </w:pPr>
      <w:r w:rsidRPr="00BB2394">
        <w:t xml:space="preserve">29.1. Осуществлять контроль за выполнением законодательства </w:t>
      </w:r>
      <w:r w:rsidRPr="00BB2394">
        <w:br/>
        <w:t xml:space="preserve">о занятости, предоставлением высвобождаемым работникам гарантий </w:t>
      </w:r>
      <w:r w:rsidRPr="00BB2394">
        <w:br/>
        <w:t>и компенсаций.</w:t>
      </w:r>
    </w:p>
    <w:p w:rsidR="001422D0" w:rsidRPr="00BB2394" w:rsidRDefault="001422D0" w:rsidP="0056095E">
      <w:pPr>
        <w:pStyle w:val="BodyText"/>
        <w:spacing w:line="240" w:lineRule="auto"/>
        <w:ind w:right="0" w:firstLine="709"/>
        <w:rPr>
          <w:lang w:val="be-BY"/>
        </w:rPr>
      </w:pPr>
      <w:r w:rsidRPr="00BB2394">
        <w:rPr>
          <w:lang w:val="be-BY"/>
        </w:rPr>
        <w:t>29.2. Рекомендовать соответствующим комитетам отраслевого профсоюза не снимать с профсоюзного учета работников, высвобождаемых в связи с сокращением численности или штата работников, прекращением деятельности филиала, представительства или иного обособленного подразделения организации, расположенных в другой местности, вплоть до их трудоустройства (но не более одного года).</w:t>
      </w:r>
    </w:p>
    <w:p w:rsidR="001422D0" w:rsidRPr="00BB2394" w:rsidRDefault="001422D0" w:rsidP="0056095E">
      <w:pPr>
        <w:pStyle w:val="BodyText"/>
        <w:spacing w:line="240" w:lineRule="auto"/>
        <w:ind w:right="0" w:firstLine="709"/>
      </w:pPr>
      <w:r w:rsidRPr="00BB2394">
        <w:t>29.3.  Рекомендовать создание в организационных структурах отраслевого профсоюза фондов солидарности для оказания помощи нуждающимся в связи с потерей работы. Иметь фонды социальной поддержки для оказания материальной помощи уволенным по сокращению численности или штата работникам и нетрудоустроенным, а также пострадавшим в результате пожара, наводнения, урагана и других стихийных бедствий.</w:t>
      </w:r>
    </w:p>
    <w:p w:rsidR="001422D0" w:rsidRPr="00BB2394" w:rsidRDefault="001422D0" w:rsidP="0056095E">
      <w:pPr>
        <w:pStyle w:val="BodyText"/>
        <w:spacing w:line="240" w:lineRule="auto"/>
        <w:ind w:right="0" w:firstLine="709"/>
      </w:pPr>
      <w:r w:rsidRPr="00BB2394">
        <w:t>29.4. Добиваться включения в местные соглашения и коллективные договоры условий и порядка заключения контрактов с работниками в соответствии с пунктом 31 Соглашения.</w:t>
      </w:r>
    </w:p>
    <w:p w:rsidR="001422D0" w:rsidRPr="00BB2394" w:rsidRDefault="001422D0" w:rsidP="0056095E">
      <w:pPr>
        <w:pStyle w:val="BodyText"/>
        <w:spacing w:line="240" w:lineRule="auto"/>
        <w:ind w:right="0" w:firstLine="709"/>
      </w:pPr>
      <w:r w:rsidRPr="00BB2394">
        <w:t>30. Стороны обязуются добиваться:</w:t>
      </w:r>
    </w:p>
    <w:p w:rsidR="001422D0" w:rsidRPr="00BB2394" w:rsidRDefault="001422D0" w:rsidP="0056095E">
      <w:pPr>
        <w:pStyle w:val="BodyText"/>
        <w:spacing w:line="240" w:lineRule="auto"/>
        <w:ind w:right="0" w:firstLine="709"/>
      </w:pPr>
      <w:r w:rsidRPr="00BB2394">
        <w:t xml:space="preserve">30.1. Выделения бюджетных средств для повышения тарифных ставок (окладов) работников и предоставления дополнительного поощрительного отпуска при применении контрактной формы найма </w:t>
      </w:r>
      <w:r w:rsidRPr="00BB2394">
        <w:br/>
        <w:t>в соответствии с Декретом Президента Республики Беларусь от 26.07.1999№ 29 «О дополнительных мерах по совершенствованию трудовых отношений, укреплению трудовой и исполнительской дисциплины» (далее —Декрет № 29).</w:t>
      </w:r>
    </w:p>
    <w:p w:rsidR="001422D0" w:rsidRPr="00BB2394" w:rsidRDefault="001422D0" w:rsidP="0056095E">
      <w:pPr>
        <w:pStyle w:val="BodyText"/>
        <w:spacing w:line="240" w:lineRule="auto"/>
        <w:ind w:right="0" w:firstLine="709"/>
      </w:pPr>
      <w:r w:rsidRPr="00BB2394">
        <w:t xml:space="preserve">30.2. Развития: </w:t>
      </w:r>
    </w:p>
    <w:p w:rsidR="001422D0" w:rsidRPr="00BB2394" w:rsidRDefault="001422D0" w:rsidP="0056095E">
      <w:pPr>
        <w:pStyle w:val="BodyText"/>
        <w:spacing w:line="240" w:lineRule="auto"/>
        <w:ind w:right="0" w:firstLine="709"/>
      </w:pPr>
      <w:r w:rsidRPr="00BB2394">
        <w:t xml:space="preserve">30.2.1. сети дошкольных центров развития ребенка; </w:t>
      </w:r>
    </w:p>
    <w:p w:rsidR="001422D0" w:rsidRPr="00BB2394" w:rsidRDefault="001422D0" w:rsidP="0056095E">
      <w:pPr>
        <w:pStyle w:val="BodyText"/>
        <w:spacing w:line="240" w:lineRule="auto"/>
        <w:ind w:right="0" w:firstLine="709"/>
      </w:pPr>
      <w:r w:rsidRPr="00BB2394">
        <w:t xml:space="preserve">30.2.2. системы </w:t>
      </w:r>
      <w:r w:rsidRPr="00BB2394">
        <w:rPr>
          <w:lang w:val="be-BY"/>
        </w:rPr>
        <w:t>дополнительного образования</w:t>
      </w:r>
      <w:r w:rsidRPr="00BB2394">
        <w:t xml:space="preserve"> детей и молодежи </w:t>
      </w:r>
      <w:r w:rsidRPr="00BB2394">
        <w:br/>
        <w:t>в сельских населенных пунктах (агрогородках) в области художественного, технического творчества, биолого-экологической деятельности и спорта;</w:t>
      </w:r>
    </w:p>
    <w:p w:rsidR="001422D0" w:rsidRPr="00BB2394" w:rsidRDefault="001422D0" w:rsidP="0056095E">
      <w:pPr>
        <w:pStyle w:val="BodyText"/>
        <w:spacing w:line="240" w:lineRule="auto"/>
        <w:ind w:right="0" w:firstLine="709"/>
      </w:pPr>
      <w:r w:rsidRPr="00BB2394">
        <w:t>30.2.3. сети объединений по интересам и других форм дополнительного образования детей и молодежи в учреждениях общего среднего образования.</w:t>
      </w:r>
    </w:p>
    <w:p w:rsidR="001422D0" w:rsidRPr="00BB2394" w:rsidRDefault="001422D0" w:rsidP="0056095E">
      <w:pPr>
        <w:pStyle w:val="BodyText"/>
        <w:spacing w:line="240" w:lineRule="auto"/>
        <w:ind w:right="0" w:firstLine="709"/>
      </w:pPr>
      <w:r w:rsidRPr="00BB2394">
        <w:t>30.3. Обеспечения в полном объеме планов повышения квалификации и переподготовки педагогических работников, выделения на эти цели необходимых средств, в том числе в части своевременной выплаты командировочных расходов на эти цели.</w:t>
      </w:r>
    </w:p>
    <w:p w:rsidR="001422D0" w:rsidRPr="00BB2394" w:rsidRDefault="001422D0" w:rsidP="0056095E">
      <w:pPr>
        <w:pStyle w:val="BodyText"/>
        <w:spacing w:line="240" w:lineRule="auto"/>
        <w:ind w:right="0" w:firstLine="709"/>
      </w:pPr>
      <w:r w:rsidRPr="00BB2394">
        <w:t>31. Стороны пришли к соглашению:</w:t>
      </w:r>
    </w:p>
    <w:p w:rsidR="001422D0" w:rsidRPr="00BB2394" w:rsidRDefault="001422D0" w:rsidP="0056095E">
      <w:pPr>
        <w:pStyle w:val="ConsPlusNormal"/>
        <w:ind w:firstLine="540"/>
        <w:jc w:val="both"/>
        <w:rPr>
          <w:rFonts w:ascii="Times New Roman" w:hAnsi="Times New Roman" w:cs="Times New Roman"/>
          <w:bCs/>
          <w:iCs/>
          <w:sz w:val="30"/>
          <w:szCs w:val="30"/>
          <w:lang w:eastAsia="en-US"/>
        </w:rPr>
      </w:pPr>
      <w:r w:rsidRPr="00BB2394">
        <w:rPr>
          <w:rFonts w:ascii="Times New Roman" w:hAnsi="Times New Roman"/>
          <w:sz w:val="30"/>
          <w:szCs w:val="30"/>
        </w:rPr>
        <w:t>31.1. Расторжение трудового договора по инициативе нанимателя по пунктам 1 (кроме ликвидации организации), 3, 4, 5 статьи 42, пункту 3 статьи 47 Трудового кодекса, подпункта 3.5. пункта 3 Декрета Президента Республики Беларусь от15.12.2014 № 5 «Об усилении требований к руководящим кадрам и работникам организаций» (далее — Декрет № 5) производится с предварительного согласия соответствующего комитета отраслевого профсоюза; по пункту 1 статьи 47 Трудового кодекса — с предварительного согласия вышестоящего профсоюзного органа; досрочное расторжение контракта по дополнительным основаниям, предусмотренным подпунктом 2.10 пункта 2 Декрета № 29, — после предварительного, не позднее чем за две недели, письменного уведомления комитета отраслевого профсоюза.</w:t>
      </w:r>
    </w:p>
    <w:p w:rsidR="001422D0" w:rsidRPr="00BB2394" w:rsidRDefault="001422D0" w:rsidP="0056095E">
      <w:pPr>
        <w:pStyle w:val="BodyText"/>
        <w:spacing w:line="240" w:lineRule="auto"/>
        <w:ind w:right="0" w:firstLine="709"/>
      </w:pPr>
      <w:r w:rsidRPr="00BB2394">
        <w:t xml:space="preserve">31.2. При сокращении численности или штата работников предпочтение в оставлении на работе в случае равной производительности труда и квалификации отдается (помимо категорий, указанных в статье 45 Трудового кодекса и других законодательных актах Республики Беларусь) в порядке перечисления в коллективном договоре работникам: разведенным женщинам, имеющим несовершеннолетних детей; являющимся единственными кормильцами в семье, при наличии двух и более иждивенцев; имеющим длительный непрерывный стаж работы в организации (срок определяется коллективным договором, местным соглашением); получившим трудовое увечье или профессиональное заболевание на производстве; избранным в состав профсоюзных органов; членам комиссий по трудовым спорам; предпенсионного возраста (за 5 лет до наступления возраста, дающего право на назначение пенсии по возрасту); </w:t>
      </w:r>
      <w:r w:rsidRPr="00BB2394">
        <w:rPr>
          <w:lang w:val="be-BY"/>
        </w:rPr>
        <w:t xml:space="preserve">работникам, совмещающим работу с обучением по востребованным в соответствующих организациях системы образования специальностям, </w:t>
      </w:r>
      <w:r w:rsidRPr="00BB2394">
        <w:t xml:space="preserve">другим категориям работников, определенным </w:t>
      </w:r>
      <w:r w:rsidRPr="00BB2394">
        <w:br/>
        <w:t>в коллективных договорах организаций системы образования.</w:t>
      </w:r>
    </w:p>
    <w:p w:rsidR="001422D0" w:rsidRPr="00BB2394" w:rsidRDefault="001422D0" w:rsidP="0056095E">
      <w:pPr>
        <w:pStyle w:val="BodyText"/>
        <w:spacing w:line="240" w:lineRule="auto"/>
        <w:ind w:right="0" w:firstLine="709"/>
      </w:pPr>
      <w:r w:rsidRPr="00BB2394">
        <w:t xml:space="preserve">31.3. Сокращение классов, групп в течение учебного года, перевод учреждений дошкольного образования на режим работы, влекущий ухудшение условий трудового договора (контракта), сокращение рабочих мест допускаются только после предварительного согласования </w:t>
      </w:r>
      <w:r w:rsidRPr="00BB2394">
        <w:br/>
        <w:t>с соответствующим комитетом отраслевого профсоюза.</w:t>
      </w:r>
    </w:p>
    <w:p w:rsidR="001422D0" w:rsidRPr="00BB2394" w:rsidRDefault="001422D0" w:rsidP="0056095E">
      <w:pPr>
        <w:pStyle w:val="BodyText"/>
        <w:spacing w:line="240" w:lineRule="auto"/>
        <w:ind w:right="0" w:firstLine="709"/>
      </w:pPr>
      <w:r w:rsidRPr="00BB2394">
        <w:t xml:space="preserve">31.4. В период срока предупреждения работника о предстоящем высвобождении в связи с сокращением численности или штата работников предоставлять </w:t>
      </w:r>
      <w:r w:rsidRPr="00BB2394">
        <w:rPr>
          <w:lang w:val="be-BY"/>
        </w:rPr>
        <w:t>по его письменному заявлению</w:t>
      </w:r>
      <w:r w:rsidRPr="00BB2394">
        <w:t xml:space="preserve"> социальный отпуск (один день в неделю) без сохранения заработной платы для самостоятельного поиска работы или с сохранением заработной платы за счет средств от приносящей доходы деятельности в случаях, установленных законодательством, коллективными договорами, местными соглашениями.</w:t>
      </w:r>
    </w:p>
    <w:p w:rsidR="001422D0" w:rsidRPr="00BB2394" w:rsidRDefault="001422D0" w:rsidP="0056095E">
      <w:pPr>
        <w:pStyle w:val="BodyText"/>
        <w:spacing w:line="240" w:lineRule="auto"/>
        <w:ind w:right="0" w:firstLine="709"/>
      </w:pPr>
      <w:r w:rsidRPr="00BB2394">
        <w:t>Принимать меры к трудоустройству работников, подлежащих увольнению в связи с сокращением численности или штата, ликвидации организации, содействовать их переобучению.</w:t>
      </w:r>
    </w:p>
    <w:p w:rsidR="001422D0" w:rsidRPr="00BB2394" w:rsidRDefault="001422D0" w:rsidP="0056095E">
      <w:pPr>
        <w:pStyle w:val="BodyText"/>
        <w:spacing w:line="240" w:lineRule="auto"/>
        <w:ind w:right="0" w:firstLine="709"/>
      </w:pPr>
      <w:r w:rsidRPr="00BB2394">
        <w:t>31.5. Предоставлять преимущественное право работникам, уволенным по сокращению штатов, возвращаться в организации системы образования при появлении вакансий.</w:t>
      </w:r>
    </w:p>
    <w:p w:rsidR="001422D0" w:rsidRPr="00BB2394" w:rsidRDefault="001422D0" w:rsidP="0056095E">
      <w:pPr>
        <w:pStyle w:val="BodyText"/>
        <w:spacing w:line="240" w:lineRule="auto"/>
        <w:ind w:right="0" w:firstLine="709"/>
      </w:pPr>
      <w:r w:rsidRPr="00BB2394">
        <w:t>31.6. Установить, что заключение контрактов с работниками, трудовые договоры с которыми были заключены на неопределенный срок, осуществляется в соответствии с Декретом № 29 и Положением о порядке и условиях заключения контрактов нанимателей с работниками, утвержденным постановлением Совета Министров Республики Беларусь от 25 сентября 1999 г. № 1476, в связи с обоснованными производственными, организационными и экономическими причинами, при наличии финансовой возможности, обеспечивающей выполнение условий контракта. Работник должен быть письменно предупрежден об изменении существенных условий труда (заключении контракта) не позднее чем за один месяц до заключения контракта. Нанимателем в день предупреждения о заключении контракта вручается работнику проект контракта в письменном виде (статья 32 Трудового кодекса).</w:t>
      </w:r>
    </w:p>
    <w:p w:rsidR="001422D0" w:rsidRPr="00BB2394" w:rsidRDefault="001422D0" w:rsidP="0056095E">
      <w:pPr>
        <w:widowControl w:val="0"/>
        <w:ind w:firstLine="708"/>
        <w:jc w:val="both"/>
        <w:rPr>
          <w:sz w:val="30"/>
          <w:szCs w:val="30"/>
        </w:rPr>
      </w:pPr>
      <w:r w:rsidRPr="00BB2394">
        <w:rPr>
          <w:sz w:val="30"/>
          <w:szCs w:val="30"/>
          <w:lang w:val="be-BY"/>
        </w:rPr>
        <w:t>В случае, если условия контракта ухудшают правовое и социально-экономическое положение работника по сравнению с коллективным договором, действуют нормы коллективного договора. Эти условия контракта подлежат приведению в соответствие с коллективным договором.</w:t>
      </w:r>
    </w:p>
    <w:p w:rsidR="001422D0" w:rsidRPr="00BB2394" w:rsidRDefault="001422D0" w:rsidP="0056095E">
      <w:pPr>
        <w:pStyle w:val="BodyText"/>
        <w:spacing w:line="240" w:lineRule="auto"/>
        <w:ind w:right="0" w:firstLine="709"/>
      </w:pPr>
      <w:r w:rsidRPr="00BB2394">
        <w:t>31.7. Не заключать контракты с беременными женщинами, женщинами, имеющими детей в возрасте до трех лет (детей-инвалидов до 18 лет), трудовые договоры с которыми были заключены на неопределенный срок, если они не дали согласия на заключение таких контрактов.</w:t>
      </w:r>
    </w:p>
    <w:p w:rsidR="001422D0" w:rsidRPr="00BB2394" w:rsidRDefault="001422D0" w:rsidP="0056095E">
      <w:pPr>
        <w:pStyle w:val="BodyText"/>
        <w:spacing w:line="240" w:lineRule="auto"/>
        <w:ind w:right="0" w:firstLine="709"/>
      </w:pPr>
      <w:r w:rsidRPr="00BB2394">
        <w:t>31.8. Установить, что в случаях истечения срока контракта в период беременности, отпуска по беременности и родам, отпуска по уходу за ребенком до достижения им возраста трех лет наниматель обязан с согласия работника продлить срок действия контракта в пределах максимального срока (заключить новый) на период беременности и до окончания указанных отпусков.</w:t>
      </w:r>
    </w:p>
    <w:p w:rsidR="001422D0" w:rsidRPr="00BB2394" w:rsidRDefault="001422D0" w:rsidP="0056095E">
      <w:pPr>
        <w:pStyle w:val="BodyText"/>
        <w:spacing w:line="240" w:lineRule="auto"/>
        <w:ind w:right="0" w:firstLine="709"/>
      </w:pPr>
      <w:r w:rsidRPr="00BB2394">
        <w:t>31.9. Установить, что заключение новых контрактов, их продление в пределах максимального срока действия с работниками, находящимися в отпуске по уходу за ребенком до достижения им возраста трех лет, если они приступили к работе до и после достижения ребенком возраста трех лет, осуществляется с согласия работника на срок не менее, чем до достижения ребенком возраста пяти лет.</w:t>
      </w:r>
    </w:p>
    <w:p w:rsidR="001422D0" w:rsidRPr="00BB2394" w:rsidRDefault="001422D0" w:rsidP="0056095E">
      <w:pPr>
        <w:pStyle w:val="BodyText"/>
        <w:spacing w:line="240" w:lineRule="auto"/>
        <w:ind w:right="0" w:firstLine="709"/>
      </w:pPr>
      <w:r w:rsidRPr="00BB2394">
        <w:t>31.11. Продлевать, заключать контракты с добросовестно работающими и не допускающими нарушений трудовой и исполнительской дисциплины работниками предпенсионного возраста (за 5 лет до достижения общеустановленного пенсионного возраста) с их согласия до достижения общеустановленного пенсионного возраста и получения ими права на полную пенсию по возрасту.</w:t>
      </w:r>
    </w:p>
    <w:p w:rsidR="001422D0" w:rsidRPr="00BB2394" w:rsidRDefault="001422D0" w:rsidP="0056095E">
      <w:pPr>
        <w:pStyle w:val="BodyText"/>
        <w:spacing w:line="240" w:lineRule="auto"/>
        <w:ind w:right="0" w:firstLine="709"/>
      </w:pPr>
      <w:r w:rsidRPr="00BB2394">
        <w:t>31.11. </w:t>
      </w:r>
      <w:r w:rsidRPr="00BB2394">
        <w:rPr>
          <w:lang w:val="be-BY"/>
        </w:rPr>
        <w:t>Установить, что заключение контрактов с работниками</w:t>
      </w:r>
      <w:r w:rsidRPr="00BB2394">
        <w:t>—</w:t>
      </w:r>
      <w:r w:rsidRPr="00BB2394">
        <w:rPr>
          <w:lang w:val="be-BY"/>
        </w:rPr>
        <w:t>членами отраслевого профсоюза организаций системы образования производится при участии представителя отраслевого профсоюза</w:t>
      </w:r>
      <w:r w:rsidRPr="00BB2394">
        <w:t>.</w:t>
      </w:r>
    </w:p>
    <w:p w:rsidR="001422D0" w:rsidRPr="00BB2394" w:rsidRDefault="001422D0" w:rsidP="0056095E">
      <w:pPr>
        <w:pStyle w:val="BodyText"/>
        <w:spacing w:line="240" w:lineRule="auto"/>
        <w:ind w:right="0" w:firstLine="709"/>
      </w:pPr>
      <w:r w:rsidRPr="00BB2394">
        <w:t>31.12. Заключать контракты на срок от 3 до 5 лет с работниками, добросовестно исполняющими должностные обязанности и не имеющими дисциплинарных взысканий в течение года, предшествовавшего дате окончания контракта, имеющими длительный стаж работы по специальности (в отрасли), длительность которого определяется в каждой конкретной организации системы образования самостоятельно в коллективном договоре, а также в случаях, предусмотренных в коллективных договорах, с обязательным включением в контракты условий повышения тарифной ставки (оклада) и предоставления дополнительного поощрительного отпуска.</w:t>
      </w:r>
    </w:p>
    <w:p w:rsidR="001422D0" w:rsidRPr="00BB2394" w:rsidRDefault="001422D0" w:rsidP="0056095E">
      <w:pPr>
        <w:pStyle w:val="BodyText"/>
        <w:spacing w:line="240" w:lineRule="auto"/>
        <w:ind w:right="0" w:firstLine="709"/>
      </w:pPr>
      <w:r w:rsidRPr="00BB2394">
        <w:t>31.13. Заключать контракты на срок 5 лет с работниками, добросовестно исполняющими должностные обязанности и не имеющими дисциплинарных взысканий в течение года, предшествовавшего дате окончания контракта, имеющими высокий профессиональный уровень и квалификацию, с обязательным включением в контракты условий повышения тарифной ставки (оклада) и предоставления дополнительного поощрительного отпуска.</w:t>
      </w:r>
    </w:p>
    <w:p w:rsidR="001422D0" w:rsidRPr="00BB2394" w:rsidRDefault="001422D0" w:rsidP="00133B06">
      <w:pPr>
        <w:pStyle w:val="BodyText"/>
        <w:spacing w:line="240" w:lineRule="auto"/>
        <w:ind w:right="0" w:firstLine="709"/>
      </w:pPr>
      <w:r w:rsidRPr="00BB2394">
        <w:rPr>
          <w:lang w:val="be-BY"/>
        </w:rPr>
        <w:t>31.14</w:t>
      </w:r>
      <w:r w:rsidRPr="00BB2394">
        <w:t>. </w:t>
      </w:r>
      <w:r w:rsidRPr="00BB2394">
        <w:rPr>
          <w:lang w:val="be-BY"/>
        </w:rPr>
        <w:t xml:space="preserve">Продлевать контракты с работниками, </w:t>
      </w:r>
      <w:r w:rsidRPr="00BB2394">
        <w:t>добросовестно исполняющими должностные обязанности и не имеющими дисциплинарных взысканий в течение года, предшествовавшего дате окончания контракта</w:t>
      </w:r>
      <w:r w:rsidRPr="00BB2394">
        <w:rPr>
          <w:lang w:val="be-BY"/>
        </w:rPr>
        <w:t>, в пределах максимального срока действия контракта с их согласия</w:t>
      </w:r>
      <w:r w:rsidRPr="00BB2394">
        <w:t>.</w:t>
      </w:r>
    </w:p>
    <w:p w:rsidR="001422D0" w:rsidRPr="00BB2394" w:rsidRDefault="001422D0" w:rsidP="0056095E">
      <w:pPr>
        <w:pStyle w:val="BodyText"/>
        <w:spacing w:line="240" w:lineRule="auto"/>
        <w:ind w:right="0" w:firstLine="709"/>
      </w:pPr>
      <w:r w:rsidRPr="00BB2394">
        <w:t xml:space="preserve">31.15. Установить, что с молодыми специалистами контракты при приеме на работу могут быть заключены с их письменного согласия </w:t>
      </w:r>
      <w:r w:rsidRPr="00BB2394">
        <w:br/>
        <w:t>в пределах максимального срока действия на срок не менее срока обязательной работы по распределению и при направлении на работу.Контракты заключаются при условии повышения тарифной ставки (оклада) не более чем на 50% и предоставления дополнительного поощрительного отпуска до пяти календарных дней.</w:t>
      </w:r>
    </w:p>
    <w:p w:rsidR="001422D0" w:rsidRPr="00BB2394" w:rsidRDefault="001422D0" w:rsidP="0056095E">
      <w:pPr>
        <w:pStyle w:val="BodyText"/>
        <w:spacing w:line="240" w:lineRule="auto"/>
        <w:ind w:right="0" w:firstLine="709"/>
      </w:pPr>
      <w:r w:rsidRPr="00BB2394">
        <w:t>Установить, что контракты с работниками, с положительной стороны зарекомендовавшими себя в течение срока обязательной работы по распределению, по инициативе нанимателя с письменного согласия работника заключаются на 5 лет при условии повышения тарифной ставки (оклада) на 50% и предоставлении дополнительного поощрительного отпуска 5 календарных дней.</w:t>
      </w:r>
    </w:p>
    <w:p w:rsidR="001422D0" w:rsidRPr="00BB2394" w:rsidRDefault="001422D0" w:rsidP="0056095E">
      <w:pPr>
        <w:pStyle w:val="BodyText"/>
        <w:spacing w:line="240" w:lineRule="auto"/>
        <w:ind w:right="0" w:firstLine="709"/>
      </w:pPr>
      <w:r w:rsidRPr="00BB2394">
        <w:t xml:space="preserve">31.16. Установить, что контракты с одинокими матерями, отцами, воспитывающими детей без матери, </w:t>
      </w:r>
      <w:r w:rsidRPr="00BB2394">
        <w:rPr>
          <w:lang w:val="be-BY"/>
        </w:rPr>
        <w:t xml:space="preserve">разведенными, вдовами, вдовцами, не состоящими в браке, опекунами, попечителями, воспитывающими </w:t>
      </w:r>
      <w:r w:rsidRPr="00BB2394">
        <w:t>несовершеннолетних детей, находящихся на их иждивении, добросовестно исполняющими должностные обязанности и не имеющими дисциплинарных взысканий в течение года, предшествовавшего дате окончания контракта, заключаются на максимальный срок.</w:t>
      </w:r>
    </w:p>
    <w:p w:rsidR="001422D0" w:rsidRPr="00BB2394" w:rsidRDefault="001422D0" w:rsidP="0056095E">
      <w:pPr>
        <w:widowControl w:val="0"/>
        <w:autoSpaceDE w:val="0"/>
        <w:autoSpaceDN w:val="0"/>
        <w:adjustRightInd w:val="0"/>
        <w:ind w:firstLine="708"/>
        <w:jc w:val="both"/>
        <w:rPr>
          <w:sz w:val="30"/>
          <w:szCs w:val="30"/>
        </w:rPr>
      </w:pPr>
      <w:r w:rsidRPr="00BB2394">
        <w:rPr>
          <w:sz w:val="30"/>
          <w:szCs w:val="30"/>
        </w:rPr>
        <w:t xml:space="preserve">31.17. Сторонам, заключившим контракт, не позднее чем за один месяц до истечения срока его действия письменно предупреждать другую сторону о решении продолжить или прекратить трудовые отношения. </w:t>
      </w:r>
    </w:p>
    <w:p w:rsidR="001422D0" w:rsidRPr="00BB2394" w:rsidRDefault="001422D0" w:rsidP="0056095E">
      <w:pPr>
        <w:pStyle w:val="BodyText"/>
        <w:spacing w:line="240" w:lineRule="auto"/>
        <w:ind w:right="0" w:firstLine="709"/>
      </w:pPr>
      <w:r w:rsidRPr="00BB2394">
        <w:t>31.18. Установить, что продление контракта в рамках максимального срока, срок действия которого истекает в период временной нетрудоспособности работника, осуществляется по заявлению работника на срок не менее чем до окончания его временной нетрудоспособности.</w:t>
      </w:r>
    </w:p>
    <w:p w:rsidR="001422D0" w:rsidRPr="00BB2394" w:rsidRDefault="001422D0" w:rsidP="0056095E">
      <w:pPr>
        <w:pStyle w:val="BodyText"/>
        <w:spacing w:line="240" w:lineRule="auto"/>
        <w:ind w:right="0" w:firstLine="709"/>
      </w:pPr>
      <w:r w:rsidRPr="00BB2394">
        <w:t>31.19. Наниматель по просьбе работника, не имеющего нарушений трудовой дисциплины, извещает его в письменном виде о причине (причинах) непродления  (незаключения нового) контракта с ним.</w:t>
      </w:r>
    </w:p>
    <w:p w:rsidR="001422D0" w:rsidRPr="00BB2394" w:rsidRDefault="001422D0" w:rsidP="0056095E">
      <w:pPr>
        <w:pStyle w:val="BodyText"/>
        <w:spacing w:line="240" w:lineRule="auto"/>
        <w:ind w:right="0" w:firstLine="709"/>
        <w:rPr>
          <w:lang w:val="be-BY"/>
        </w:rPr>
      </w:pPr>
      <w:r w:rsidRPr="00BB2394">
        <w:rPr>
          <w:lang w:val="be-BY"/>
        </w:rPr>
        <w:t>В случае принятия нанимателем с согласия работника, не имеющего дисциплинарных взысканий, решения о прекращении с ним трудовых отношений в связи с истечением срока контракта этому работнику выплачивается выходное пособие в размере не менее двухнедельного среднего заработка при наличии средств, если это предусмотрено коллективным договором.</w:t>
      </w:r>
    </w:p>
    <w:p w:rsidR="001422D0" w:rsidRPr="00BB2394" w:rsidRDefault="001422D0" w:rsidP="0056095E">
      <w:pPr>
        <w:pStyle w:val="BodyText"/>
        <w:spacing w:line="240" w:lineRule="auto"/>
        <w:ind w:right="0" w:firstLine="709"/>
      </w:pPr>
      <w:r w:rsidRPr="00BB2394">
        <w:t>31.20. Рекомендовать нанимателям организаций системы образования заключать (продлевать) контракты с педагогическими работниками до 15 августа соответствующего календарного года с предоставлением трудовых отпусков в полном размере.</w:t>
      </w:r>
    </w:p>
    <w:p w:rsidR="001422D0" w:rsidRPr="00BB2394" w:rsidRDefault="001422D0" w:rsidP="0056095E">
      <w:pPr>
        <w:pStyle w:val="BodyText"/>
        <w:spacing w:line="240" w:lineRule="auto"/>
        <w:ind w:right="0" w:firstLine="709"/>
      </w:pPr>
      <w:r w:rsidRPr="00BB2394">
        <w:t>31.21. Наниматель обязан при заключении трудового договора (контракта) с работником ознакомить его под роспись с Соглашением, коллективным договором, правилами внутреннего трудового распорядка, иными локальными нормативными правовыми актами, действующими в организации системы образования.</w:t>
      </w:r>
    </w:p>
    <w:p w:rsidR="001422D0" w:rsidRPr="00BB2394" w:rsidRDefault="001422D0" w:rsidP="0056095E">
      <w:pPr>
        <w:pStyle w:val="BodyText"/>
        <w:spacing w:line="240" w:lineRule="auto"/>
        <w:ind w:right="0" w:firstLine="709"/>
      </w:pPr>
      <w:r w:rsidRPr="00BB2394">
        <w:t>31.22. Рекомендовать нанимателям переводить работников, проработавших пять лет на условиях контрактной формы найма без нарушений трудовой дисциплины, с их согласия на трудовой договор, заключенный на неопределенный срок.</w:t>
      </w:r>
    </w:p>
    <w:p w:rsidR="001422D0" w:rsidRPr="00BB2394" w:rsidRDefault="001422D0" w:rsidP="0056095E">
      <w:pPr>
        <w:pStyle w:val="BodyText"/>
        <w:spacing w:line="240" w:lineRule="auto"/>
        <w:ind w:right="0" w:firstLine="709"/>
      </w:pPr>
      <w:r w:rsidRPr="00BB2394">
        <w:rPr>
          <w:lang w:val="be-BY"/>
        </w:rPr>
        <w:t>31.23</w:t>
      </w:r>
      <w:r w:rsidRPr="00BB2394">
        <w:t>. Рекомендовать нанимателям заключать с работниками учреждений образования при их согласии трудовые договоры на неопределенный срок при отсутствии возможности выполнения подпункта 2.5 пункта 2 Декрета № 29.</w:t>
      </w:r>
    </w:p>
    <w:p w:rsidR="001422D0" w:rsidRPr="00BB2394" w:rsidRDefault="001422D0" w:rsidP="0056095E">
      <w:pPr>
        <w:pStyle w:val="BodyText"/>
        <w:spacing w:line="240" w:lineRule="auto"/>
        <w:ind w:right="0" w:firstLine="709"/>
      </w:pPr>
      <w:r w:rsidRPr="00BB2394">
        <w:t xml:space="preserve">31.24. Установить, что наниматель по просьбе работника в срок, согласованный ими, но не позднее десяти дней со дня подачи работником заявления досрочно расторгает контракт, </w:t>
      </w:r>
      <w:r w:rsidRPr="00BB2394">
        <w:rPr>
          <w:lang w:val="be-BY"/>
        </w:rPr>
        <w:t>трудовой договор</w:t>
      </w:r>
      <w:r w:rsidRPr="00BB2394">
        <w:t xml:space="preserve"> при наличии обстоятельств, исключающих или значительно затрудняющих продолжение работы: состояние здоровья, </w:t>
      </w:r>
      <w:r w:rsidRPr="00BB2394">
        <w:rPr>
          <w:lang w:val="be-BY"/>
        </w:rPr>
        <w:t>назначение пенсии по возрасту, пенсии по инвалидности, пенсии за выслугу лет, пенсии за особые заслуги перед республикой, социальной пенсии</w:t>
      </w:r>
      <w:r w:rsidRPr="00BB2394">
        <w:t xml:space="preserve">, избрание на выборную должность, переезд в другую местность, уход за больными (инвалидами) родственниками, уход за детьми в возрасте до 14 лет, изменение семейного положения, трудоустройство у другого нанимателя на полную ставку, если работник работает на неполную ставку, </w:t>
      </w:r>
      <w:r w:rsidRPr="00BB2394">
        <w:rPr>
          <w:lang w:val="be-BY"/>
        </w:rPr>
        <w:t>или с более высоким уровнем оплаты труда, пенсионный возраст, перевод одного из супругов (</w:t>
      </w:r>
      <w:r w:rsidRPr="00BB2394">
        <w:t>военнослужащего, лица начальствующего состава Следственного комитета Республики Беларусь, Государственного комитета судебных экспертиз Республики Беларусь, органов внутренних дел, финансовых расследований Комитета государственного контроля Республики Беларусь, органов и подразделений по чрезвычайным ситуациям), проходящего военную службу (службу) в государственных органах,</w:t>
      </w:r>
      <w:r w:rsidRPr="00BB2394">
        <w:rPr>
          <w:lang w:val="be-BY"/>
        </w:rPr>
        <w:t xml:space="preserve"> к новому месту военной службы (службы), зачисление в учреждение образования по дневной форме получения образования, </w:t>
      </w:r>
      <w:r w:rsidRPr="00BB2394">
        <w:t>другие случаи, предусмотренные коллективным договором, соглашением.</w:t>
      </w:r>
    </w:p>
    <w:p w:rsidR="001422D0" w:rsidRPr="00BB2394" w:rsidRDefault="001422D0" w:rsidP="0056095E">
      <w:pPr>
        <w:pStyle w:val="BodyText"/>
        <w:spacing w:line="240" w:lineRule="auto"/>
        <w:ind w:right="0" w:firstLine="709"/>
      </w:pPr>
      <w:r w:rsidRPr="00BB2394">
        <w:t>31.25. Устанавливать работникам, имеющим детей в возрасте до четырнадцати лет, режим гибкого рабочего времени, неполный рабочий день и другое по их инициативе.</w:t>
      </w:r>
    </w:p>
    <w:p w:rsidR="001422D0" w:rsidRPr="00BB2394" w:rsidRDefault="001422D0" w:rsidP="0056095E">
      <w:pPr>
        <w:pStyle w:val="BodyText"/>
        <w:spacing w:line="240" w:lineRule="auto"/>
        <w:ind w:right="0" w:firstLine="709"/>
      </w:pPr>
      <w:r w:rsidRPr="00BB2394">
        <w:t>31.26. Рекомендовать нанимателям организаций системы образования, территориальным организациям отраслевого профсоюза ежегодно проводить мониторинг кадрового обеспечения и потенциала организаций системы образования, в том числе возрастного состава, текучести кадров, фактической педагогической нагрузки, дефицита кадров по предметам (специальностям); предусмотреть разработку на территориальном уровне программы развития кадрового потенциала организаций системы образования, предусмотрев в ней вопросы определения потребности в педагогических кадрах на перспективу, их подготовки, трудоустройства, профессионального развития, создания необходимых условий труда, содействия занятости работников отрасли, сохранения рабочих мест, трудоустройства и переобучения высвобождаемых работников и т.д.</w:t>
      </w:r>
    </w:p>
    <w:p w:rsidR="001422D0" w:rsidRDefault="001422D0" w:rsidP="00982DEE">
      <w:pPr>
        <w:pStyle w:val="BodyText"/>
        <w:spacing w:line="240" w:lineRule="auto"/>
        <w:ind w:right="0" w:firstLine="709"/>
      </w:pPr>
      <w:r w:rsidRPr="00BB2394">
        <w:t>31.27. В рамках экспериментальной и инновационной деятельности предусматривать дополнительные гарантии для педагогических и руководящих работников, участвующих в экспериментах, в виде надбавок стимулирующего характера, а также необходимое обучение работников.</w:t>
      </w:r>
    </w:p>
    <w:p w:rsidR="001422D0" w:rsidRPr="0056095E" w:rsidRDefault="001422D0" w:rsidP="00982DEE">
      <w:pPr>
        <w:pStyle w:val="BodyText"/>
        <w:spacing w:line="240" w:lineRule="auto"/>
        <w:ind w:right="0" w:firstLine="709"/>
      </w:pPr>
      <w:r w:rsidRPr="00BB2394">
        <w:rPr>
          <w:lang w:val="be-BY"/>
        </w:rPr>
        <w:t>31.28. Не допускать привлечение работников учреждений образования к выполнению работы, не обусловленной трудовым договором (контрактом), должностными (рабочими) инструкциями</w:t>
      </w:r>
      <w:r w:rsidRPr="0056095E">
        <w:rPr>
          <w:lang w:val="be-BY"/>
        </w:rPr>
        <w:t>.</w:t>
      </w:r>
    </w:p>
    <w:p w:rsidR="001422D0" w:rsidRPr="0056095E" w:rsidRDefault="001422D0" w:rsidP="0056095E">
      <w:pPr>
        <w:pStyle w:val="BodyText"/>
        <w:spacing w:line="240" w:lineRule="auto"/>
        <w:ind w:right="0" w:firstLine="709"/>
        <w:outlineLvl w:val="0"/>
        <w:rPr>
          <w:bCs/>
          <w:caps/>
        </w:rPr>
      </w:pPr>
    </w:p>
    <w:p w:rsidR="001422D0" w:rsidRPr="0056095E" w:rsidRDefault="001422D0" w:rsidP="0056095E">
      <w:pPr>
        <w:pStyle w:val="BodyText"/>
        <w:spacing w:line="240" w:lineRule="auto"/>
        <w:ind w:right="0" w:firstLine="709"/>
        <w:outlineLvl w:val="0"/>
        <w:rPr>
          <w:caps/>
        </w:rPr>
      </w:pPr>
      <w:r w:rsidRPr="0056095E">
        <w:rPr>
          <w:bCs/>
          <w:caps/>
        </w:rPr>
        <w:t>Охрана труда</w:t>
      </w:r>
    </w:p>
    <w:p w:rsidR="001422D0" w:rsidRPr="0056095E" w:rsidRDefault="001422D0" w:rsidP="0056095E">
      <w:pPr>
        <w:pStyle w:val="BodyText"/>
        <w:spacing w:line="240" w:lineRule="auto"/>
        <w:ind w:right="0" w:firstLine="709"/>
      </w:pPr>
    </w:p>
    <w:p w:rsidR="001422D0" w:rsidRPr="0056095E" w:rsidRDefault="001422D0" w:rsidP="0056095E">
      <w:pPr>
        <w:pStyle w:val="BodyText"/>
        <w:spacing w:line="240" w:lineRule="auto"/>
        <w:ind w:right="0" w:firstLine="709"/>
      </w:pPr>
      <w:r w:rsidRPr="0056095E">
        <w:t>32. </w:t>
      </w:r>
      <w:r>
        <w:t>Главное управление</w:t>
      </w:r>
      <w:r w:rsidRPr="0056095E">
        <w:t xml:space="preserve"> обязуется:</w:t>
      </w:r>
    </w:p>
    <w:p w:rsidR="001422D0" w:rsidRPr="0056095E" w:rsidRDefault="001422D0" w:rsidP="0056095E">
      <w:pPr>
        <w:pStyle w:val="BodyText"/>
        <w:spacing w:line="240" w:lineRule="auto"/>
        <w:ind w:right="0" w:firstLine="709"/>
      </w:pPr>
      <w:r w:rsidRPr="0056095E">
        <w:t>32.1. Продолжить работу по пересмотру, корректировке и утверждению отраслевых нормативных документов по охране труда с учетом изменений и дополнений, внесенных в законодательные акты Республики Беларусь.</w:t>
      </w:r>
    </w:p>
    <w:p w:rsidR="001422D0" w:rsidRPr="0056095E" w:rsidRDefault="001422D0" w:rsidP="0056095E">
      <w:pPr>
        <w:pStyle w:val="BodyText"/>
        <w:spacing w:line="240" w:lineRule="auto"/>
        <w:ind w:right="0" w:firstLine="709"/>
      </w:pPr>
      <w:r w:rsidRPr="0056095E">
        <w:t>32.2. Ежегодно подводить итоги работы управлений</w:t>
      </w:r>
      <w:r>
        <w:t>, отдела</w:t>
      </w:r>
      <w:r w:rsidRPr="0056095E">
        <w:t xml:space="preserve">  местных исполнительных и распорядительных органов, организаций системы </w:t>
      </w:r>
      <w:r>
        <w:t>образования</w:t>
      </w:r>
      <w:r w:rsidRPr="0056095E">
        <w:t xml:space="preserve"> по улучшению условий и охраны труда, профилактике производственного травматизма и информировать </w:t>
      </w:r>
      <w:r>
        <w:t>областной комитет</w:t>
      </w:r>
      <w:r w:rsidRPr="0056095E">
        <w:t>.</w:t>
      </w:r>
    </w:p>
    <w:p w:rsidR="001422D0" w:rsidRDefault="001422D0" w:rsidP="0056095E">
      <w:pPr>
        <w:pStyle w:val="BodyText"/>
        <w:spacing w:line="240" w:lineRule="auto"/>
        <w:ind w:right="0" w:firstLine="709"/>
      </w:pPr>
      <w:r w:rsidRPr="0056095E">
        <w:t xml:space="preserve">32.3. Проводить обучение и проверку знаний технических инспекторов труда отраслевого профсоюза в комиссии </w:t>
      </w:r>
      <w:r>
        <w:t>Министерства образования Республики Беларусь</w:t>
      </w:r>
      <w:r w:rsidRPr="0056095E">
        <w:t xml:space="preserve"> по вопросам охраны труда.</w:t>
      </w:r>
    </w:p>
    <w:p w:rsidR="001422D0" w:rsidRPr="0056095E" w:rsidRDefault="001422D0" w:rsidP="0056095E">
      <w:pPr>
        <w:pStyle w:val="BodyText"/>
        <w:spacing w:line="240" w:lineRule="auto"/>
        <w:ind w:right="0" w:firstLine="709"/>
      </w:pPr>
      <w:r w:rsidRPr="0056095E">
        <w:t xml:space="preserve">32.4. В соответствии со статьей 7 Закона Республики Беларусь </w:t>
      </w:r>
      <w:r w:rsidRPr="0056095E">
        <w:rPr>
          <w:lang w:val="be-BY"/>
        </w:rPr>
        <w:t>”</w:t>
      </w:r>
      <w:r w:rsidRPr="0056095E">
        <w:t>Об охране труда</w:t>
      </w:r>
      <w:r w:rsidRPr="0056095E">
        <w:rPr>
          <w:lang w:val="be-BY"/>
        </w:rPr>
        <w:t xml:space="preserve">“ и на основании письма Министерства труда и социальной защиты Республики Беларусь 13.02.2013 № 21-336п “О создании Советов руководителей служб охраны труда” рассмотреть вопрос </w:t>
      </w:r>
      <w:r w:rsidRPr="0056095E">
        <w:t>создания отраслевого Совета руководителей служб охраны труда (специалистов по охране труда) для решения задач по созданию здоровых и безопасных условий труда работников.</w:t>
      </w:r>
    </w:p>
    <w:p w:rsidR="001422D0" w:rsidRPr="0056095E" w:rsidRDefault="001422D0" w:rsidP="0056095E">
      <w:pPr>
        <w:pStyle w:val="BodyText"/>
        <w:spacing w:line="240" w:lineRule="auto"/>
        <w:ind w:right="0" w:firstLine="709"/>
      </w:pPr>
      <w:r w:rsidRPr="0056095E">
        <w:t>33. </w:t>
      </w:r>
      <w:r>
        <w:t>Областной комитет</w:t>
      </w:r>
      <w:r w:rsidRPr="0056095E">
        <w:t xml:space="preserve"> обязуется:</w:t>
      </w:r>
    </w:p>
    <w:p w:rsidR="001422D0" w:rsidRPr="0056095E" w:rsidRDefault="001422D0" w:rsidP="0056095E">
      <w:pPr>
        <w:pStyle w:val="BodyText"/>
        <w:spacing w:line="240" w:lineRule="auto"/>
        <w:ind w:right="0" w:firstLine="709"/>
      </w:pPr>
      <w:r w:rsidRPr="0056095E">
        <w:t>33.1. Принимать непосредственное участие в разработке нормативных актов по охране труда.</w:t>
      </w:r>
    </w:p>
    <w:p w:rsidR="001422D0" w:rsidRPr="0056095E" w:rsidRDefault="001422D0" w:rsidP="0056095E">
      <w:pPr>
        <w:pStyle w:val="BodyText"/>
        <w:spacing w:line="240" w:lineRule="auto"/>
        <w:ind w:right="0" w:firstLine="709"/>
      </w:pPr>
      <w:r w:rsidRPr="0056095E">
        <w:t>33.2. Отстаивать права работников на здоровые и безопасные условия труда, материальные интересы лиц, пострадавших в результате несчастных случаев на производстве, членов их семей.</w:t>
      </w:r>
    </w:p>
    <w:p w:rsidR="001422D0" w:rsidRPr="0056095E" w:rsidRDefault="001422D0" w:rsidP="0056095E">
      <w:pPr>
        <w:pStyle w:val="BodyText"/>
        <w:spacing w:line="240" w:lineRule="auto"/>
        <w:ind w:right="0" w:firstLine="709"/>
      </w:pPr>
      <w:r w:rsidRPr="0056095E">
        <w:t xml:space="preserve">33.3. Ежегодно подводить итоги </w:t>
      </w:r>
      <w:r>
        <w:t>областного</w:t>
      </w:r>
      <w:r w:rsidRPr="0056095E">
        <w:t xml:space="preserve"> смотра-конкурса на лучшую организацию общественного контроля по охране труда.</w:t>
      </w:r>
    </w:p>
    <w:p w:rsidR="001422D0" w:rsidRPr="0056095E" w:rsidRDefault="001422D0" w:rsidP="0056095E">
      <w:pPr>
        <w:pStyle w:val="BodyText"/>
        <w:spacing w:line="240" w:lineRule="auto"/>
        <w:ind w:right="0" w:firstLine="709"/>
      </w:pPr>
      <w:r w:rsidRPr="0056095E">
        <w:t xml:space="preserve">33.4. Не реже одного раза в год с участием представителя </w:t>
      </w:r>
      <w:r>
        <w:t>Главного управления</w:t>
      </w:r>
      <w:r w:rsidRPr="0056095E">
        <w:t xml:space="preserve"> анализировать состояние производственного травматизма в</w:t>
      </w:r>
      <w:r>
        <w:t xml:space="preserve"> </w:t>
      </w:r>
      <w:r w:rsidRPr="0056095E">
        <w:t>отрасли, полноту предоставления предусмотренных законодательством компенсаций за работу в неблагоприятных условиях труда.</w:t>
      </w:r>
    </w:p>
    <w:p w:rsidR="001422D0" w:rsidRPr="0056095E" w:rsidRDefault="001422D0" w:rsidP="0056095E">
      <w:pPr>
        <w:pStyle w:val="BodyText"/>
        <w:spacing w:line="240" w:lineRule="auto"/>
        <w:ind w:right="0" w:firstLine="709"/>
      </w:pPr>
      <w:r w:rsidRPr="0056095E">
        <w:t xml:space="preserve">33.5. В ходе расследования несчастных случаев на производстве </w:t>
      </w:r>
      <w:r w:rsidRPr="0056095E">
        <w:br/>
        <w:t>и</w:t>
      </w:r>
      <w:r>
        <w:t xml:space="preserve"> </w:t>
      </w:r>
      <w:r w:rsidRPr="0056095E">
        <w:t>профессиональных заболеваний отстаивать права и законные интересы застрахованных членов отраслевого профсоюза, в том числе в суде в соответствии с</w:t>
      </w:r>
      <w:r>
        <w:t xml:space="preserve"> </w:t>
      </w:r>
      <w:r w:rsidRPr="0056095E">
        <w:t xml:space="preserve">пунктом 299 Указа Президента Республики Беларусь от 25.08.2006 № 530 </w:t>
      </w:r>
      <w:r w:rsidRPr="0056095E">
        <w:rPr>
          <w:lang w:val="be-BY"/>
        </w:rPr>
        <w:t>”</w:t>
      </w:r>
      <w:r w:rsidRPr="0056095E">
        <w:t>О страховой деятельности</w:t>
      </w:r>
      <w:r w:rsidRPr="0056095E">
        <w:rPr>
          <w:lang w:val="be-BY"/>
        </w:rPr>
        <w:t>“</w:t>
      </w:r>
      <w:r w:rsidRPr="0056095E">
        <w:t>.</w:t>
      </w:r>
    </w:p>
    <w:p w:rsidR="001422D0" w:rsidRPr="0056095E" w:rsidRDefault="001422D0" w:rsidP="0056095E">
      <w:pPr>
        <w:pStyle w:val="BodyText"/>
        <w:spacing w:line="240" w:lineRule="auto"/>
        <w:ind w:right="0" w:firstLine="709"/>
      </w:pPr>
      <w:r w:rsidRPr="0056095E">
        <w:t>33.6. Предъявлять требования о приостановке работ в случае непосредственной угрозы жизни и здоровью работников.</w:t>
      </w:r>
    </w:p>
    <w:p w:rsidR="001422D0" w:rsidRPr="0056095E" w:rsidRDefault="001422D0" w:rsidP="0056095E">
      <w:pPr>
        <w:pStyle w:val="BodyText"/>
        <w:spacing w:line="240" w:lineRule="auto"/>
        <w:ind w:right="0" w:firstLine="709"/>
      </w:pPr>
      <w:r w:rsidRPr="0056095E">
        <w:t xml:space="preserve">33.7. Обращаться в соответствующие органы с требованием </w:t>
      </w:r>
      <w:r w:rsidRPr="0056095E">
        <w:br/>
        <w:t xml:space="preserve">о привлечении к ответственности должностных лиц, виновных </w:t>
      </w:r>
      <w:r w:rsidRPr="0056095E">
        <w:br/>
        <w:t>в нарушении нормативных требований по охране труда, сокрытии фактов несчастных случаев.</w:t>
      </w:r>
    </w:p>
    <w:p w:rsidR="001422D0" w:rsidRDefault="001422D0" w:rsidP="0056095E">
      <w:pPr>
        <w:jc w:val="both"/>
        <w:rPr>
          <w:sz w:val="30"/>
          <w:szCs w:val="30"/>
        </w:rPr>
      </w:pPr>
      <w:r w:rsidRPr="0056095E">
        <w:rPr>
          <w:sz w:val="30"/>
          <w:szCs w:val="30"/>
        </w:rPr>
        <w:tab/>
        <w:t>33.8. Обеспечить выполнение Плана мероприятий отраслевого профсоюза по реализации Директивы Президента Республики Беларусь от 11.03.2004 № 1 «О мерах по укреплению общественной безопасности и дисциплины» в редакции Указа Президента Республики Беларусь от 12.10.2015 № 420.</w:t>
      </w:r>
    </w:p>
    <w:p w:rsidR="001422D0" w:rsidRDefault="001422D0" w:rsidP="0056095E">
      <w:pPr>
        <w:jc w:val="both"/>
        <w:rPr>
          <w:sz w:val="30"/>
          <w:szCs w:val="30"/>
        </w:rPr>
      </w:pPr>
      <w:r>
        <w:rPr>
          <w:sz w:val="30"/>
          <w:szCs w:val="30"/>
        </w:rPr>
        <w:t xml:space="preserve">          33.9. Оказывать материальную помощь в размере до 200 базовых величин семьям погибших на производстве работников организаций образования помимо установленного законодательством возмещения ущерба. При этом учитывается степень вины потерпевших, определённая в документах расследования несчастных случаев на производстве, их семейное положение, наличие нетрудоспособных иждивенцев и другие факторы.</w:t>
      </w:r>
    </w:p>
    <w:p w:rsidR="001422D0" w:rsidRPr="0056095E" w:rsidRDefault="001422D0" w:rsidP="0056095E">
      <w:pPr>
        <w:jc w:val="both"/>
        <w:rPr>
          <w:sz w:val="30"/>
          <w:szCs w:val="30"/>
        </w:rPr>
      </w:pPr>
      <w:r>
        <w:rPr>
          <w:sz w:val="30"/>
          <w:szCs w:val="30"/>
        </w:rPr>
        <w:t xml:space="preserve">          33.10. Ежегодно к Всемирному дню охраны труда оказывать материальную помощь работникам организаций образования, с которыми произошли несчастные случаи на производстве с тяжёлым  исходом.</w:t>
      </w:r>
    </w:p>
    <w:p w:rsidR="001422D0" w:rsidRPr="0056095E" w:rsidRDefault="001422D0" w:rsidP="0056095E">
      <w:pPr>
        <w:pStyle w:val="BodyText"/>
        <w:spacing w:line="240" w:lineRule="auto"/>
        <w:ind w:right="0" w:firstLine="709"/>
      </w:pPr>
      <w:r w:rsidRPr="0056095E">
        <w:t>34. Стороны пришли к соглашению:</w:t>
      </w:r>
    </w:p>
    <w:p w:rsidR="001422D0" w:rsidRPr="006218EC" w:rsidRDefault="001422D0" w:rsidP="0056095E">
      <w:pPr>
        <w:pStyle w:val="BodyText"/>
        <w:spacing w:line="240" w:lineRule="auto"/>
        <w:ind w:right="0" w:firstLine="709"/>
        <w:rPr>
          <w:spacing w:val="-4"/>
        </w:rPr>
      </w:pPr>
      <w:r w:rsidRPr="006218EC">
        <w:rPr>
          <w:spacing w:val="-4"/>
        </w:rPr>
        <w:t xml:space="preserve">34.1. Осуществлять в организациях системы </w:t>
      </w:r>
      <w:r>
        <w:rPr>
          <w:spacing w:val="-4"/>
        </w:rPr>
        <w:t>образования</w:t>
      </w:r>
      <w:r w:rsidRPr="006218EC">
        <w:rPr>
          <w:spacing w:val="-4"/>
        </w:rPr>
        <w:t xml:space="preserve"> периодический контроль за соблюдением законодательства об охране труда.</w:t>
      </w:r>
    </w:p>
    <w:p w:rsidR="001422D0" w:rsidRPr="0056095E" w:rsidRDefault="001422D0" w:rsidP="0056095E">
      <w:pPr>
        <w:pStyle w:val="BodyText"/>
        <w:spacing w:line="240" w:lineRule="auto"/>
        <w:ind w:right="0" w:firstLine="709"/>
      </w:pPr>
      <w:r w:rsidRPr="0056095E">
        <w:t xml:space="preserve">34.2. В целях обучения работников управлений, организаций системы </w:t>
      </w:r>
      <w:r>
        <w:t>образования</w:t>
      </w:r>
      <w:r w:rsidRPr="0056095E">
        <w:t>,</w:t>
      </w:r>
      <w:r>
        <w:t xml:space="preserve"> </w:t>
      </w:r>
      <w:r w:rsidRPr="0056095E">
        <w:t xml:space="preserve">профсоюзного актива </w:t>
      </w:r>
      <w:r w:rsidRPr="0056095E">
        <w:br/>
        <w:t>и пропаганды здоровых и безопасных условий труда продолжать работу по созданию в каждом районе базовых (опорных) организаций.</w:t>
      </w:r>
    </w:p>
    <w:p w:rsidR="001422D0" w:rsidRPr="006218EC" w:rsidRDefault="001422D0" w:rsidP="0056095E">
      <w:pPr>
        <w:pStyle w:val="BodyText"/>
        <w:spacing w:line="240" w:lineRule="auto"/>
        <w:ind w:right="0" w:firstLine="709"/>
        <w:rPr>
          <w:spacing w:val="-2"/>
        </w:rPr>
      </w:pPr>
      <w:r w:rsidRPr="006218EC">
        <w:rPr>
          <w:spacing w:val="-2"/>
        </w:rPr>
        <w:t>34.3. Проводить совместные семинары по охране труда представителей управлений, комитетов отраслевого профсоюза и Департамента государственной инспекции труда.</w:t>
      </w:r>
    </w:p>
    <w:p w:rsidR="001422D0" w:rsidRPr="0056095E" w:rsidRDefault="001422D0" w:rsidP="0056095E">
      <w:pPr>
        <w:pStyle w:val="BodyText"/>
        <w:spacing w:line="240" w:lineRule="auto"/>
        <w:ind w:right="0" w:firstLine="709"/>
      </w:pPr>
      <w:r w:rsidRPr="0056095E">
        <w:t>34.4. Постоянно осуществлять контроль за:</w:t>
      </w:r>
    </w:p>
    <w:p w:rsidR="001422D0" w:rsidRPr="0056095E" w:rsidRDefault="001422D0" w:rsidP="0056095E">
      <w:pPr>
        <w:pStyle w:val="BodyText"/>
        <w:spacing w:line="240" w:lineRule="auto"/>
        <w:ind w:right="0" w:firstLine="709"/>
      </w:pPr>
      <w:r w:rsidRPr="0056095E">
        <w:t>34.4.1. предоставлением компенсаций работникам за работу с вредными и (или) опасными условиями труда; при необходимости оказывать нанимателям методическую помощь в организации аттестации рабочих мест по условиям труда;</w:t>
      </w:r>
    </w:p>
    <w:p w:rsidR="001422D0" w:rsidRPr="0056095E" w:rsidRDefault="001422D0" w:rsidP="0056095E">
      <w:pPr>
        <w:pStyle w:val="BodyText"/>
        <w:spacing w:line="240" w:lineRule="auto"/>
        <w:ind w:right="0" w:firstLine="709"/>
      </w:pPr>
      <w:r w:rsidRPr="0056095E">
        <w:t>34.4.2. выдачей работникам средств индивидуальной защиты, смывающих и</w:t>
      </w:r>
      <w:r>
        <w:t xml:space="preserve"> </w:t>
      </w:r>
      <w:r w:rsidRPr="0056095E">
        <w:t>обезвреживающих средств.</w:t>
      </w:r>
    </w:p>
    <w:p w:rsidR="001422D0" w:rsidRPr="006218EC" w:rsidRDefault="001422D0" w:rsidP="0056095E">
      <w:pPr>
        <w:pStyle w:val="BodyText"/>
        <w:spacing w:line="240" w:lineRule="auto"/>
        <w:ind w:right="0" w:firstLine="709"/>
        <w:rPr>
          <w:spacing w:val="-4"/>
        </w:rPr>
      </w:pPr>
      <w:r w:rsidRPr="006218EC">
        <w:rPr>
          <w:spacing w:val="-4"/>
        </w:rPr>
        <w:t>34.5. Добиваться выделения денежных средств на мероприятия, направленные на создание здоровых и безопасных условий и охраны труда.</w:t>
      </w:r>
    </w:p>
    <w:p w:rsidR="001422D0" w:rsidRPr="006218EC" w:rsidRDefault="001422D0" w:rsidP="0056095E">
      <w:pPr>
        <w:pStyle w:val="BodyText"/>
        <w:spacing w:line="240" w:lineRule="auto"/>
        <w:ind w:right="0" w:firstLine="709"/>
        <w:rPr>
          <w:spacing w:val="-2"/>
        </w:rPr>
      </w:pPr>
      <w:r w:rsidRPr="006218EC">
        <w:rPr>
          <w:spacing w:val="-2"/>
          <w:lang w:val="be-BY"/>
        </w:rPr>
        <w:t>34.6. </w:t>
      </w:r>
      <w:r w:rsidRPr="006218EC">
        <w:rPr>
          <w:spacing w:val="-2"/>
        </w:rPr>
        <w:t xml:space="preserve">Осуществлять прием на работу на должности руководителя </w:t>
      </w:r>
      <w:r w:rsidRPr="006218EC">
        <w:rPr>
          <w:spacing w:val="-2"/>
        </w:rPr>
        <w:br/>
        <w:t xml:space="preserve">и специалистов службы охраны труда организации системы </w:t>
      </w:r>
      <w:r>
        <w:rPr>
          <w:spacing w:val="-2"/>
        </w:rPr>
        <w:t>образования</w:t>
      </w:r>
      <w:r w:rsidRPr="006218EC">
        <w:rPr>
          <w:spacing w:val="-2"/>
        </w:rPr>
        <w:t>, в том числе инженера по охране труда, в строгом соответствии с квалификационными характеристиками и требованиями Типового положения о службе охраны труда организации, утвержденными Министерством труда и социальной защиты Республики Беларусь.</w:t>
      </w:r>
    </w:p>
    <w:p w:rsidR="001422D0" w:rsidRPr="0056095E" w:rsidRDefault="001422D0" w:rsidP="0056095E">
      <w:pPr>
        <w:pStyle w:val="BodyText"/>
        <w:spacing w:line="240" w:lineRule="auto"/>
        <w:ind w:right="0" w:firstLine="709"/>
      </w:pPr>
      <w:r w:rsidRPr="0056095E">
        <w:t>34.7. Рекомендовать нанимателям:</w:t>
      </w:r>
    </w:p>
    <w:p w:rsidR="001422D0" w:rsidRPr="0056095E" w:rsidRDefault="001422D0" w:rsidP="0056095E">
      <w:pPr>
        <w:pStyle w:val="BodyText"/>
        <w:spacing w:line="240" w:lineRule="auto"/>
        <w:ind w:right="0" w:firstLine="709"/>
      </w:pPr>
      <w:r w:rsidRPr="0056095E">
        <w:t xml:space="preserve">34.7.1. вводить в штатные расписания организаций системы </w:t>
      </w:r>
      <w:r>
        <w:t>образования</w:t>
      </w:r>
      <w:r w:rsidRPr="0056095E">
        <w:t xml:space="preserve"> должности инженеров по охране труда (службу охраны труда) в</w:t>
      </w:r>
      <w:r>
        <w:t xml:space="preserve"> </w:t>
      </w:r>
      <w:r w:rsidRPr="0056095E">
        <w:t>соответствии с нормативами, определенными законодательством;</w:t>
      </w:r>
    </w:p>
    <w:p w:rsidR="001422D0" w:rsidRPr="0056095E" w:rsidRDefault="001422D0" w:rsidP="0056095E">
      <w:pPr>
        <w:pStyle w:val="BodyText"/>
        <w:spacing w:line="240" w:lineRule="auto"/>
        <w:ind w:right="0" w:firstLine="709"/>
      </w:pPr>
      <w:r w:rsidRPr="0056095E">
        <w:t>34.7.2. обеспечивать организацию прохождения работниками обязательных предварительных и периодических медицинских осмотров с сохранением за ними среднего заработка на время прохождения периодических медосмотров;</w:t>
      </w:r>
    </w:p>
    <w:p w:rsidR="001422D0" w:rsidRPr="00FF4543" w:rsidRDefault="001422D0" w:rsidP="0056095E">
      <w:pPr>
        <w:pStyle w:val="BodyText"/>
        <w:spacing w:line="240" w:lineRule="auto"/>
        <w:ind w:right="0" w:firstLine="709"/>
      </w:pPr>
      <w:r w:rsidRPr="0056095E">
        <w:t xml:space="preserve">34.7.3. при несчастном случае с тяжелым либо смертельным исходом, групповом несчастном случае, требующих специального расследования, незамедлительно извещать вышестоящий комитет отраслевого профсоюза с целью обеспечения участия в расследовании данной категории несчастных случаев технических инспекторов труда </w:t>
      </w:r>
      <w:r w:rsidRPr="00FF4543">
        <w:t>отраслевого профсоюза;</w:t>
      </w:r>
    </w:p>
    <w:p w:rsidR="001422D0" w:rsidRPr="00FF4543" w:rsidRDefault="001422D0" w:rsidP="00FF4543">
      <w:pPr>
        <w:pStyle w:val="BodyText"/>
        <w:spacing w:line="240" w:lineRule="auto"/>
        <w:ind w:right="0" w:firstLine="709"/>
      </w:pPr>
      <w:r w:rsidRPr="00FF4543">
        <w:t xml:space="preserve">34.7.4. включать в соглашения, коллективные договоры организаций системы </w:t>
      </w:r>
      <w:r>
        <w:t>образования</w:t>
      </w:r>
      <w:r w:rsidRPr="00FF4543">
        <w:t xml:space="preserve"> из средств нанимателя нормы об оказании семье погибшего на производстве работника, помимо установленного законодательством возмещения ущерба, единовременной материальной помощи в размере не менее 10 годовых заработков погибшего по вине нанимателя, исчисленных по заработку за год от месяца, предшествующего несчастному случаю;</w:t>
      </w:r>
    </w:p>
    <w:p w:rsidR="001422D0" w:rsidRPr="00FF4543" w:rsidRDefault="001422D0" w:rsidP="00FF4543">
      <w:pPr>
        <w:pStyle w:val="BodyText"/>
        <w:spacing w:line="240" w:lineRule="auto"/>
        <w:ind w:right="0" w:firstLine="709"/>
      </w:pPr>
      <w:r w:rsidRPr="00FF4543">
        <w:t>работнику, утратившему профессиональную трудоспособность в результате несчастного случая на производстве или профессионального заболевания по вине нанимателя, — единовременной материальной помощи в размере одного среднемесячного заработка за каждый процент утраты профессиональной трудоспособности при наличии средств. Выплачиваемая материальная помощь снижается пропорционально степени вины потерпевшего, определенной в документах расследования несчастного случая на производстве или профессионального заболевания;</w:t>
      </w:r>
    </w:p>
    <w:p w:rsidR="001422D0" w:rsidRPr="00FF4543" w:rsidRDefault="001422D0" w:rsidP="00FF4543">
      <w:pPr>
        <w:ind w:firstLine="709"/>
        <w:jc w:val="both"/>
        <w:rPr>
          <w:sz w:val="30"/>
          <w:szCs w:val="30"/>
        </w:rPr>
      </w:pPr>
      <w:r w:rsidRPr="00FF4543">
        <w:rPr>
          <w:sz w:val="30"/>
          <w:szCs w:val="30"/>
        </w:rPr>
        <w:t>по согласию сторон коллективного договора – в других случаях, связанных с гибелью, утратой трудоспособности или профессиональным заболеванием работника.</w:t>
      </w:r>
    </w:p>
    <w:p w:rsidR="001422D0" w:rsidRDefault="001422D0" w:rsidP="00FF4543">
      <w:pPr>
        <w:ind w:firstLine="709"/>
        <w:jc w:val="both"/>
        <w:rPr>
          <w:sz w:val="30"/>
          <w:szCs w:val="30"/>
        </w:rPr>
      </w:pPr>
      <w:r>
        <w:rPr>
          <w:sz w:val="30"/>
          <w:szCs w:val="30"/>
        </w:rPr>
        <w:t>П</w:t>
      </w:r>
      <w:r w:rsidRPr="0056095E">
        <w:rPr>
          <w:sz w:val="30"/>
          <w:szCs w:val="30"/>
        </w:rPr>
        <w:t>орядок и условия выплаты материальной помощи опре</w:t>
      </w:r>
      <w:r>
        <w:rPr>
          <w:sz w:val="30"/>
          <w:szCs w:val="30"/>
        </w:rPr>
        <w:t>деляются коллективным договором.</w:t>
      </w:r>
    </w:p>
    <w:p w:rsidR="001422D0" w:rsidRPr="00CF0624" w:rsidRDefault="001422D0" w:rsidP="00FF4543">
      <w:pPr>
        <w:ind w:firstLine="709"/>
        <w:jc w:val="both"/>
        <w:rPr>
          <w:sz w:val="30"/>
          <w:szCs w:val="30"/>
        </w:rPr>
      </w:pPr>
      <w:r>
        <w:rPr>
          <w:sz w:val="30"/>
          <w:szCs w:val="30"/>
        </w:rPr>
        <w:t xml:space="preserve">Ходатайствовать перед районными (Жодинским городским) исполнительными комитетами о выплате единовременной материальной помощи за вред, причинённый по вине нанимателя здоровью и жизни работника в результате несчастного случая на производстве в соответствии с Соглашением между Минским областным исполнительным комитетом, Минским областным объединением профсоюзов, Республиканской ассоциацией предприятий промышленности «БелАПП» и Минским областным агропромышленным союзом на  2018 – 2020 годы. </w:t>
      </w:r>
    </w:p>
    <w:p w:rsidR="001422D0" w:rsidRPr="0056095E" w:rsidRDefault="001422D0" w:rsidP="0056095E">
      <w:pPr>
        <w:jc w:val="both"/>
        <w:rPr>
          <w:sz w:val="30"/>
          <w:szCs w:val="30"/>
        </w:rPr>
      </w:pPr>
      <w:r w:rsidRPr="0056095E">
        <w:rPr>
          <w:sz w:val="30"/>
          <w:szCs w:val="30"/>
        </w:rPr>
        <w:tab/>
        <w:t>34.7.5. лицам, получившим трудовое увечье или профессиональное заболевание, при прекращении трудового договора (контракта) по основаниям, предусмотренным пунктами 2 и 6 статьи 42 Трудового кодекса Республики Беларусь, наниматель выплачивает выходное пособие в размере не менее одного среднемесячного заработка;</w:t>
      </w:r>
    </w:p>
    <w:p w:rsidR="001422D0" w:rsidRPr="006218EC" w:rsidRDefault="001422D0" w:rsidP="0056095E">
      <w:pPr>
        <w:pStyle w:val="BodyText"/>
        <w:spacing w:line="240" w:lineRule="auto"/>
        <w:ind w:right="0" w:firstLine="709"/>
      </w:pPr>
      <w:r w:rsidRPr="006218EC">
        <w:t xml:space="preserve">34.7.6. предусматривать в бюджетной смете расходов организаций системы </w:t>
      </w:r>
      <w:r>
        <w:t>образования</w:t>
      </w:r>
      <w:r w:rsidRPr="006218EC">
        <w:t xml:space="preserve"> средства на реализацию мероприятий по охране труда;</w:t>
      </w:r>
    </w:p>
    <w:p w:rsidR="001422D0" w:rsidRPr="0056095E" w:rsidRDefault="001422D0" w:rsidP="0056095E">
      <w:pPr>
        <w:widowControl w:val="0"/>
        <w:ind w:firstLine="709"/>
        <w:jc w:val="both"/>
        <w:rPr>
          <w:sz w:val="30"/>
          <w:szCs w:val="30"/>
        </w:rPr>
      </w:pPr>
      <w:r w:rsidRPr="0056095E">
        <w:rPr>
          <w:sz w:val="30"/>
          <w:szCs w:val="30"/>
        </w:rPr>
        <w:t>34.7.7. предоставлять каждому работнику при приеме на работу полную и достоверную информацию о состоянии условий и охраны труда на его рабочем месте, о существующих рисках повреждения здоровья, полагающихся ему средствах индивидуальной и коллективной защиты, а также льготах и компенсациях, установленных законодательством;</w:t>
      </w:r>
    </w:p>
    <w:p w:rsidR="001422D0" w:rsidRPr="0056095E" w:rsidRDefault="001422D0" w:rsidP="0056095E">
      <w:pPr>
        <w:widowControl w:val="0"/>
        <w:ind w:firstLine="709"/>
        <w:jc w:val="both"/>
        <w:rPr>
          <w:sz w:val="30"/>
          <w:szCs w:val="30"/>
        </w:rPr>
      </w:pPr>
      <w:r w:rsidRPr="0056095E">
        <w:rPr>
          <w:sz w:val="30"/>
          <w:szCs w:val="30"/>
        </w:rPr>
        <w:t>34.7.8. оказывать содействие в обучении общественных инспекторов по охране труда;</w:t>
      </w:r>
    </w:p>
    <w:p w:rsidR="001422D0" w:rsidRPr="0056095E" w:rsidRDefault="001422D0" w:rsidP="0056095E">
      <w:pPr>
        <w:pStyle w:val="BodyText"/>
        <w:spacing w:line="240" w:lineRule="auto"/>
        <w:ind w:right="0" w:firstLine="709"/>
      </w:pPr>
      <w:r w:rsidRPr="0056095E">
        <w:t>34.7.9. поощрять за активную работу общественных инспекторов по охране труда по итогам месяца (квартала, года).</w:t>
      </w:r>
    </w:p>
    <w:p w:rsidR="001422D0" w:rsidRPr="0056095E" w:rsidRDefault="001422D0" w:rsidP="0056095E">
      <w:pPr>
        <w:pStyle w:val="BodyText"/>
        <w:spacing w:line="240" w:lineRule="auto"/>
        <w:ind w:right="0" w:firstLine="709"/>
      </w:pPr>
      <w:r w:rsidRPr="0056095E">
        <w:t>34.7.10. Включать в соглашения, коллективные договоры организаций системы</w:t>
      </w:r>
      <w:r>
        <w:t xml:space="preserve"> образования</w:t>
      </w:r>
      <w:r w:rsidRPr="0056095E">
        <w:t xml:space="preserve"> положение об обязанности работников оказывать содействие и сотрудничать с нанимателем в деле обеспечения здоровых и безопасных условий труда, немедленно извещать своего непосредственного руководителя или иное уполномоченное должностное лицо нанимателя о неисправности оборудования, инструмента, приспособлений, транспортных средств, средств защиты, об ухудшении состояния своего здоровья.</w:t>
      </w:r>
    </w:p>
    <w:p w:rsidR="001422D0" w:rsidRDefault="001422D0" w:rsidP="0056095E">
      <w:pPr>
        <w:pStyle w:val="BodyText"/>
        <w:spacing w:line="240" w:lineRule="auto"/>
        <w:ind w:right="0" w:firstLine="709"/>
      </w:pPr>
      <w:r w:rsidRPr="0056095E">
        <w:t>34.7.11. Применять меры поощрения и материального стимулирования работников за соблюдение  требований по охране труда.</w:t>
      </w:r>
    </w:p>
    <w:p w:rsidR="001422D0" w:rsidRPr="0056095E" w:rsidRDefault="001422D0" w:rsidP="0056095E">
      <w:pPr>
        <w:pStyle w:val="BodyText"/>
        <w:spacing w:line="240" w:lineRule="auto"/>
        <w:ind w:right="0" w:firstLine="709"/>
      </w:pPr>
      <w:r>
        <w:t>34.7.12. Продолжить обучение, повышение квалификации учителей трудового обучения с целью получения права допуска к работе на станочном оборудовании в учебных мастерских учреждений общего среднего образования.</w:t>
      </w:r>
    </w:p>
    <w:p w:rsidR="001422D0" w:rsidRPr="0056095E" w:rsidRDefault="001422D0" w:rsidP="0056095E">
      <w:pPr>
        <w:pStyle w:val="BodyText"/>
        <w:spacing w:line="240" w:lineRule="auto"/>
        <w:ind w:left="709" w:right="0"/>
        <w:outlineLvl w:val="0"/>
        <w:rPr>
          <w:bCs/>
          <w:caps/>
        </w:rPr>
      </w:pPr>
    </w:p>
    <w:p w:rsidR="001422D0" w:rsidRPr="0056095E" w:rsidRDefault="001422D0" w:rsidP="0056095E">
      <w:pPr>
        <w:pStyle w:val="BodyText"/>
        <w:spacing w:line="240" w:lineRule="auto"/>
        <w:ind w:left="709" w:right="0"/>
        <w:outlineLvl w:val="0"/>
        <w:rPr>
          <w:smallCaps/>
        </w:rPr>
      </w:pPr>
      <w:r w:rsidRPr="0056095E">
        <w:rPr>
          <w:bCs/>
          <w:caps/>
        </w:rPr>
        <w:t xml:space="preserve">Социальные гарантии, жилищно-бытовые условия, охрана здоровья и организация отдыха работников организаций системы </w:t>
      </w:r>
      <w:r>
        <w:rPr>
          <w:bCs/>
          <w:caps/>
        </w:rPr>
        <w:t>ОБРАЗОВАНИЯ</w:t>
      </w:r>
    </w:p>
    <w:p w:rsidR="001422D0" w:rsidRPr="0056095E" w:rsidRDefault="001422D0" w:rsidP="0056095E">
      <w:pPr>
        <w:pStyle w:val="BodyText"/>
        <w:spacing w:line="240" w:lineRule="auto"/>
        <w:ind w:right="0" w:firstLine="709"/>
      </w:pPr>
    </w:p>
    <w:p w:rsidR="001422D0" w:rsidRPr="0056095E" w:rsidRDefault="001422D0" w:rsidP="0056095E">
      <w:pPr>
        <w:pStyle w:val="BodyText"/>
        <w:spacing w:line="240" w:lineRule="auto"/>
        <w:ind w:right="0" w:firstLine="709"/>
      </w:pPr>
      <w:r w:rsidRPr="0056095E">
        <w:t>35. </w:t>
      </w:r>
      <w:r>
        <w:t>Главное управление</w:t>
      </w:r>
      <w:r w:rsidRPr="0056095E">
        <w:t xml:space="preserve"> обязуется содействовать организации отдыха, </w:t>
      </w:r>
      <w:r w:rsidRPr="0056095E">
        <w:rPr>
          <w:bCs/>
        </w:rPr>
        <w:t>оздоровления</w:t>
      </w:r>
      <w:r w:rsidRPr="0056095E">
        <w:t xml:space="preserve"> и санаторно-курортного лечения работников системы </w:t>
      </w:r>
      <w:r>
        <w:t>образования</w:t>
      </w:r>
      <w:r w:rsidRPr="0056095E">
        <w:t>, в том числе на базе санатори</w:t>
      </w:r>
      <w:r>
        <w:t>я</w:t>
      </w:r>
      <w:r w:rsidRPr="0056095E">
        <w:t>-профилактори</w:t>
      </w:r>
      <w:r>
        <w:t>я</w:t>
      </w:r>
      <w:r w:rsidRPr="0056095E">
        <w:t xml:space="preserve">  Минского </w:t>
      </w:r>
      <w:r>
        <w:t>областного</w:t>
      </w:r>
      <w:r w:rsidRPr="0056095E">
        <w:t xml:space="preserve"> институт</w:t>
      </w:r>
      <w:r>
        <w:t>а</w:t>
      </w:r>
      <w:r w:rsidRPr="0056095E">
        <w:t xml:space="preserve"> развития образования.</w:t>
      </w:r>
    </w:p>
    <w:p w:rsidR="001422D0" w:rsidRPr="0056095E" w:rsidRDefault="001422D0" w:rsidP="0056095E">
      <w:pPr>
        <w:pStyle w:val="BodyText"/>
        <w:spacing w:line="240" w:lineRule="auto"/>
        <w:ind w:right="0" w:firstLine="709"/>
      </w:pPr>
      <w:r w:rsidRPr="0056095E">
        <w:t>36. </w:t>
      </w:r>
      <w:r>
        <w:t>Областной комитет</w:t>
      </w:r>
      <w:r w:rsidRPr="0056095E">
        <w:t xml:space="preserve"> обязуется:</w:t>
      </w:r>
    </w:p>
    <w:p w:rsidR="001422D0" w:rsidRPr="0056095E" w:rsidRDefault="001422D0" w:rsidP="0056095E">
      <w:pPr>
        <w:pStyle w:val="BodyText"/>
        <w:spacing w:line="240" w:lineRule="auto"/>
        <w:ind w:right="0" w:firstLine="709"/>
      </w:pPr>
      <w:r w:rsidRPr="0056095E">
        <w:t xml:space="preserve">36.1. Ежегодно анализировать состояние обеспеченности жильем работников организаций системы </w:t>
      </w:r>
      <w:r>
        <w:t>образования области</w:t>
      </w:r>
      <w:r w:rsidRPr="0056095E">
        <w:t xml:space="preserve"> и информировать </w:t>
      </w:r>
      <w:r>
        <w:t>Главное управление</w:t>
      </w:r>
      <w:r w:rsidRPr="0056095E">
        <w:t>.</w:t>
      </w:r>
    </w:p>
    <w:p w:rsidR="001422D0" w:rsidRPr="0056095E" w:rsidRDefault="001422D0" w:rsidP="0056095E">
      <w:pPr>
        <w:pStyle w:val="BodyText"/>
        <w:spacing w:line="240" w:lineRule="auto"/>
        <w:ind w:right="0" w:firstLine="709"/>
      </w:pPr>
      <w:r w:rsidRPr="0056095E">
        <w:t xml:space="preserve">36.2. Способствовать организации оздоровления и санаторно-курортного лечения работников организаций системы </w:t>
      </w:r>
      <w:r>
        <w:t>образования</w:t>
      </w:r>
      <w:r w:rsidRPr="0056095E">
        <w:t xml:space="preserve">, </w:t>
      </w:r>
      <w:r w:rsidRPr="0056095E">
        <w:br/>
        <w:t xml:space="preserve">в том числе на базе организаций УП </w:t>
      </w:r>
      <w:r w:rsidRPr="0056095E">
        <w:rPr>
          <w:lang w:val="be-BY"/>
        </w:rPr>
        <w:t>”</w:t>
      </w:r>
      <w:r w:rsidRPr="0056095E">
        <w:t>Белпрофсоюзкурорт</w:t>
      </w:r>
      <w:r w:rsidRPr="0056095E">
        <w:rPr>
          <w:lang w:val="be-BY"/>
        </w:rPr>
        <w:t>“</w:t>
      </w:r>
      <w:r w:rsidRPr="0056095E">
        <w:t xml:space="preserve"> и ТЭУП </w:t>
      </w:r>
      <w:r w:rsidRPr="0056095E">
        <w:rPr>
          <w:lang w:val="be-BY"/>
        </w:rPr>
        <w:t>”</w:t>
      </w:r>
      <w:r w:rsidRPr="0056095E">
        <w:t>Беларустурист</w:t>
      </w:r>
      <w:r w:rsidRPr="0056095E">
        <w:rPr>
          <w:lang w:val="be-BY"/>
        </w:rPr>
        <w:t>“</w:t>
      </w:r>
      <w:r w:rsidRPr="0056095E">
        <w:t>, добиваться предоставления ими скидок для членов отраслевого профсоюза и их детей.</w:t>
      </w:r>
    </w:p>
    <w:p w:rsidR="001422D0" w:rsidRDefault="001422D0" w:rsidP="0056095E">
      <w:pPr>
        <w:pStyle w:val="BodyText"/>
        <w:spacing w:line="240" w:lineRule="auto"/>
        <w:ind w:right="0" w:firstLine="709"/>
      </w:pPr>
      <w:r w:rsidRPr="0056095E">
        <w:t xml:space="preserve">36.3. Оказывать помощь </w:t>
      </w:r>
      <w:r>
        <w:t>работникам организаций системы образования области в создании организаций</w:t>
      </w:r>
      <w:r w:rsidRPr="0056095E">
        <w:t xml:space="preserve"> застройщиков с целью улучшения </w:t>
      </w:r>
      <w:r>
        <w:t>их жилищных условий</w:t>
      </w:r>
      <w:r w:rsidRPr="0056095E">
        <w:t>.</w:t>
      </w:r>
    </w:p>
    <w:p w:rsidR="001422D0" w:rsidRPr="0056095E" w:rsidRDefault="001422D0" w:rsidP="0056095E">
      <w:pPr>
        <w:pStyle w:val="BodyText"/>
        <w:spacing w:line="240" w:lineRule="auto"/>
        <w:ind w:right="0" w:firstLine="709"/>
      </w:pPr>
      <w:r w:rsidRPr="0056095E">
        <w:t>37. Стороны обязуются добиваться:</w:t>
      </w:r>
    </w:p>
    <w:p w:rsidR="001422D0" w:rsidRPr="0056095E" w:rsidRDefault="001422D0" w:rsidP="0056095E">
      <w:pPr>
        <w:pStyle w:val="BodyText"/>
        <w:spacing w:line="240" w:lineRule="auto"/>
        <w:ind w:right="0" w:firstLine="709"/>
      </w:pPr>
      <w:r w:rsidRPr="0056095E">
        <w:t>37.1. Поэтапного увеличения доли расходов республиканского и местных бюджетов на финансирование отрасли по отношению к ВВП в размере до 6 %.</w:t>
      </w:r>
    </w:p>
    <w:p w:rsidR="001422D0" w:rsidRDefault="001422D0" w:rsidP="0056095E">
      <w:pPr>
        <w:pStyle w:val="BodyText"/>
        <w:spacing w:line="240" w:lineRule="auto"/>
        <w:ind w:right="0" w:firstLine="709"/>
      </w:pPr>
      <w:r>
        <w:t>37.2. Выделения</w:t>
      </w:r>
      <w:r w:rsidRPr="0056095E">
        <w:t xml:space="preserve"> построенного в агрогородках жилья педагогическим работникам, работающим в сельских населенных пунктах.</w:t>
      </w:r>
    </w:p>
    <w:p w:rsidR="001422D0" w:rsidRPr="0056095E" w:rsidRDefault="001422D0" w:rsidP="0056095E">
      <w:pPr>
        <w:pStyle w:val="BodyText"/>
        <w:spacing w:line="240" w:lineRule="auto"/>
        <w:ind w:right="0" w:firstLine="709"/>
      </w:pPr>
      <w:r w:rsidRPr="0056095E">
        <w:t>38. Стороны пришли к соглашению:</w:t>
      </w:r>
    </w:p>
    <w:p w:rsidR="001422D0" w:rsidRPr="0056095E" w:rsidRDefault="001422D0" w:rsidP="0056095E">
      <w:pPr>
        <w:widowControl w:val="0"/>
        <w:ind w:firstLine="709"/>
        <w:jc w:val="both"/>
        <w:rPr>
          <w:sz w:val="30"/>
          <w:szCs w:val="30"/>
        </w:rPr>
      </w:pPr>
      <w:r w:rsidRPr="0056095E">
        <w:rPr>
          <w:sz w:val="30"/>
          <w:szCs w:val="30"/>
        </w:rPr>
        <w:t xml:space="preserve">38.1. Председатели комитетов отраслевого профсоюза, их заместители включаются в составы  советов организаций системы </w:t>
      </w:r>
      <w:r>
        <w:rPr>
          <w:sz w:val="30"/>
          <w:szCs w:val="30"/>
        </w:rPr>
        <w:t>образования</w:t>
      </w:r>
      <w:r w:rsidRPr="0056095E">
        <w:rPr>
          <w:sz w:val="30"/>
          <w:szCs w:val="30"/>
        </w:rPr>
        <w:t>, принимают участие в заседаниях, совещаниях по вопросам работников.</w:t>
      </w:r>
    </w:p>
    <w:p w:rsidR="001422D0" w:rsidRPr="0056095E" w:rsidRDefault="001422D0" w:rsidP="0056095E">
      <w:pPr>
        <w:pStyle w:val="BodyText"/>
        <w:spacing w:line="240" w:lineRule="auto"/>
        <w:ind w:right="0" w:firstLine="709"/>
      </w:pPr>
      <w:r w:rsidRPr="0056095E">
        <w:t xml:space="preserve">Представители комитетов отраслевого профсоюза включаются </w:t>
      </w:r>
      <w:r w:rsidRPr="0056095E">
        <w:br/>
        <w:t xml:space="preserve">в составы создаваемых в организациях системы </w:t>
      </w:r>
      <w:r>
        <w:t>образования</w:t>
      </w:r>
      <w:r w:rsidRPr="0056095E">
        <w:t xml:space="preserve"> комиссий, деятельность которых затрагивает их права и законные интересы работников.</w:t>
      </w:r>
    </w:p>
    <w:p w:rsidR="001422D0" w:rsidRPr="0056095E" w:rsidRDefault="001422D0" w:rsidP="0056095E">
      <w:pPr>
        <w:pStyle w:val="BodyText"/>
        <w:spacing w:line="240" w:lineRule="auto"/>
        <w:ind w:right="0" w:firstLine="709"/>
      </w:pPr>
      <w:r w:rsidRPr="0056095E">
        <w:t xml:space="preserve">Представители комитетов отраслевого профсоюза для включения </w:t>
      </w:r>
      <w:r w:rsidRPr="0056095E">
        <w:br/>
        <w:t>в составы комиссий и иных целей определяются соответствующими профсоюзными органами.</w:t>
      </w:r>
    </w:p>
    <w:p w:rsidR="001422D0" w:rsidRPr="0056095E" w:rsidRDefault="001422D0" w:rsidP="0056095E">
      <w:pPr>
        <w:pStyle w:val="BodyText"/>
        <w:spacing w:line="240" w:lineRule="auto"/>
        <w:ind w:right="0" w:firstLine="709"/>
      </w:pPr>
      <w:r w:rsidRPr="0056095E">
        <w:t>38.2. Учет граждан, нуждающихся в улучшении жилищных условий, и</w:t>
      </w:r>
      <w:r>
        <w:t xml:space="preserve"> </w:t>
      </w:r>
      <w:r w:rsidRPr="0056095E">
        <w:t>распределение жилых помещений производить совместным решением нанимателя и комитета отраслевого профсоюза в соответствии с законодательством. Учет граждан, нуждающихся в улучшении жилищных условий, по месту работы ведут работники, назначенные нанимателем по</w:t>
      </w:r>
      <w:r>
        <w:t xml:space="preserve"> </w:t>
      </w:r>
      <w:r w:rsidRPr="0056095E">
        <w:t>согласованию с комитетом отраслевого профсоюза. Списки лиц, которым предоставляется жилье, доводятся до сведения коллектива работников.</w:t>
      </w:r>
    </w:p>
    <w:p w:rsidR="001422D0" w:rsidRPr="0056095E" w:rsidRDefault="001422D0" w:rsidP="0056095E">
      <w:pPr>
        <w:pStyle w:val="BodyText"/>
        <w:spacing w:line="240" w:lineRule="auto"/>
        <w:ind w:right="0" w:firstLine="709"/>
      </w:pPr>
      <w:r w:rsidRPr="0056095E">
        <w:t>38.3. Рекомендовать руководителям учреждений образования совместно с комитетами отраслевого профсоюза ежегодно анализировать обеспеченность работников жильем и принимать возможные меры по улучшению их жилищных условий.</w:t>
      </w:r>
    </w:p>
    <w:p w:rsidR="001422D0" w:rsidRPr="0056095E" w:rsidRDefault="001422D0" w:rsidP="0056095E">
      <w:pPr>
        <w:pStyle w:val="BodyText"/>
        <w:spacing w:line="240" w:lineRule="auto"/>
        <w:ind w:right="0" w:firstLine="709"/>
      </w:pPr>
      <w:r w:rsidRPr="0056095E">
        <w:t>38.4.  Рекомендовать управлениям совершенствовать  формы оздоровления работников.</w:t>
      </w:r>
    </w:p>
    <w:p w:rsidR="001422D0" w:rsidRPr="0021163B" w:rsidRDefault="001422D0" w:rsidP="0056095E">
      <w:pPr>
        <w:pStyle w:val="BodyText"/>
        <w:spacing w:line="240" w:lineRule="auto"/>
        <w:ind w:right="0" w:firstLine="709"/>
      </w:pPr>
      <w:r w:rsidRPr="0056095E">
        <w:t xml:space="preserve">38.5. Содействовать выделению из местных бюджетов дополнительных средств на содержание организаций системы </w:t>
      </w:r>
      <w:r>
        <w:t>образования</w:t>
      </w:r>
      <w:r w:rsidRPr="0056095E">
        <w:t xml:space="preserve">, выплаты социального характера работникам  (компенсация стоимости проезда к месту работы, оказание материальной помощи, дополнительные меры материального стимулирования труда, установленные Декретом № 29, выплаты молодым специалистам и специалистам с высшим и средним специальным образованием, получившим образование на условиях оплаты и направленным с их </w:t>
      </w:r>
      <w:r w:rsidRPr="0021163B">
        <w:t>согласия на работу, добровольного страхования дополнительной пенсии и медицинских расходов, в том числе за счет средств от приносящей доходы деятельности организации и др.).</w:t>
      </w:r>
    </w:p>
    <w:p w:rsidR="001422D0" w:rsidRPr="0056095E" w:rsidRDefault="001422D0" w:rsidP="0056095E">
      <w:pPr>
        <w:pStyle w:val="BodyText"/>
        <w:spacing w:line="240" w:lineRule="auto"/>
        <w:ind w:right="0" w:firstLine="709"/>
      </w:pPr>
      <w:r w:rsidRPr="0056095E">
        <w:rPr>
          <w:lang w:val="be-BY"/>
        </w:rPr>
        <w:t>38.6. </w:t>
      </w:r>
      <w:r w:rsidRPr="0056095E">
        <w:t xml:space="preserve">Содействовать организации работы отраслевого физкультурно-спортивного клуба </w:t>
      </w:r>
      <w:r w:rsidRPr="0056095E">
        <w:rPr>
          <w:lang w:val="be-BY"/>
        </w:rPr>
        <w:t>”Буревестник“, в том числе в части проведения  отраслевых спартакиад и туристских слетов</w:t>
      </w:r>
      <w:r w:rsidRPr="0056095E">
        <w:t xml:space="preserve">, физкультурно-оздоровительных и спортивных мероприятий, а также обеспечения участия сборных команд работников организаций системы </w:t>
      </w:r>
      <w:r>
        <w:t>образования</w:t>
      </w:r>
      <w:r w:rsidRPr="0056095E">
        <w:t xml:space="preserve"> в  межотраслевых </w:t>
      </w:r>
      <w:r w:rsidRPr="0056095E">
        <w:rPr>
          <w:lang w:val="be-BY"/>
        </w:rPr>
        <w:t xml:space="preserve">спартакиадах и туристских слетах, </w:t>
      </w:r>
      <w:r w:rsidRPr="0056095E">
        <w:t>физкультурно-оздоровительных и спортивных мероприятиях.</w:t>
      </w:r>
    </w:p>
    <w:p w:rsidR="001422D0" w:rsidRPr="0056095E" w:rsidRDefault="001422D0" w:rsidP="0056095E">
      <w:pPr>
        <w:pStyle w:val="BodyText"/>
        <w:spacing w:line="240" w:lineRule="auto"/>
        <w:ind w:right="0" w:firstLine="709"/>
        <w:rPr>
          <w:lang w:val="be-BY"/>
        </w:rPr>
      </w:pPr>
      <w:r w:rsidRPr="0056095E">
        <w:rPr>
          <w:lang w:val="be-BY"/>
        </w:rPr>
        <w:t xml:space="preserve">38.7. Наниматели в соответствии с коллективным договором, соглашением создают для работников надлежащие бытовые условия, </w:t>
      </w:r>
      <w:r w:rsidRPr="0056095E">
        <w:br/>
        <w:t>условия для питания и</w:t>
      </w:r>
      <w:r w:rsidRPr="0056095E">
        <w:rPr>
          <w:lang w:val="be-BY"/>
        </w:rPr>
        <w:t xml:space="preserve"> занятий физической культурой, при наличии возможности проводят мероприятия по удешевлению стоимости питания, организации отдыха, физкультурно-оздоровительной и спортивно-массовой работы, в том числе в части предоставления в установленном порядке возможности участия работников организаций  в отраслевых, межотраслевых спартакиадах, туристских слетах, иных физкультурно-оздоровительных и спортивно-массовых мероприятиях, их санаторно-курортного лечения.</w:t>
      </w:r>
    </w:p>
    <w:p w:rsidR="001422D0" w:rsidRPr="0056095E" w:rsidRDefault="001422D0" w:rsidP="0056095E">
      <w:pPr>
        <w:ind w:firstLine="720"/>
        <w:jc w:val="both"/>
        <w:rPr>
          <w:sz w:val="30"/>
          <w:szCs w:val="30"/>
        </w:rPr>
      </w:pPr>
      <w:r w:rsidRPr="0056095E">
        <w:rPr>
          <w:sz w:val="30"/>
          <w:szCs w:val="30"/>
        </w:rPr>
        <w:t xml:space="preserve">38.8. Содействовать закреплению ветеранов отрасли и отраслевого профсоюза за организациями, в которых они работали и с которыми утратили связь, а также проживающих в учреждениях социального обслуживания через установление над ними шефской помощи путём развития волонтёрского движения студенческими организациями профсоюза. </w:t>
      </w:r>
    </w:p>
    <w:p w:rsidR="001422D0" w:rsidRPr="0056095E" w:rsidRDefault="001422D0" w:rsidP="0056095E">
      <w:pPr>
        <w:pStyle w:val="BodyText"/>
        <w:spacing w:line="240" w:lineRule="auto"/>
        <w:ind w:right="0" w:firstLine="709"/>
      </w:pPr>
      <w:r w:rsidRPr="0056095E">
        <w:t>38.9. Содействовать организации работы молодежных советов, советов ветеранов труда отрасли и отраслевого профсоюза на республиканском и региональном уровнях, проведению ими мероприятий.</w:t>
      </w:r>
    </w:p>
    <w:p w:rsidR="001422D0" w:rsidRPr="0056095E" w:rsidRDefault="001422D0" w:rsidP="0056095E">
      <w:pPr>
        <w:pStyle w:val="BodyText"/>
        <w:spacing w:line="240" w:lineRule="auto"/>
        <w:ind w:right="0" w:firstLine="709"/>
      </w:pPr>
      <w:r w:rsidRPr="0056095E">
        <w:t xml:space="preserve">Приглашать ветеранов труда отрасли и отраслевого профсоюза к участию в воспитательных, праздничных мероприятиях, проводимых в соответствующих организациях системы </w:t>
      </w:r>
      <w:r>
        <w:t>образования</w:t>
      </w:r>
      <w:r w:rsidRPr="0056095E">
        <w:t xml:space="preserve"> и организационных структурах отраслевого профсоюза. </w:t>
      </w:r>
    </w:p>
    <w:p w:rsidR="001422D0" w:rsidRPr="0056095E" w:rsidRDefault="001422D0" w:rsidP="0056095E">
      <w:pPr>
        <w:pStyle w:val="BodyText"/>
        <w:spacing w:line="240" w:lineRule="auto"/>
        <w:ind w:right="0" w:firstLine="709"/>
      </w:pPr>
      <w:r w:rsidRPr="0056095E">
        <w:t xml:space="preserve">38.10. Координировать работу организаций системы </w:t>
      </w:r>
      <w:r>
        <w:t>образования</w:t>
      </w:r>
      <w:r w:rsidRPr="0056095E">
        <w:br/>
        <w:t>и организационных структур отраслевого профсоюза по ведению ими учета ветеранов труда отрасли и отраслевого профсоюза, оказанию им необходимой помощи.</w:t>
      </w:r>
    </w:p>
    <w:p w:rsidR="001422D0" w:rsidRPr="0056095E" w:rsidRDefault="001422D0" w:rsidP="0056095E">
      <w:pPr>
        <w:ind w:firstLine="720"/>
        <w:jc w:val="both"/>
        <w:rPr>
          <w:sz w:val="30"/>
          <w:szCs w:val="30"/>
        </w:rPr>
      </w:pPr>
      <w:r w:rsidRPr="0056095E">
        <w:rPr>
          <w:sz w:val="30"/>
          <w:szCs w:val="30"/>
        </w:rPr>
        <w:t>38.11. Определять в коллективных договорах дополнительные меры социальной поддержки ранее работавших в организации ветеранов отрасли и отраслевого профсоюза.</w:t>
      </w:r>
    </w:p>
    <w:p w:rsidR="001422D0" w:rsidRPr="0056095E" w:rsidRDefault="001422D0" w:rsidP="0056095E">
      <w:pPr>
        <w:ind w:firstLine="720"/>
        <w:jc w:val="both"/>
        <w:rPr>
          <w:sz w:val="30"/>
          <w:szCs w:val="30"/>
        </w:rPr>
      </w:pPr>
      <w:r w:rsidRPr="0056095E">
        <w:rPr>
          <w:sz w:val="30"/>
          <w:szCs w:val="30"/>
        </w:rPr>
        <w:t xml:space="preserve">38.12. Рекомендовать для включения в коллективные договоры (соглашения) нормы по отчислению нанимателями денежных средств профсоюзным организациям для проведения культурно-массовых, спортивных мероприятий, новогодних елок, удешевления стоимости детских новогодних подарков, пропаганды здорового образа жизни, возрождения национальной культуры, иных социально значимых целей в размере не менее 0,15 процента от фонда заработной платы из внебюджетных </w:t>
      </w:r>
      <w:r w:rsidRPr="00F92E2F">
        <w:rPr>
          <w:sz w:val="30"/>
          <w:szCs w:val="30"/>
        </w:rPr>
        <w:t>средств</w:t>
      </w:r>
      <w:r>
        <w:rPr>
          <w:sz w:val="30"/>
          <w:szCs w:val="30"/>
        </w:rPr>
        <w:t xml:space="preserve"> </w:t>
      </w:r>
      <w:r w:rsidRPr="00F92E2F">
        <w:rPr>
          <w:sz w:val="30"/>
          <w:szCs w:val="30"/>
        </w:rPr>
        <w:t>организации</w:t>
      </w:r>
      <w:r>
        <w:rPr>
          <w:sz w:val="30"/>
          <w:szCs w:val="30"/>
        </w:rPr>
        <w:t xml:space="preserve"> </w:t>
      </w:r>
      <w:r w:rsidRPr="00F92E2F">
        <w:rPr>
          <w:sz w:val="30"/>
          <w:szCs w:val="30"/>
        </w:rPr>
        <w:t>при их наличии.</w:t>
      </w:r>
    </w:p>
    <w:p w:rsidR="001422D0" w:rsidRPr="0056095E" w:rsidRDefault="001422D0" w:rsidP="0056095E">
      <w:pPr>
        <w:ind w:firstLine="720"/>
        <w:jc w:val="both"/>
        <w:rPr>
          <w:sz w:val="30"/>
          <w:szCs w:val="30"/>
        </w:rPr>
      </w:pPr>
      <w:r w:rsidRPr="0056095E">
        <w:rPr>
          <w:sz w:val="30"/>
          <w:szCs w:val="30"/>
        </w:rPr>
        <w:t>38.13. Рекомендовать Нанимателям осуществлять подвоз работников учреждени</w:t>
      </w:r>
      <w:r>
        <w:rPr>
          <w:sz w:val="30"/>
          <w:szCs w:val="30"/>
        </w:rPr>
        <w:t>й</w:t>
      </w:r>
      <w:r w:rsidRPr="0056095E">
        <w:rPr>
          <w:sz w:val="30"/>
          <w:szCs w:val="30"/>
        </w:rPr>
        <w:t xml:space="preserve"> образования на работу и обратно школьными автобусами, при наличии в них свободных мест.</w:t>
      </w:r>
    </w:p>
    <w:p w:rsidR="001422D0" w:rsidRPr="0056095E" w:rsidRDefault="001422D0" w:rsidP="0056095E">
      <w:pPr>
        <w:pStyle w:val="BodyText"/>
        <w:spacing w:line="240" w:lineRule="auto"/>
        <w:ind w:left="709" w:right="0"/>
        <w:outlineLvl w:val="0"/>
        <w:rPr>
          <w:bCs/>
          <w:caps/>
        </w:rPr>
      </w:pPr>
    </w:p>
    <w:p w:rsidR="001422D0" w:rsidRPr="0056095E" w:rsidRDefault="001422D0" w:rsidP="0056095E">
      <w:pPr>
        <w:pStyle w:val="BodyText"/>
        <w:spacing w:line="240" w:lineRule="auto"/>
        <w:ind w:right="0"/>
        <w:outlineLvl w:val="0"/>
        <w:rPr>
          <w:bCs/>
          <w:caps/>
        </w:rPr>
      </w:pPr>
      <w:r w:rsidRPr="0056095E">
        <w:rPr>
          <w:bCs/>
          <w:caps/>
        </w:rPr>
        <w:t>Социальные гарантии, жилищно-бытовые условия, охрана здоровья и организация отдыха молодежи</w:t>
      </w:r>
    </w:p>
    <w:p w:rsidR="001422D0" w:rsidRPr="0056095E" w:rsidRDefault="001422D0" w:rsidP="0056095E">
      <w:pPr>
        <w:pStyle w:val="BodyText"/>
        <w:spacing w:line="240" w:lineRule="auto"/>
        <w:ind w:right="0"/>
        <w:outlineLvl w:val="0"/>
        <w:rPr>
          <w:bCs/>
          <w:caps/>
        </w:rPr>
      </w:pPr>
    </w:p>
    <w:p w:rsidR="001422D0" w:rsidRPr="0056095E" w:rsidRDefault="001422D0" w:rsidP="0056095E">
      <w:pPr>
        <w:pStyle w:val="BodyText"/>
        <w:spacing w:line="240" w:lineRule="auto"/>
        <w:ind w:right="0"/>
        <w:outlineLvl w:val="0"/>
      </w:pPr>
      <w:r w:rsidRPr="0056095E">
        <w:rPr>
          <w:bCs/>
          <w:caps/>
        </w:rPr>
        <w:tab/>
      </w:r>
      <w:r w:rsidRPr="0056095E">
        <w:t xml:space="preserve">39. </w:t>
      </w:r>
      <w:r>
        <w:t>Главное управление</w:t>
      </w:r>
      <w:r w:rsidRPr="0056095E">
        <w:t xml:space="preserve"> обязуется содействовать:</w:t>
      </w:r>
    </w:p>
    <w:p w:rsidR="001422D0" w:rsidRPr="0056095E" w:rsidRDefault="001422D0" w:rsidP="0056095E">
      <w:pPr>
        <w:pStyle w:val="BodyText"/>
        <w:spacing w:line="240" w:lineRule="auto"/>
        <w:ind w:right="0" w:firstLine="709"/>
      </w:pPr>
      <w:r w:rsidRPr="0056095E">
        <w:t xml:space="preserve">39.1. Обеспечению наиболее целесообразного трудоустройства выпускников учреждений высшего, среднего специального образования </w:t>
      </w:r>
      <w:r w:rsidRPr="0056095E">
        <w:br/>
        <w:t xml:space="preserve">в организациях системы </w:t>
      </w:r>
      <w:r>
        <w:t>образования</w:t>
      </w:r>
      <w:r w:rsidRPr="0056095E">
        <w:t>.</w:t>
      </w:r>
    </w:p>
    <w:p w:rsidR="001422D0" w:rsidRPr="0056095E" w:rsidRDefault="001422D0" w:rsidP="0056095E">
      <w:pPr>
        <w:pStyle w:val="BodyText"/>
        <w:spacing w:line="240" w:lineRule="auto"/>
        <w:ind w:right="0" w:firstLine="709"/>
      </w:pPr>
      <w:r w:rsidRPr="0056095E">
        <w:t>39.2. Организации отдыха, оздоровления и санаторно-курортного лечения обучающихся, организации их медицинских осмотров.</w:t>
      </w:r>
    </w:p>
    <w:p w:rsidR="001422D0" w:rsidRPr="0056095E" w:rsidRDefault="001422D0" w:rsidP="0056095E">
      <w:pPr>
        <w:pStyle w:val="BodyText"/>
        <w:spacing w:line="240" w:lineRule="auto"/>
        <w:ind w:right="0" w:firstLine="709"/>
      </w:pPr>
      <w:r w:rsidRPr="0056095E">
        <w:t>39.3. Выделению средств на строительство, капитальный ремонт, тепловую модернизацию общежитий обучающихся.</w:t>
      </w:r>
    </w:p>
    <w:p w:rsidR="001422D0" w:rsidRPr="0056095E" w:rsidRDefault="001422D0" w:rsidP="0056095E">
      <w:pPr>
        <w:pStyle w:val="BodyText"/>
        <w:spacing w:line="240" w:lineRule="auto"/>
        <w:ind w:right="0" w:firstLine="709"/>
      </w:pPr>
      <w:r w:rsidRPr="0056095E">
        <w:t>40. </w:t>
      </w:r>
      <w:r>
        <w:t>Областной комитет</w:t>
      </w:r>
      <w:r w:rsidRPr="0056095E">
        <w:t xml:space="preserve"> обязуется:</w:t>
      </w:r>
    </w:p>
    <w:p w:rsidR="001422D0" w:rsidRPr="0056095E" w:rsidRDefault="001422D0" w:rsidP="0056095E">
      <w:pPr>
        <w:pStyle w:val="BodyText"/>
        <w:spacing w:line="240" w:lineRule="auto"/>
        <w:ind w:right="0" w:firstLine="709"/>
      </w:pPr>
      <w:r w:rsidRPr="0056095E">
        <w:t>40.1. Содействовать предоставлению молодежи гарантий, установленных законодательством, Соглашением, льготного порядка пользования культурно-просветительными, физкультурно-оздоровительными организациями и зрелищными учреждениями, оказывать консультационную поддержку по данным вопросам.</w:t>
      </w:r>
    </w:p>
    <w:p w:rsidR="001422D0" w:rsidRPr="003A4F9B" w:rsidRDefault="001422D0" w:rsidP="0056095E">
      <w:pPr>
        <w:pStyle w:val="BodyText"/>
        <w:spacing w:line="240" w:lineRule="auto"/>
        <w:ind w:right="0" w:firstLine="709"/>
        <w:rPr>
          <w:spacing w:val="-4"/>
        </w:rPr>
      </w:pPr>
      <w:r w:rsidRPr="003A4F9B">
        <w:rPr>
          <w:spacing w:val="-4"/>
        </w:rPr>
        <w:t>40.2. </w:t>
      </w:r>
      <w:r>
        <w:rPr>
          <w:spacing w:val="-4"/>
        </w:rPr>
        <w:t>Участвовать в р</w:t>
      </w:r>
      <w:r w:rsidRPr="003A4F9B">
        <w:rPr>
          <w:spacing w:val="-4"/>
        </w:rPr>
        <w:t>азраб</w:t>
      </w:r>
      <w:r>
        <w:rPr>
          <w:spacing w:val="-4"/>
        </w:rPr>
        <w:t>отке</w:t>
      </w:r>
      <w:r w:rsidRPr="003A4F9B">
        <w:rPr>
          <w:spacing w:val="-4"/>
        </w:rPr>
        <w:t xml:space="preserve"> и обновл</w:t>
      </w:r>
      <w:r>
        <w:rPr>
          <w:spacing w:val="-4"/>
        </w:rPr>
        <w:t>ении</w:t>
      </w:r>
      <w:r w:rsidRPr="003A4F9B">
        <w:rPr>
          <w:spacing w:val="-4"/>
        </w:rPr>
        <w:t xml:space="preserve"> макет</w:t>
      </w:r>
      <w:r>
        <w:rPr>
          <w:spacing w:val="-4"/>
        </w:rPr>
        <w:t>а</w:t>
      </w:r>
      <w:r w:rsidRPr="003A4F9B">
        <w:rPr>
          <w:spacing w:val="-4"/>
        </w:rPr>
        <w:t xml:space="preserve"> соглашения между учреждением образования и профсоюзной организацией обучающихся, методически</w:t>
      </w:r>
      <w:r>
        <w:rPr>
          <w:spacing w:val="-4"/>
        </w:rPr>
        <w:t>х</w:t>
      </w:r>
      <w:r w:rsidRPr="003A4F9B">
        <w:rPr>
          <w:spacing w:val="-4"/>
        </w:rPr>
        <w:t xml:space="preserve"> рекомендаци</w:t>
      </w:r>
      <w:r>
        <w:rPr>
          <w:spacing w:val="-4"/>
        </w:rPr>
        <w:t>й</w:t>
      </w:r>
      <w:r w:rsidRPr="003A4F9B">
        <w:rPr>
          <w:spacing w:val="-4"/>
        </w:rPr>
        <w:t xml:space="preserve"> по материальному стимулированию и</w:t>
      </w:r>
      <w:r>
        <w:rPr>
          <w:spacing w:val="-4"/>
        </w:rPr>
        <w:t xml:space="preserve"> </w:t>
      </w:r>
      <w:r w:rsidRPr="003A4F9B">
        <w:rPr>
          <w:spacing w:val="-4"/>
        </w:rPr>
        <w:t xml:space="preserve">оказанию материальной помощи обучающимся; учету обучающихся, желающих получить </w:t>
      </w:r>
      <w:r w:rsidRPr="003A4F9B">
        <w:rPr>
          <w:spacing w:val="-4"/>
          <w:lang w:val="be-BY"/>
        </w:rPr>
        <w:t xml:space="preserve">место для проживания </w:t>
      </w:r>
      <w:r w:rsidRPr="003A4F9B">
        <w:rPr>
          <w:spacing w:val="-4"/>
        </w:rPr>
        <w:t>в</w:t>
      </w:r>
      <w:r>
        <w:rPr>
          <w:spacing w:val="-4"/>
        </w:rPr>
        <w:t xml:space="preserve"> </w:t>
      </w:r>
      <w:r w:rsidRPr="003A4F9B">
        <w:rPr>
          <w:spacing w:val="-4"/>
        </w:rPr>
        <w:t xml:space="preserve">общежитиях государственного </w:t>
      </w:r>
      <w:r w:rsidRPr="003A4F9B">
        <w:rPr>
          <w:spacing w:val="-4"/>
          <w:lang w:val="be-BY"/>
        </w:rPr>
        <w:t>учреждения образования</w:t>
      </w:r>
      <w:r w:rsidRPr="003A4F9B">
        <w:rPr>
          <w:spacing w:val="-4"/>
        </w:rPr>
        <w:t>, заселению и проживанию обучающихся; организации их</w:t>
      </w:r>
      <w:r>
        <w:rPr>
          <w:spacing w:val="-4"/>
        </w:rPr>
        <w:t xml:space="preserve"> </w:t>
      </w:r>
      <w:r w:rsidRPr="003A4F9B">
        <w:rPr>
          <w:spacing w:val="-4"/>
        </w:rPr>
        <w:t>санаторно-курортного лечения и оздоровления.</w:t>
      </w:r>
    </w:p>
    <w:p w:rsidR="001422D0" w:rsidRPr="0056095E" w:rsidRDefault="001422D0" w:rsidP="0056095E">
      <w:pPr>
        <w:pStyle w:val="BodyText"/>
        <w:spacing w:line="240" w:lineRule="auto"/>
        <w:ind w:right="0" w:firstLine="709"/>
      </w:pPr>
      <w:r w:rsidRPr="0056095E">
        <w:t xml:space="preserve">40.3. Осуществлять регулярный общественный контроль </w:t>
      </w:r>
      <w:r w:rsidRPr="0056095E">
        <w:br/>
        <w:t xml:space="preserve">за организацией работы по социальной защите обучающихся,  общежитий, пунктов общественного питания организаций системы </w:t>
      </w:r>
      <w:r>
        <w:t>образования</w:t>
      </w:r>
      <w:r w:rsidRPr="0056095E">
        <w:t>.</w:t>
      </w:r>
    </w:p>
    <w:p w:rsidR="001422D0" w:rsidRPr="0056095E" w:rsidRDefault="001422D0" w:rsidP="0056095E">
      <w:pPr>
        <w:pStyle w:val="BodyText"/>
        <w:spacing w:line="240" w:lineRule="auto"/>
        <w:ind w:right="0" w:firstLine="709"/>
      </w:pPr>
      <w:r w:rsidRPr="0056095E">
        <w:t>41. Стороны обязуются добиваться:</w:t>
      </w:r>
    </w:p>
    <w:p w:rsidR="001422D0" w:rsidRPr="0056095E" w:rsidRDefault="001422D0" w:rsidP="0056095E">
      <w:pPr>
        <w:pStyle w:val="BodyText"/>
        <w:spacing w:line="240" w:lineRule="auto"/>
        <w:ind w:right="0" w:firstLine="709"/>
      </w:pPr>
      <w:r w:rsidRPr="0056095E">
        <w:t>41.1. Повышения размера стипендий обучающимся до бюджета прожиточного минимума.</w:t>
      </w:r>
    </w:p>
    <w:p w:rsidR="001422D0" w:rsidRPr="0056095E" w:rsidRDefault="001422D0" w:rsidP="0056095E">
      <w:pPr>
        <w:widowControl w:val="0"/>
        <w:ind w:firstLine="709"/>
        <w:jc w:val="both"/>
        <w:rPr>
          <w:sz w:val="30"/>
          <w:szCs w:val="30"/>
        </w:rPr>
      </w:pPr>
      <w:r w:rsidRPr="0056095E">
        <w:rPr>
          <w:sz w:val="30"/>
          <w:szCs w:val="30"/>
        </w:rPr>
        <w:t>41.2. Расширения круга гарантий обучающимся из стран зарубежья в рамках решения вопроса возможности их регистрации по юридическому адресу учреждения образования.</w:t>
      </w:r>
    </w:p>
    <w:p w:rsidR="001422D0" w:rsidRPr="0056095E" w:rsidRDefault="001422D0" w:rsidP="0056095E">
      <w:pPr>
        <w:widowControl w:val="0"/>
        <w:ind w:firstLine="709"/>
        <w:jc w:val="both"/>
        <w:rPr>
          <w:sz w:val="30"/>
          <w:szCs w:val="30"/>
        </w:rPr>
      </w:pPr>
      <w:r w:rsidRPr="0056095E">
        <w:rPr>
          <w:sz w:val="30"/>
          <w:szCs w:val="30"/>
        </w:rPr>
        <w:t xml:space="preserve">41.3. Выделения мест для проживания в общежитиях для работающей молодежи организаций системы </w:t>
      </w:r>
      <w:r>
        <w:rPr>
          <w:sz w:val="30"/>
          <w:szCs w:val="30"/>
        </w:rPr>
        <w:t>образования</w:t>
      </w:r>
      <w:r w:rsidRPr="0056095E">
        <w:rPr>
          <w:sz w:val="30"/>
          <w:szCs w:val="30"/>
        </w:rPr>
        <w:t>.</w:t>
      </w:r>
    </w:p>
    <w:p w:rsidR="001422D0" w:rsidRPr="0056095E" w:rsidRDefault="001422D0" w:rsidP="0056095E">
      <w:pPr>
        <w:pStyle w:val="BodyText"/>
        <w:spacing w:line="240" w:lineRule="auto"/>
        <w:ind w:right="0" w:firstLine="709"/>
      </w:pPr>
      <w:r w:rsidRPr="0056095E">
        <w:t>42. Стороны пришли к соглашению:</w:t>
      </w:r>
    </w:p>
    <w:p w:rsidR="001422D0" w:rsidRPr="0056095E" w:rsidRDefault="001422D0" w:rsidP="0056095E">
      <w:pPr>
        <w:pStyle w:val="BodyText"/>
        <w:spacing w:line="240" w:lineRule="auto"/>
        <w:ind w:right="0" w:firstLine="709"/>
      </w:pPr>
      <w:r w:rsidRPr="0056095E">
        <w:t>42.1. Проводить совместные мероприятия по ознакомлению работающей и учащейся молодежи с законодательством о труде, состоянием и перспективами развития отрасли, Соглашением.</w:t>
      </w:r>
    </w:p>
    <w:p w:rsidR="001422D0" w:rsidRPr="0056095E" w:rsidRDefault="001422D0" w:rsidP="0056095E">
      <w:pPr>
        <w:pStyle w:val="BodyText"/>
        <w:spacing w:line="240" w:lineRule="auto"/>
        <w:ind w:right="0" w:firstLine="709"/>
      </w:pPr>
      <w:r w:rsidRPr="0056095E">
        <w:t xml:space="preserve">42.2. Рекомендовать организациям системы </w:t>
      </w:r>
      <w:r>
        <w:t>образования</w:t>
      </w:r>
      <w:r w:rsidRPr="0056095E">
        <w:t xml:space="preserve"> и комитетам отраслевого профсоюза содействовать:</w:t>
      </w:r>
    </w:p>
    <w:p w:rsidR="001422D0" w:rsidRPr="0056095E" w:rsidRDefault="001422D0" w:rsidP="0056095E">
      <w:pPr>
        <w:pStyle w:val="BodyText"/>
        <w:spacing w:line="240" w:lineRule="auto"/>
        <w:ind w:right="0" w:firstLine="709"/>
      </w:pPr>
      <w:r w:rsidRPr="0056095E">
        <w:t xml:space="preserve">42.2.1. выделению работникам организаций системы </w:t>
      </w:r>
      <w:r>
        <w:t>образования</w:t>
      </w:r>
      <w:r w:rsidRPr="0056095E">
        <w:t xml:space="preserve"> из числа молодых специалистов и специалистов с высшим и средним специальным образованием, получивших образование на условиях оплаты и направленных с их согласия на работу, мест в общежитиях организаций, в том числе иных отраслей;</w:t>
      </w:r>
    </w:p>
    <w:p w:rsidR="001422D0" w:rsidRPr="0056095E" w:rsidRDefault="001422D0" w:rsidP="0056095E">
      <w:pPr>
        <w:pStyle w:val="BodyText"/>
        <w:spacing w:line="240" w:lineRule="auto"/>
        <w:ind w:right="0" w:firstLine="709"/>
      </w:pPr>
      <w:r w:rsidRPr="0056095E">
        <w:t>42.2.2. предоставлению дополнительных мер поддержки работающей молодежи,  а также оказанию материальной помощи на обустройство.</w:t>
      </w:r>
    </w:p>
    <w:p w:rsidR="001422D0" w:rsidRPr="0056095E" w:rsidRDefault="001422D0" w:rsidP="0056095E">
      <w:pPr>
        <w:pStyle w:val="BodyText"/>
        <w:spacing w:line="240" w:lineRule="auto"/>
        <w:ind w:right="0" w:firstLine="709"/>
      </w:pPr>
      <w:r w:rsidRPr="0056095E">
        <w:t xml:space="preserve">42.3. Отношения между организацией системы </w:t>
      </w:r>
      <w:r>
        <w:t>образования</w:t>
      </w:r>
      <w:r w:rsidRPr="0056095E">
        <w:br/>
        <w:t>и</w:t>
      </w:r>
      <w:r>
        <w:t xml:space="preserve"> </w:t>
      </w:r>
      <w:r w:rsidRPr="0056095E">
        <w:t>обучающимися определяются законодательством Республики Беларусь, уставом учреждения образования, правилами внутреннего распорядка, правилами внутреннего распорядка общежитий, соглашением между учреждением образования и профсоюзной организацией обучающихся, иными локальными нормативными правовыми актами.</w:t>
      </w:r>
    </w:p>
    <w:p w:rsidR="001422D0" w:rsidRPr="0056095E" w:rsidRDefault="001422D0" w:rsidP="0056095E">
      <w:pPr>
        <w:pStyle w:val="BodyText"/>
        <w:spacing w:line="240" w:lineRule="auto"/>
        <w:ind w:right="0" w:firstLine="709"/>
      </w:pPr>
      <w:r w:rsidRPr="0056095E">
        <w:t xml:space="preserve">42.4. Локальные нормативные правовые акты по вопросам организации образовательного процесса, социальной защиты и другим вопросам, касающимся их социально-экономических прав, в том числе пропускного режима и работы общежитий, а также правила внутреннего распорядка учреждения образования, правила внутреннего распорядка общежитий, принимаются директором организации системы </w:t>
      </w:r>
      <w:r>
        <w:t>образования</w:t>
      </w:r>
      <w:r w:rsidRPr="0056095E">
        <w:t xml:space="preserve"> по согласованию с</w:t>
      </w:r>
      <w:r>
        <w:t xml:space="preserve"> </w:t>
      </w:r>
      <w:r w:rsidRPr="0056095E">
        <w:t>профсоюзным комитетом обучающихся.</w:t>
      </w:r>
    </w:p>
    <w:p w:rsidR="001422D0" w:rsidRPr="0056095E" w:rsidRDefault="001422D0" w:rsidP="0056095E">
      <w:pPr>
        <w:pStyle w:val="BodyText"/>
        <w:spacing w:line="240" w:lineRule="auto"/>
        <w:ind w:right="0" w:firstLine="709"/>
      </w:pPr>
      <w:r w:rsidRPr="0056095E">
        <w:t>Председатели профсоюзных комитетов обучающихся, их заместители включаются в состав  совет</w:t>
      </w:r>
      <w:r w:rsidRPr="0056095E">
        <w:rPr>
          <w:lang w:val="be-BY"/>
        </w:rPr>
        <w:t>ов</w:t>
      </w:r>
      <w:r w:rsidRPr="0056095E">
        <w:t xml:space="preserve"> учреждений образования, принимают участие в заседаниях, совещаниях по вопросам обучающихся.</w:t>
      </w:r>
    </w:p>
    <w:p w:rsidR="001422D0" w:rsidRPr="0056095E" w:rsidRDefault="001422D0" w:rsidP="0056095E">
      <w:pPr>
        <w:widowControl w:val="0"/>
        <w:ind w:firstLine="709"/>
        <w:jc w:val="both"/>
        <w:rPr>
          <w:sz w:val="30"/>
          <w:szCs w:val="30"/>
        </w:rPr>
      </w:pPr>
      <w:r w:rsidRPr="0056095E">
        <w:rPr>
          <w:sz w:val="30"/>
          <w:szCs w:val="30"/>
        </w:rPr>
        <w:t xml:space="preserve">Представители профсоюзных комитетов обучающихся, в том числе обучающиеся, включаются в составы советов структурных подразделений и комиссий организаций системы </w:t>
      </w:r>
      <w:r>
        <w:rPr>
          <w:sz w:val="30"/>
          <w:szCs w:val="30"/>
        </w:rPr>
        <w:t>образования</w:t>
      </w:r>
      <w:r w:rsidRPr="0056095E">
        <w:rPr>
          <w:sz w:val="30"/>
          <w:szCs w:val="30"/>
        </w:rPr>
        <w:t>, деятельность которых затрагивает права и законные интересы обучающихся, и обладают всеми правами членов этих советов и комиссий. Представители профсоюзных комитетов обучающихся для включения в составы комиссий и иных целей определяются соответствующими профсоюзными органами.</w:t>
      </w:r>
    </w:p>
    <w:p w:rsidR="001422D0" w:rsidRPr="0056095E" w:rsidRDefault="001422D0" w:rsidP="0056095E">
      <w:pPr>
        <w:pStyle w:val="BodyText"/>
        <w:spacing w:line="240" w:lineRule="auto"/>
        <w:ind w:right="0" w:firstLine="709"/>
      </w:pPr>
      <w:r w:rsidRPr="0056095E">
        <w:t>42.5. Изменение условий, затрагивающих социально-экономические права и законные интересы обучающихся, производится с</w:t>
      </w:r>
      <w:r>
        <w:t xml:space="preserve"> </w:t>
      </w:r>
      <w:r w:rsidRPr="0056095E">
        <w:t>предварительного согласия соответствующих профсоюзных комитетов обучающихся.</w:t>
      </w:r>
    </w:p>
    <w:p w:rsidR="001422D0" w:rsidRPr="0056095E" w:rsidRDefault="001422D0" w:rsidP="0056095E">
      <w:pPr>
        <w:pStyle w:val="BodyText"/>
        <w:spacing w:line="240" w:lineRule="auto"/>
        <w:ind w:right="0" w:firstLine="709"/>
      </w:pPr>
      <w:r w:rsidRPr="0056095E">
        <w:rPr>
          <w:lang w:val="be-BY"/>
        </w:rPr>
        <w:t>42.6</w:t>
      </w:r>
      <w:r w:rsidRPr="0056095E">
        <w:t>.</w:t>
      </w:r>
      <w:r w:rsidRPr="0056095E">
        <w:rPr>
          <w:lang w:val="be-BY"/>
        </w:rPr>
        <w:t xml:space="preserve"> Решение </w:t>
      </w:r>
      <w:r w:rsidRPr="0056095E">
        <w:t>вопросов осуществления обучения по индивидуальным учебным планам в пределах содержания образовательных программ осуществляется в порядке, определенном законодательством, Соглашением, локальными нормативными правовыми актами с учетом мнения профсоюзного комитета обучающихся.</w:t>
      </w:r>
    </w:p>
    <w:p w:rsidR="001422D0" w:rsidRPr="0056095E" w:rsidRDefault="001422D0" w:rsidP="0056095E">
      <w:pPr>
        <w:pStyle w:val="BodyText"/>
        <w:spacing w:line="240" w:lineRule="auto"/>
        <w:ind w:right="0" w:firstLine="709"/>
      </w:pPr>
      <w:r w:rsidRPr="0056095E">
        <w:t>42.7. Не допускать отчисления обучающихся — членов отраслевого профсоюза, привлечения их к дисциплинарной ответственности без согласования с профсоюзными комитетами обучающихся.</w:t>
      </w:r>
    </w:p>
    <w:p w:rsidR="001422D0" w:rsidRPr="0056095E" w:rsidRDefault="001422D0" w:rsidP="0056095E">
      <w:pPr>
        <w:pStyle w:val="BodyText"/>
        <w:spacing w:line="240" w:lineRule="auto"/>
        <w:ind w:right="0" w:firstLine="709"/>
      </w:pPr>
      <w:r w:rsidRPr="0056095E">
        <w:t xml:space="preserve">42.8. Руководитель или уполномоченное им должностное лицо обязаны при зачислении обучающегося ознакомить его под роспись с уставом, лицензией на образовательную деятельность, Соглашением, соглашением между учреждением образования и профсоюзной организацией обучающихся, правилами внутреннего распорядка и иными локальными нормативными правовыми актами, действующими в организации системы </w:t>
      </w:r>
      <w:r>
        <w:t>образования</w:t>
      </w:r>
      <w:r w:rsidRPr="0056095E">
        <w:t>.</w:t>
      </w:r>
    </w:p>
    <w:p w:rsidR="001422D0" w:rsidRPr="0056095E" w:rsidRDefault="001422D0" w:rsidP="0056095E">
      <w:pPr>
        <w:pStyle w:val="BodyText"/>
        <w:spacing w:line="240" w:lineRule="auto"/>
        <w:ind w:right="0" w:firstLine="709"/>
      </w:pPr>
      <w:r w:rsidRPr="0056095E">
        <w:t xml:space="preserve">42.9. Ведение учета обучающихся, желающих получить места для проживания в общежитии государственного учреждения образования (далее – общежитие), заключение с ними договоров найма жилого помещения государственного жилищного фонда осуществляются уполномоченными должностными лицами организации системы </w:t>
      </w:r>
      <w:r>
        <w:t>образования</w:t>
      </w:r>
      <w:r w:rsidRPr="0056095E">
        <w:t xml:space="preserve"> с участием представителей профсоюзного комитета обучающихся в соответствии с положением, являющимся приложением к соглашению между учреждением образования и профсоюзной организацией обучающихся.</w:t>
      </w:r>
    </w:p>
    <w:p w:rsidR="001422D0" w:rsidRPr="003A4F9B" w:rsidRDefault="001422D0" w:rsidP="0056095E">
      <w:pPr>
        <w:pStyle w:val="BodyText"/>
        <w:spacing w:line="240" w:lineRule="auto"/>
        <w:ind w:right="0" w:firstLine="709"/>
        <w:rPr>
          <w:spacing w:val="-4"/>
        </w:rPr>
      </w:pPr>
      <w:r w:rsidRPr="003A4F9B">
        <w:rPr>
          <w:spacing w:val="-4"/>
        </w:rPr>
        <w:t>Принятие на учет (снятие с учета) обучающихся, желающих получить места для проживания в общежитии, распределение мест для проживания в общежитии между структурными подразделениями учреждения образования, предоставление их обучающимся осуществляются совместным решением руководителя учреждения образования, уполномоченного им руководителя структурного подразделения и профсоюзного комитета обучающихся в соответствии с вышеуказанным положением. Списки лиц, которым предоставляются места для проживания в общежитии, доводятся до сведения обучающихся до окончания учебного года, предшествующего учебному году, на который выделяется жилая площадь.</w:t>
      </w:r>
    </w:p>
    <w:p w:rsidR="001422D0" w:rsidRPr="0056095E" w:rsidRDefault="001422D0" w:rsidP="0056095E">
      <w:pPr>
        <w:widowControl w:val="0"/>
        <w:ind w:firstLine="709"/>
        <w:jc w:val="both"/>
        <w:rPr>
          <w:sz w:val="30"/>
          <w:szCs w:val="30"/>
        </w:rPr>
      </w:pPr>
      <w:r w:rsidRPr="0056095E">
        <w:rPr>
          <w:sz w:val="30"/>
          <w:szCs w:val="30"/>
        </w:rPr>
        <w:t>Аналогично распределяются места для проживания в общежитиях, предоставляемые учреждениям образования в иных организациях.</w:t>
      </w:r>
    </w:p>
    <w:p w:rsidR="001422D0" w:rsidRPr="00823DC1" w:rsidRDefault="001422D0" w:rsidP="0056095E">
      <w:pPr>
        <w:pStyle w:val="BodyText"/>
        <w:spacing w:line="240" w:lineRule="auto"/>
        <w:ind w:right="0" w:firstLine="709"/>
        <w:rPr>
          <w:spacing w:val="-4"/>
        </w:rPr>
      </w:pPr>
      <w:r w:rsidRPr="00823DC1">
        <w:rPr>
          <w:spacing w:val="-4"/>
        </w:rPr>
        <w:t xml:space="preserve">При отсутствии возможности выделения мест для проживания </w:t>
      </w:r>
      <w:r w:rsidRPr="00823DC1">
        <w:rPr>
          <w:spacing w:val="-4"/>
        </w:rPr>
        <w:br/>
        <w:t>в общежитии обучающимся выплачивается компенсация и (или) материальная помощь в соответствии с законодательством на основании приказа директора при наличии совместного решения директора учреждения образования и профсоюзного комитета обучающихся о постановке на учет обучающихся, желающих получить места для проживания в общежитии, в порядке, определенном положением, являющимся приложением к соглашению между учреждением образования и профсоюзной организацией обучающихся, или директором по согласованию с профсоюзным комитетом обучающихся, его президиумом.</w:t>
      </w:r>
    </w:p>
    <w:p w:rsidR="001422D0" w:rsidRPr="0056095E" w:rsidRDefault="001422D0" w:rsidP="0056095E">
      <w:pPr>
        <w:pStyle w:val="BodyText"/>
        <w:spacing w:line="240" w:lineRule="auto"/>
        <w:ind w:right="0" w:firstLine="709"/>
      </w:pPr>
      <w:r w:rsidRPr="0056095E">
        <w:t xml:space="preserve">42.10. Учет своевременности внесения обучающимися платы за пользование общежитиями, начисление пени ведутся уполномоченным работником организации системы </w:t>
      </w:r>
      <w:r>
        <w:t>образования</w:t>
      </w:r>
      <w:r w:rsidRPr="0056095E">
        <w:t>.</w:t>
      </w:r>
    </w:p>
    <w:p w:rsidR="001422D0" w:rsidRPr="0011347C" w:rsidRDefault="001422D0" w:rsidP="0056095E">
      <w:pPr>
        <w:pStyle w:val="BodyText"/>
        <w:spacing w:line="240" w:lineRule="auto"/>
        <w:ind w:right="0" w:firstLine="709"/>
        <w:rPr>
          <w:spacing w:val="-4"/>
        </w:rPr>
      </w:pPr>
      <w:r w:rsidRPr="0011347C">
        <w:rPr>
          <w:spacing w:val="-4"/>
        </w:rPr>
        <w:t>42.11. Продолжить заселение иногородних обучающихся в общежития организаций независимо от их ведомственной подчиненности. Проводить эту работу через местные исполнительные и распорядительные органы.</w:t>
      </w:r>
    </w:p>
    <w:p w:rsidR="001422D0" w:rsidRPr="0056095E" w:rsidRDefault="001422D0" w:rsidP="0056095E">
      <w:pPr>
        <w:pStyle w:val="BodyText"/>
        <w:spacing w:line="240" w:lineRule="auto"/>
        <w:ind w:right="0" w:firstLine="709"/>
      </w:pPr>
      <w:r w:rsidRPr="0056095E">
        <w:t>42.12. Рассматривать вопросы предоставления скидок со сформированной стоимости обучения, перевода на обучение за счет средств республиканского (местных) бюджет</w:t>
      </w:r>
      <w:r>
        <w:t>ов</w:t>
      </w:r>
      <w:r w:rsidRPr="0056095E">
        <w:t xml:space="preserve"> при участии соответствующих профсоюзных комитетов обучающихся.</w:t>
      </w:r>
    </w:p>
    <w:p w:rsidR="001422D0" w:rsidRPr="0011347C" w:rsidRDefault="001422D0" w:rsidP="0056095E">
      <w:pPr>
        <w:pStyle w:val="BodyText"/>
        <w:spacing w:line="240" w:lineRule="auto"/>
        <w:ind w:right="0" w:firstLine="709"/>
        <w:rPr>
          <w:spacing w:val="-4"/>
        </w:rPr>
      </w:pPr>
      <w:r w:rsidRPr="0011347C">
        <w:rPr>
          <w:spacing w:val="-4"/>
        </w:rPr>
        <w:t>42.13. Решение вопросов установления всех видов стипендий, надбавок обучающимся, оказания материальной помощи осуществляется при участии и по согласованию с профсоюзными комитетами обучающихся.</w:t>
      </w:r>
    </w:p>
    <w:p w:rsidR="001422D0" w:rsidRPr="0056095E" w:rsidRDefault="001422D0" w:rsidP="0056095E">
      <w:pPr>
        <w:pStyle w:val="BodyText"/>
        <w:spacing w:line="240" w:lineRule="auto"/>
        <w:ind w:right="0" w:firstLine="709"/>
      </w:pPr>
      <w:r w:rsidRPr="0056095E">
        <w:rPr>
          <w:lang w:val="be-BY"/>
        </w:rPr>
        <w:t>Порядок использования средств, направляемых</w:t>
      </w:r>
      <w:r w:rsidRPr="0056095E">
        <w:t xml:space="preserve"> из </w:t>
      </w:r>
      <w:r>
        <w:t xml:space="preserve">республиканского и местного </w:t>
      </w:r>
      <w:r w:rsidRPr="0056095E">
        <w:t xml:space="preserve"> бюджет</w:t>
      </w:r>
      <w:r>
        <w:t>ов</w:t>
      </w:r>
      <w:r w:rsidRPr="0056095E">
        <w:t xml:space="preserve"> на установление обучающимся надбавок к стипендиям за успехи в учебе, научной и общественной работе и оказание материальной помощи, в том числе при необходимости порядок распределения этих средств между  отделениями, другими подразделениями учреждения образования, утверждения нормативов создания фонда надбавок к стипендиям и фонда материальной помощи определяется соответствующими положениями, являющимися приложениями к соглашению между учреждением образования и профсоюзной организацией обучающихся.</w:t>
      </w:r>
    </w:p>
    <w:p w:rsidR="001422D0" w:rsidRPr="0056095E" w:rsidRDefault="001422D0" w:rsidP="0056095E">
      <w:pPr>
        <w:widowControl w:val="0"/>
        <w:ind w:firstLine="709"/>
        <w:jc w:val="both"/>
        <w:rPr>
          <w:sz w:val="30"/>
          <w:szCs w:val="30"/>
        </w:rPr>
      </w:pPr>
      <w:r w:rsidRPr="0056095E">
        <w:rPr>
          <w:sz w:val="30"/>
          <w:szCs w:val="30"/>
        </w:rPr>
        <w:t xml:space="preserve">Ведение учета обучающихся для целей назначения социальных и специальных стипендий осуществляется уполномоченными работниками организаций системы </w:t>
      </w:r>
      <w:r>
        <w:rPr>
          <w:sz w:val="30"/>
          <w:szCs w:val="30"/>
        </w:rPr>
        <w:t>образования</w:t>
      </w:r>
      <w:r w:rsidRPr="0056095E">
        <w:rPr>
          <w:sz w:val="30"/>
          <w:szCs w:val="30"/>
          <w:lang w:val="be-BY"/>
        </w:rPr>
        <w:t xml:space="preserve">и </w:t>
      </w:r>
      <w:r w:rsidRPr="0056095E">
        <w:rPr>
          <w:sz w:val="30"/>
          <w:szCs w:val="30"/>
        </w:rPr>
        <w:t>соответствующими профсоюзными комитетами обучающихся совместно в порядке, определенном локальными нормативными правовыми актами.</w:t>
      </w:r>
    </w:p>
    <w:p w:rsidR="001422D0" w:rsidRPr="0056095E" w:rsidRDefault="001422D0" w:rsidP="0056095E">
      <w:pPr>
        <w:ind w:firstLine="720"/>
        <w:jc w:val="both"/>
        <w:rPr>
          <w:sz w:val="30"/>
          <w:szCs w:val="30"/>
          <w:lang w:val="be-BY"/>
        </w:rPr>
      </w:pPr>
      <w:r w:rsidRPr="0056095E">
        <w:rPr>
          <w:sz w:val="30"/>
          <w:szCs w:val="30"/>
          <w:lang w:val="be-BY"/>
        </w:rPr>
        <w:t xml:space="preserve">Рекомендовать учреждениям образования определять </w:t>
      </w:r>
      <w:r w:rsidRPr="0056095E">
        <w:rPr>
          <w:sz w:val="30"/>
          <w:szCs w:val="30"/>
        </w:rPr>
        <w:br/>
      </w:r>
      <w:r w:rsidRPr="0056095E">
        <w:rPr>
          <w:sz w:val="30"/>
          <w:szCs w:val="30"/>
          <w:lang w:val="be-BY"/>
        </w:rPr>
        <w:t>в коллективных договорах, соглашениях, локальных нормативных правовых актах минимальный перечень оснований для:</w:t>
      </w:r>
    </w:p>
    <w:p w:rsidR="001422D0" w:rsidRPr="0056095E" w:rsidRDefault="001422D0" w:rsidP="0056095E">
      <w:pPr>
        <w:ind w:firstLine="720"/>
        <w:jc w:val="both"/>
        <w:rPr>
          <w:sz w:val="30"/>
          <w:szCs w:val="30"/>
        </w:rPr>
      </w:pPr>
      <w:r w:rsidRPr="0056095E">
        <w:rPr>
          <w:sz w:val="30"/>
          <w:szCs w:val="30"/>
          <w:lang w:val="be-BY"/>
        </w:rPr>
        <w:t>назначения социальной стипендии</w:t>
      </w:r>
      <w:r w:rsidRPr="0056095E">
        <w:rPr>
          <w:sz w:val="30"/>
          <w:szCs w:val="30"/>
        </w:rPr>
        <w:t xml:space="preserve"> обучающимся, находящимся в тяжелом материальном положении и утратившим право на получение учебной стипендии по результатам текущей (итоговой) аттестации за семестр (полугодие);</w:t>
      </w:r>
    </w:p>
    <w:p w:rsidR="001422D0" w:rsidRPr="00F25560" w:rsidRDefault="001422D0" w:rsidP="0056095E">
      <w:pPr>
        <w:ind w:firstLine="720"/>
        <w:jc w:val="both"/>
        <w:rPr>
          <w:sz w:val="30"/>
          <w:szCs w:val="30"/>
        </w:rPr>
      </w:pPr>
      <w:r w:rsidRPr="00F25560">
        <w:rPr>
          <w:sz w:val="30"/>
          <w:szCs w:val="30"/>
        </w:rPr>
        <w:t xml:space="preserve">оказания материальной помощи обучающимся за счет средств  </w:t>
      </w:r>
      <w:r>
        <w:rPr>
          <w:sz w:val="30"/>
          <w:szCs w:val="30"/>
        </w:rPr>
        <w:t xml:space="preserve">республиканского  и местного </w:t>
      </w:r>
      <w:r w:rsidRPr="00F25560">
        <w:rPr>
          <w:sz w:val="30"/>
          <w:szCs w:val="30"/>
        </w:rPr>
        <w:t>бюджет</w:t>
      </w:r>
      <w:r>
        <w:rPr>
          <w:sz w:val="30"/>
          <w:szCs w:val="30"/>
        </w:rPr>
        <w:t>ов</w:t>
      </w:r>
      <w:r w:rsidRPr="00F25560">
        <w:rPr>
          <w:sz w:val="30"/>
          <w:szCs w:val="30"/>
        </w:rPr>
        <w:t>, а также на платной основе.</w:t>
      </w:r>
    </w:p>
    <w:p w:rsidR="001422D0" w:rsidRPr="0056095E" w:rsidRDefault="001422D0" w:rsidP="0056095E">
      <w:pPr>
        <w:widowControl w:val="0"/>
        <w:ind w:firstLine="709"/>
        <w:jc w:val="both"/>
        <w:rPr>
          <w:sz w:val="30"/>
          <w:szCs w:val="30"/>
        </w:rPr>
      </w:pPr>
      <w:r w:rsidRPr="0056095E">
        <w:rPr>
          <w:sz w:val="30"/>
          <w:szCs w:val="30"/>
        </w:rPr>
        <w:t xml:space="preserve">Решение вопросов назначения социальной стипендии обучающимся, находящимся в тяжелом материальном положении </w:t>
      </w:r>
      <w:r w:rsidRPr="0056095E">
        <w:rPr>
          <w:sz w:val="30"/>
          <w:szCs w:val="30"/>
        </w:rPr>
        <w:br/>
        <w:t>и утратившим право на получение учебной стипендии по результатам текущей (итоговой) аттестации за семестр (полугодие), и оказания материальной помощи обучающимся, находящимся в тяжелом материальном положении, принимается руководителем учреждения образования по согласованию с профсоюзным комитетом обучающихся (его президиумом) и комитетом ОО БРСМ в порядке, определяемом коллективным договором, соглашением, на основании ходатайства обучающегося. Конкретный размер материальной помощи определяется с учетом материального положения обучающегося.</w:t>
      </w:r>
    </w:p>
    <w:p w:rsidR="001422D0" w:rsidRPr="0056095E" w:rsidRDefault="001422D0" w:rsidP="0056095E">
      <w:pPr>
        <w:widowControl w:val="0"/>
        <w:ind w:firstLine="709"/>
        <w:jc w:val="both"/>
        <w:rPr>
          <w:sz w:val="30"/>
          <w:szCs w:val="30"/>
        </w:rPr>
      </w:pPr>
      <w:r w:rsidRPr="0056095E">
        <w:rPr>
          <w:sz w:val="30"/>
          <w:szCs w:val="30"/>
        </w:rPr>
        <w:t>Рекомендовать руководителям учреждений образования использовать в полном объеме средства, предусмотренные на установление стипендий, надбавок к стипендиям за успехи в учебе, научной и общественной работе, оказание материальной помощи.</w:t>
      </w:r>
    </w:p>
    <w:p w:rsidR="001422D0" w:rsidRPr="0056095E" w:rsidRDefault="001422D0" w:rsidP="0056095E">
      <w:pPr>
        <w:pStyle w:val="BodyText"/>
        <w:spacing w:line="240" w:lineRule="auto"/>
        <w:ind w:right="0" w:firstLine="709"/>
      </w:pPr>
      <w:r w:rsidRPr="0056095E">
        <w:t xml:space="preserve">42.14. Установление надбавок обучающимся за особые успехи </w:t>
      </w:r>
      <w:r w:rsidRPr="0056095E">
        <w:br/>
        <w:t xml:space="preserve">в учебе, общественной и научной работе и оказание материальной помощи из средств стипендиального фонда и оказание материальной помощи из средств превышения доходов над расходами, получаемых от приносящей доходы деятельности, осуществляются приказом директора организации системы </w:t>
      </w:r>
      <w:r>
        <w:t xml:space="preserve">образования </w:t>
      </w:r>
      <w:r w:rsidRPr="0056095E">
        <w:t>на основании представления профсоюзного комитета обучающихся и комитета ОО БРСМ в соответствии с положениями, являющимися приложениями к соглашению между учреждением образования и профсоюзной организацией обучающихся.</w:t>
      </w:r>
    </w:p>
    <w:p w:rsidR="001422D0" w:rsidRPr="0056095E" w:rsidRDefault="001422D0" w:rsidP="0056095E">
      <w:pPr>
        <w:pStyle w:val="BodyText"/>
        <w:spacing w:line="240" w:lineRule="auto"/>
        <w:ind w:right="0" w:firstLine="709"/>
      </w:pPr>
      <w:r w:rsidRPr="0056095E">
        <w:t>42.15. Содействовать вторичной занятости обучающихся. Установить, что прием на работу обучающихся в очной форме получения образования осуществляется на общих основаниях с оформлением трудовых книжек в установленном законодательством порядке.</w:t>
      </w:r>
    </w:p>
    <w:p w:rsidR="001422D0" w:rsidRPr="0056095E" w:rsidRDefault="001422D0" w:rsidP="0056095E">
      <w:pPr>
        <w:pStyle w:val="BodyText"/>
        <w:spacing w:line="240" w:lineRule="auto"/>
        <w:ind w:right="0" w:firstLine="709"/>
      </w:pPr>
      <w:r w:rsidRPr="0056095E">
        <w:t xml:space="preserve">42.16. Ведение учета обучающихся в очной форме получения образования, нуждающихся в санаторно-курортном лечении, оздоровлении, осуществляется уполномоченными работниками организации системы </w:t>
      </w:r>
      <w:r>
        <w:t>образования</w:t>
      </w:r>
      <w:r w:rsidRPr="0056095E">
        <w:t xml:space="preserve"> и соответствующим профсоюзным комитетом обучающихся совместно, а распределение путевок – с учетом представлений профсоюзного комитета обучающихся.</w:t>
      </w:r>
    </w:p>
    <w:p w:rsidR="001422D0" w:rsidRPr="00F25560" w:rsidRDefault="001422D0" w:rsidP="0056095E">
      <w:pPr>
        <w:pStyle w:val="BodyText"/>
        <w:spacing w:line="240" w:lineRule="auto"/>
        <w:ind w:right="0" w:firstLine="709"/>
      </w:pPr>
      <w:r w:rsidRPr="00F25560">
        <w:rPr>
          <w:lang w:val="be-BY"/>
        </w:rPr>
        <w:t>42.17. Использование внебюджетных средств</w:t>
      </w:r>
      <w:r w:rsidRPr="00F25560">
        <w:t xml:space="preserve"> от приносящей доходы деятельности в части сумм превышения доходов над расходами, остающихся в распоряжении бюджетной организации, на осуществление определяемых коллективным договором, соглашением дополнительных выплат стимулирующего характера, оказание материальной помощи обучающимся организаций системы </w:t>
      </w:r>
      <w:r>
        <w:t>образования</w:t>
      </w:r>
      <w:r w:rsidRPr="00F25560">
        <w:t xml:space="preserve"> производится по согласованию с соответствующими профсоюзными комитетами обучающихся.</w:t>
      </w:r>
    </w:p>
    <w:p w:rsidR="001422D0" w:rsidRPr="0056095E" w:rsidRDefault="001422D0" w:rsidP="0056095E">
      <w:pPr>
        <w:pStyle w:val="BodyText"/>
        <w:spacing w:line="240" w:lineRule="auto"/>
        <w:ind w:right="0" w:firstLine="709"/>
      </w:pPr>
      <w:r w:rsidRPr="0056095E">
        <w:rPr>
          <w:lang w:val="be-BY"/>
        </w:rPr>
        <w:t>42.18</w:t>
      </w:r>
      <w:r w:rsidRPr="0056095E">
        <w:t>. </w:t>
      </w:r>
      <w:r w:rsidRPr="0056095E">
        <w:rPr>
          <w:lang w:val="be-BY"/>
        </w:rPr>
        <w:t xml:space="preserve">Руководители учреждений образования создают условия </w:t>
      </w:r>
      <w:r w:rsidRPr="0056095E">
        <w:br/>
      </w:r>
      <w:r w:rsidRPr="0056095E">
        <w:rPr>
          <w:lang w:val="be-BY"/>
        </w:rPr>
        <w:t>для питания обучающихся в соответствии с коллективным договором, соглашением, при наличии возможности проводят мероприятия по удешевлению стоимости питания</w:t>
      </w:r>
      <w:r w:rsidRPr="0056095E">
        <w:t>.</w:t>
      </w:r>
    </w:p>
    <w:p w:rsidR="001422D0" w:rsidRPr="0056095E" w:rsidRDefault="001422D0" w:rsidP="0056095E">
      <w:pPr>
        <w:pStyle w:val="BodyText"/>
        <w:spacing w:line="240" w:lineRule="auto"/>
        <w:ind w:right="0" w:firstLine="709"/>
      </w:pPr>
      <w:r w:rsidRPr="0056095E">
        <w:t>42.19. Совместно</w:t>
      </w:r>
      <w:r>
        <w:t xml:space="preserve"> участвовать в </w:t>
      </w:r>
      <w:r w:rsidRPr="0056095E">
        <w:t xml:space="preserve"> разраб</w:t>
      </w:r>
      <w:r>
        <w:t>отке</w:t>
      </w:r>
      <w:r w:rsidRPr="0056095E">
        <w:t xml:space="preserve"> национальн</w:t>
      </w:r>
      <w:r>
        <w:t xml:space="preserve">ого </w:t>
      </w:r>
      <w:r w:rsidRPr="0056095E">
        <w:t>докла</w:t>
      </w:r>
      <w:r w:rsidRPr="0056095E">
        <w:rPr>
          <w:lang w:val="be-BY"/>
        </w:rPr>
        <w:t>д</w:t>
      </w:r>
      <w:r>
        <w:rPr>
          <w:lang w:val="be-BY"/>
        </w:rPr>
        <w:t>а</w:t>
      </w:r>
      <w:r w:rsidRPr="0056095E">
        <w:rPr>
          <w:lang w:val="be-BY"/>
        </w:rPr>
        <w:t xml:space="preserve"> ”Положение молодежи в Республике Беларусь“.</w:t>
      </w:r>
    </w:p>
    <w:p w:rsidR="001422D0" w:rsidRPr="0056095E" w:rsidRDefault="001422D0" w:rsidP="0056095E">
      <w:pPr>
        <w:pStyle w:val="BodyText"/>
        <w:spacing w:line="240" w:lineRule="auto"/>
        <w:ind w:right="0" w:firstLine="709"/>
      </w:pPr>
    </w:p>
    <w:p w:rsidR="001422D0" w:rsidRPr="0056095E" w:rsidRDefault="001422D0" w:rsidP="0056095E">
      <w:pPr>
        <w:pStyle w:val="BodyText"/>
        <w:spacing w:line="240" w:lineRule="auto"/>
        <w:ind w:left="720" w:right="0"/>
        <w:outlineLvl w:val="0"/>
        <w:rPr>
          <w:caps/>
        </w:rPr>
      </w:pPr>
      <w:r w:rsidRPr="0056095E">
        <w:rPr>
          <w:bCs/>
          <w:caps/>
        </w:rPr>
        <w:t>Правовые гарантии деятельности отраслевого профсоюза и его профсоюзного актива</w:t>
      </w:r>
    </w:p>
    <w:p w:rsidR="001422D0" w:rsidRPr="0056095E" w:rsidRDefault="001422D0" w:rsidP="0056095E">
      <w:pPr>
        <w:pStyle w:val="BodyText"/>
        <w:spacing w:line="240" w:lineRule="auto"/>
        <w:ind w:right="0" w:firstLine="709"/>
      </w:pPr>
    </w:p>
    <w:p w:rsidR="001422D0" w:rsidRPr="0056095E" w:rsidRDefault="001422D0" w:rsidP="0056095E">
      <w:pPr>
        <w:pStyle w:val="BodyText"/>
        <w:spacing w:line="240" w:lineRule="auto"/>
        <w:ind w:right="0" w:firstLine="709"/>
      </w:pPr>
      <w:r w:rsidRPr="0056095E">
        <w:t xml:space="preserve">43. </w:t>
      </w:r>
      <w:r>
        <w:t>Главное управление</w:t>
      </w:r>
      <w:r w:rsidRPr="0056095E">
        <w:t xml:space="preserve"> обязуется:</w:t>
      </w:r>
    </w:p>
    <w:p w:rsidR="001422D0" w:rsidRPr="0056095E" w:rsidRDefault="001422D0" w:rsidP="0056095E">
      <w:pPr>
        <w:pStyle w:val="BodyText"/>
        <w:spacing w:line="240" w:lineRule="auto"/>
        <w:ind w:right="0" w:firstLine="709"/>
      </w:pPr>
      <w:r w:rsidRPr="0056095E">
        <w:t xml:space="preserve">43.1. Предоставлять </w:t>
      </w:r>
      <w:r>
        <w:t>областному комитету</w:t>
      </w:r>
      <w:r w:rsidRPr="0056095E">
        <w:t xml:space="preserve"> информацию, которая необходима для ведения коллективных переговоров, реализации прав отраслевого профсоюза по защите трудовых и социально-экономических прав и</w:t>
      </w:r>
      <w:r>
        <w:t xml:space="preserve"> </w:t>
      </w:r>
      <w:r w:rsidRPr="0056095E">
        <w:t xml:space="preserve">законных интересов работников организаций системы </w:t>
      </w:r>
      <w:r>
        <w:t>образования</w:t>
      </w:r>
      <w:r w:rsidRPr="0056095E">
        <w:t>.</w:t>
      </w:r>
    </w:p>
    <w:p w:rsidR="001422D0" w:rsidRPr="0056095E" w:rsidRDefault="001422D0" w:rsidP="0056095E">
      <w:pPr>
        <w:pStyle w:val="BodyText"/>
        <w:spacing w:line="240" w:lineRule="auto"/>
        <w:ind w:right="0" w:firstLine="709"/>
        <w:rPr>
          <w:lang w:val="be-BY"/>
        </w:rPr>
      </w:pPr>
      <w:r w:rsidRPr="0056095E">
        <w:t xml:space="preserve">43.2. Рассматривать по представлению </w:t>
      </w:r>
      <w:r>
        <w:t>областного комитета</w:t>
      </w:r>
      <w:r w:rsidRPr="0056095E">
        <w:t xml:space="preserve"> обоснованные критические замечания и предложения, высказанные членами отраслевого профсоюза в ходе профсоюзных собраний, конференций, встреч в коллективах организаций системы </w:t>
      </w:r>
      <w:r>
        <w:t>образования</w:t>
      </w:r>
      <w:r w:rsidRPr="0056095E">
        <w:t>, по итогам проверок, проведенных профсоюзными органами.</w:t>
      </w:r>
    </w:p>
    <w:p w:rsidR="001422D0" w:rsidRPr="0056095E" w:rsidRDefault="001422D0" w:rsidP="0056095E">
      <w:pPr>
        <w:pStyle w:val="BodyText"/>
        <w:spacing w:line="240" w:lineRule="auto"/>
        <w:ind w:right="0" w:firstLine="709"/>
      </w:pPr>
      <w:r w:rsidRPr="0056095E">
        <w:t>Принимать в установленном порядке необходимые меры.</w:t>
      </w:r>
    </w:p>
    <w:p w:rsidR="001422D0" w:rsidRPr="0056095E" w:rsidRDefault="001422D0" w:rsidP="0056095E">
      <w:pPr>
        <w:pStyle w:val="BodyText"/>
        <w:spacing w:line="240" w:lineRule="auto"/>
        <w:ind w:right="0" w:firstLine="709"/>
      </w:pPr>
      <w:r w:rsidRPr="0056095E">
        <w:t>44. </w:t>
      </w:r>
      <w:r>
        <w:t>Областной комитет</w:t>
      </w:r>
      <w:r w:rsidRPr="0056095E">
        <w:t xml:space="preserve"> обязуется:</w:t>
      </w:r>
    </w:p>
    <w:p w:rsidR="001422D0" w:rsidRPr="0056095E" w:rsidRDefault="001422D0" w:rsidP="0056095E">
      <w:pPr>
        <w:pStyle w:val="BodyText"/>
        <w:spacing w:line="240" w:lineRule="auto"/>
        <w:ind w:right="0" w:firstLine="709"/>
      </w:pPr>
      <w:r w:rsidRPr="0056095E">
        <w:t>44.1. Проводить обучение профсоюзных кадров и актива по вопросам законодательства о труде, об охране труда, реализации Соглашения.</w:t>
      </w:r>
    </w:p>
    <w:p w:rsidR="001422D0" w:rsidRPr="0056095E" w:rsidRDefault="001422D0" w:rsidP="0056095E">
      <w:pPr>
        <w:pStyle w:val="BodyText"/>
        <w:spacing w:line="240" w:lineRule="auto"/>
        <w:ind w:right="0" w:firstLine="709"/>
      </w:pPr>
      <w:r w:rsidRPr="0056095E">
        <w:t>44.2. Осуществлять за счет профсоюзных средств профсоюзные выплаты обучающимся за высокие достижения в учебе и</w:t>
      </w:r>
      <w:r>
        <w:t xml:space="preserve"> </w:t>
      </w:r>
      <w:r w:rsidRPr="0056095E">
        <w:t>активное участие в жизни профсоюзной организации.</w:t>
      </w:r>
    </w:p>
    <w:p w:rsidR="001422D0" w:rsidRPr="0056095E" w:rsidRDefault="001422D0" w:rsidP="0056095E">
      <w:pPr>
        <w:pStyle w:val="BodyText"/>
        <w:spacing w:line="240" w:lineRule="auto"/>
        <w:ind w:right="0" w:firstLine="709"/>
      </w:pPr>
      <w:r w:rsidRPr="0056095E">
        <w:t>44.3. Оказывать материальную помощь остронуждающимся членам отраслевого профсоюза из профсоюзного бюджета в установленном порядке в соответствии с утвержденными сметами, как правило, на основании личного заявления члена отраслевого профсоюза.</w:t>
      </w:r>
    </w:p>
    <w:p w:rsidR="001422D0" w:rsidRPr="0056095E" w:rsidRDefault="001422D0" w:rsidP="0056095E">
      <w:pPr>
        <w:pStyle w:val="BodyText"/>
        <w:spacing w:line="240" w:lineRule="auto"/>
        <w:ind w:right="0" w:firstLine="709"/>
      </w:pPr>
      <w:r w:rsidRPr="0056095E">
        <w:t>45. Стороны пришли к соглашению:</w:t>
      </w:r>
    </w:p>
    <w:p w:rsidR="001422D0" w:rsidRPr="0056095E" w:rsidRDefault="001422D0" w:rsidP="0056095E">
      <w:pPr>
        <w:pStyle w:val="BodyText"/>
        <w:spacing w:line="240" w:lineRule="auto"/>
        <w:ind w:right="0" w:firstLine="709"/>
      </w:pPr>
      <w:r w:rsidRPr="0056095E">
        <w:t xml:space="preserve">45.1. Проводить согласованную политику по созданию и укреплению профсоюзных организаций в организациях системы </w:t>
      </w:r>
      <w:r>
        <w:t>образования</w:t>
      </w:r>
      <w:r w:rsidRPr="0056095E">
        <w:t>.</w:t>
      </w:r>
    </w:p>
    <w:p w:rsidR="001422D0" w:rsidRPr="00F25560" w:rsidRDefault="001422D0" w:rsidP="0056095E">
      <w:pPr>
        <w:pStyle w:val="BodyText"/>
        <w:spacing w:line="240" w:lineRule="auto"/>
        <w:ind w:right="0" w:firstLine="709"/>
        <w:rPr>
          <w:spacing w:val="-4"/>
        </w:rPr>
      </w:pPr>
      <w:r w:rsidRPr="00F25560">
        <w:rPr>
          <w:spacing w:val="-4"/>
        </w:rPr>
        <w:t xml:space="preserve">45.2. Использовать отраслевые и местные информационные системы для информирования о деятельности Сторон по выполнению Соглашения, содействовать созданию в организациях системы </w:t>
      </w:r>
      <w:r>
        <w:rPr>
          <w:spacing w:val="-4"/>
        </w:rPr>
        <w:t>образования</w:t>
      </w:r>
      <w:r w:rsidRPr="00F25560">
        <w:rPr>
          <w:spacing w:val="-4"/>
        </w:rPr>
        <w:t xml:space="preserve"> условий для обеспечения гласности в деятельности комитетов отраслевого профсоюза.</w:t>
      </w:r>
    </w:p>
    <w:p w:rsidR="001422D0" w:rsidRPr="0056095E" w:rsidRDefault="001422D0" w:rsidP="0056095E">
      <w:pPr>
        <w:pStyle w:val="BodyText"/>
        <w:spacing w:line="240" w:lineRule="auto"/>
        <w:ind w:right="0" w:firstLine="709"/>
        <w:rPr>
          <w:lang w:val="be-BY"/>
        </w:rPr>
      </w:pPr>
      <w:r w:rsidRPr="0056095E">
        <w:rPr>
          <w:lang w:val="be-BY"/>
        </w:rPr>
        <w:t xml:space="preserve">Руководителям организаций системы </w:t>
      </w:r>
      <w:r>
        <w:rPr>
          <w:lang w:val="be-BY"/>
        </w:rPr>
        <w:t>образования</w:t>
      </w:r>
      <w:r w:rsidRPr="0056095E">
        <w:rPr>
          <w:lang w:val="be-BY"/>
        </w:rPr>
        <w:t xml:space="preserve"> обеспечивать предоставление профсоюзным органам отраслевого профсоюза для осуществления их уставной деятельности информации по оплате труда работников, кадровому составу, для проведения мониторинга по применению контрактной формы найма и другой необходимой информации, затрагивающей вопросы трудовых и связанных с ними отношений, стипендиальному обеспечению обучающихся.</w:t>
      </w:r>
    </w:p>
    <w:p w:rsidR="001422D0" w:rsidRPr="00F25560" w:rsidRDefault="001422D0" w:rsidP="0056095E">
      <w:pPr>
        <w:pStyle w:val="BodyText"/>
        <w:spacing w:line="240" w:lineRule="auto"/>
        <w:ind w:right="0" w:firstLine="709"/>
      </w:pPr>
      <w:r w:rsidRPr="00F25560">
        <w:t xml:space="preserve">45.3. Предоставлять профсоюзным активистам, не освобожденным от основной работы, возможность для участия в работе съездов, конференций, пленумов, иных уставных мероприятий, краткосрочной профсоюзной учебы, мероприятий, включенных в план совместной работы </w:t>
      </w:r>
      <w:r>
        <w:t>Главного управления и областного комитета</w:t>
      </w:r>
      <w:r w:rsidRPr="00F25560">
        <w:t xml:space="preserve"> отраслевого профсоюза, с сохранением среднего заработка, в необходимых случаях командированием в соответствии с законодательством на условиях, предусмотренных коллективным договором, и время для выполнения общественных обязанностей в интересах коллектива работников. В отдельных случаях расходы по направлению профсоюзных активистов для</w:t>
      </w:r>
      <w:r>
        <w:t xml:space="preserve"> </w:t>
      </w:r>
      <w:r w:rsidRPr="00F25560">
        <w:t xml:space="preserve">участия </w:t>
      </w:r>
      <w:r w:rsidRPr="00F25560">
        <w:br/>
        <w:t>в вышеуказанных мероприятиях осуществляются за счет средств профсоюзного бюджета на основании решений соответствующих вышестоящих профсоюзных органов.</w:t>
      </w:r>
    </w:p>
    <w:p w:rsidR="001422D0" w:rsidRPr="0056095E" w:rsidRDefault="001422D0" w:rsidP="0056095E">
      <w:pPr>
        <w:pStyle w:val="BodyText"/>
        <w:spacing w:line="240" w:lineRule="auto"/>
        <w:ind w:right="0" w:firstLine="709"/>
      </w:pPr>
      <w:r w:rsidRPr="0056095E">
        <w:t>Работникам, освобожденным от основной работы вследствие избрания их на выборные должности в профсоюзных органах, после окончания срока их полномочий в</w:t>
      </w:r>
      <w:r>
        <w:t xml:space="preserve"> </w:t>
      </w:r>
      <w:r w:rsidRPr="0056095E">
        <w:t>выборном профсоюзном органе предоставляется прежняя работа (должность), а при ее отсутствии с согласия работника - другая равноценная работа (должность).</w:t>
      </w:r>
    </w:p>
    <w:p w:rsidR="001422D0" w:rsidRPr="0056095E" w:rsidRDefault="001422D0" w:rsidP="0056095E">
      <w:pPr>
        <w:pStyle w:val="BodyText"/>
        <w:spacing w:line="240" w:lineRule="auto"/>
        <w:ind w:right="0" w:firstLine="709"/>
      </w:pPr>
      <w:r w:rsidRPr="0056095E">
        <w:t>45.4. Сохранять средний заработок на весь период коллективных переговоров за работниками, участвующими в них от имени профсоюзной организации.</w:t>
      </w:r>
    </w:p>
    <w:p w:rsidR="001422D0" w:rsidRPr="0056095E" w:rsidRDefault="001422D0" w:rsidP="0056095E">
      <w:pPr>
        <w:pStyle w:val="BodyText"/>
        <w:spacing w:line="240" w:lineRule="auto"/>
        <w:ind w:right="0" w:firstLine="709"/>
      </w:pPr>
      <w:r w:rsidRPr="0056095E">
        <w:t>45.5. Предоставлять возможность лицам, уполномоченным комитетом отраслевого профсоюза, осуществлять общественный контроль за соблюдением законодательства о труде, об охране труда.</w:t>
      </w:r>
    </w:p>
    <w:p w:rsidR="001422D0" w:rsidRPr="0021163B" w:rsidRDefault="001422D0" w:rsidP="0056095E">
      <w:pPr>
        <w:pStyle w:val="BodyText"/>
        <w:spacing w:line="240" w:lineRule="auto"/>
        <w:ind w:right="0" w:firstLine="709"/>
      </w:pPr>
      <w:r w:rsidRPr="0056095E">
        <w:t xml:space="preserve">45.6. Учитывать при поощрении профсоюзных активистов ведомственными наградами </w:t>
      </w:r>
      <w:r>
        <w:t>Главного управления</w:t>
      </w:r>
      <w:r w:rsidRPr="0056095E">
        <w:t xml:space="preserve"> наличие Почетной грамоты </w:t>
      </w:r>
      <w:r>
        <w:t>областного комитета</w:t>
      </w:r>
      <w:r w:rsidRPr="0021163B">
        <w:t>.</w:t>
      </w:r>
    </w:p>
    <w:p w:rsidR="001422D0" w:rsidRPr="0021163B" w:rsidRDefault="001422D0" w:rsidP="00034CF3">
      <w:pPr>
        <w:pStyle w:val="ListParagraph"/>
        <w:ind w:left="0" w:right="-142" w:firstLine="709"/>
        <w:jc w:val="both"/>
        <w:rPr>
          <w:sz w:val="30"/>
          <w:szCs w:val="30"/>
        </w:rPr>
      </w:pPr>
      <w:r w:rsidRPr="0021163B">
        <w:rPr>
          <w:sz w:val="30"/>
          <w:szCs w:val="30"/>
        </w:rPr>
        <w:t xml:space="preserve">45.7. Устанавливать за счет нанимателя ежемесячную надбавку неосвобожденным председателям первичных профсоюзных организаций в размере не менее 30% тарифной ставки (оклада) по основной работе за содействие в вопросах охраны труда, пропаганду здорового образа </w:t>
      </w:r>
    </w:p>
    <w:p w:rsidR="001422D0" w:rsidRPr="0021163B" w:rsidRDefault="001422D0" w:rsidP="00034CF3">
      <w:pPr>
        <w:pStyle w:val="ListParagraph"/>
        <w:ind w:left="0" w:right="-142" w:firstLine="709"/>
        <w:jc w:val="both"/>
        <w:rPr>
          <w:sz w:val="30"/>
          <w:szCs w:val="30"/>
        </w:rPr>
      </w:pPr>
      <w:r w:rsidRPr="0021163B">
        <w:rPr>
          <w:sz w:val="30"/>
          <w:szCs w:val="30"/>
        </w:rPr>
        <w:t>жизни, организацию досуга членов коллектива работников и создание благоприятного морально-психологического климата в коллективе.</w:t>
      </w:r>
    </w:p>
    <w:p w:rsidR="001422D0" w:rsidRPr="0021163B" w:rsidRDefault="001422D0" w:rsidP="00034CF3">
      <w:pPr>
        <w:pStyle w:val="ListParagraph"/>
        <w:ind w:left="0" w:right="-142" w:firstLine="709"/>
        <w:jc w:val="both"/>
        <w:rPr>
          <w:sz w:val="30"/>
          <w:szCs w:val="30"/>
        </w:rPr>
      </w:pPr>
      <w:r w:rsidRPr="0021163B">
        <w:rPr>
          <w:sz w:val="30"/>
          <w:szCs w:val="30"/>
        </w:rPr>
        <w:t>Рекомендовать устанавливать за счет нанимателя при выполнении общественной работы в интересах коллектива ежемесячную надбавку неосвобожденным председателям первичных профсоюзных организаций, достигшим 100% членства в организации, в размере 50% ставки (оклада) по основной работе.</w:t>
      </w:r>
    </w:p>
    <w:p w:rsidR="001422D0" w:rsidRPr="0021163B" w:rsidRDefault="001422D0" w:rsidP="00034CF3">
      <w:pPr>
        <w:pStyle w:val="BodyText"/>
        <w:spacing w:line="240" w:lineRule="auto"/>
        <w:ind w:right="0" w:firstLine="709"/>
      </w:pPr>
      <w:r w:rsidRPr="0021163B">
        <w:t>Поощрять из профсоюзного бюджета и средств материального стимулирования труда наиболее отличившихся профсоюзных активистов и членов профсоюза.</w:t>
      </w:r>
    </w:p>
    <w:p w:rsidR="001422D0" w:rsidRPr="0056095E" w:rsidRDefault="001422D0" w:rsidP="0056095E">
      <w:pPr>
        <w:pStyle w:val="BodyText"/>
        <w:spacing w:line="240" w:lineRule="auto"/>
        <w:ind w:right="0" w:firstLine="709"/>
      </w:pPr>
      <w:r w:rsidRPr="0021163B">
        <w:t>45.8. Обеспечивать организацию безналичного перечисления профсоюзных взносов по личным заявлениям</w:t>
      </w:r>
      <w:r w:rsidRPr="0056095E">
        <w:t xml:space="preserve"> работников — членов отраслевого профсоюза — всоответствии с постановлением Совета Министров Республики Беларусь  от18.09.2002  № 1282 </w:t>
      </w:r>
      <w:r w:rsidRPr="0056095E">
        <w:rPr>
          <w:lang w:val="be-BY"/>
        </w:rPr>
        <w:t>”</w:t>
      </w:r>
      <w:r w:rsidRPr="0056095E">
        <w:t>Об удержаниях из заработной платы работников денежных сумм для производства безналичных расчетов</w:t>
      </w:r>
      <w:r w:rsidRPr="0056095E">
        <w:rPr>
          <w:lang w:val="be-BY"/>
        </w:rPr>
        <w:t>“</w:t>
      </w:r>
      <w:r w:rsidRPr="0056095E">
        <w:t>, Уставом отраслевого профсоюза в размерах, установленных его руководящими органами, одновременно с выплатой заработной платы, в том числе выплачиваемой за счет ссуд и кредитов банка, на счета профсоюзных органов.</w:t>
      </w:r>
    </w:p>
    <w:p w:rsidR="001422D0" w:rsidRPr="0056095E" w:rsidRDefault="001422D0" w:rsidP="0056095E">
      <w:pPr>
        <w:pStyle w:val="BodyText"/>
        <w:spacing w:line="240" w:lineRule="auto"/>
        <w:ind w:right="0" w:firstLine="709"/>
      </w:pPr>
      <w:r w:rsidRPr="0056095E">
        <w:t xml:space="preserve">45.9. Предоставлять организационным структурам отраслевого профсоюза на основании коллективных договоров, соглашений, действующих в организациях всех форм собственности системы </w:t>
      </w:r>
      <w:r>
        <w:t>образования</w:t>
      </w:r>
      <w:r w:rsidRPr="0056095E">
        <w:t xml:space="preserve">, помещения, транспортные средства, средства связи </w:t>
      </w:r>
      <w:r w:rsidRPr="0056095E">
        <w:br/>
        <w:t xml:space="preserve">и создавать другие условия для осуществления их деятельности </w:t>
      </w:r>
      <w:r w:rsidRPr="0056095E">
        <w:br/>
        <w:t xml:space="preserve">в соответствии с Законом Республики Беларусь </w:t>
      </w:r>
      <w:r w:rsidRPr="0056095E">
        <w:rPr>
          <w:lang w:val="be-BY"/>
        </w:rPr>
        <w:t>”</w:t>
      </w:r>
      <w:r w:rsidRPr="0056095E">
        <w:t>О профессиональных союзах</w:t>
      </w:r>
      <w:r w:rsidRPr="0056095E">
        <w:rPr>
          <w:lang w:val="be-BY"/>
        </w:rPr>
        <w:t xml:space="preserve">“, Указом Президента Республики Беларусь от 29.03.2012 № 150 </w:t>
      </w:r>
      <w:r w:rsidRPr="0056095E">
        <w:br/>
      </w:r>
      <w:r w:rsidRPr="0056095E">
        <w:rPr>
          <w:lang w:val="be-BY"/>
        </w:rPr>
        <w:t>”</w:t>
      </w:r>
      <w:r w:rsidRPr="0056095E">
        <w:t>О вопросах аренды и безвозмездного пользования имуществом</w:t>
      </w:r>
      <w:r w:rsidRPr="0056095E">
        <w:rPr>
          <w:lang w:val="be-BY"/>
        </w:rPr>
        <w:t>“</w:t>
      </w:r>
      <w:r w:rsidRPr="0056095E">
        <w:t>.</w:t>
      </w:r>
    </w:p>
    <w:p w:rsidR="001422D0" w:rsidRPr="0056095E" w:rsidRDefault="001422D0" w:rsidP="0056095E">
      <w:pPr>
        <w:pStyle w:val="BodyText"/>
        <w:spacing w:line="240" w:lineRule="auto"/>
        <w:ind w:right="0" w:firstLine="709"/>
      </w:pPr>
      <w:r w:rsidRPr="0056095E">
        <w:t xml:space="preserve">45.10. Расторгать трудовой договор по инициативе нанимателя по пунктам 1 (кроме ликвидации организации), 3, 4, 5 статьи 42 и пункта 1 статьи 47 Трудового кодекса, подпункту 3.5 пункта 3 Декрета № 5, а также привлечение к дисциплинарной ответственности лиц, избранных в состав комитетов отраслевого профсоюза организаций системы </w:t>
      </w:r>
      <w:r>
        <w:t>образования</w:t>
      </w:r>
      <w:r w:rsidRPr="0056095E">
        <w:t xml:space="preserve"> и не освобожденных от основной работы, допускается с письменного согласия соответствующего комитета отраслевого профсоюза, а председателей комитетов отраслевого профсоюза — только с согласия вышестоящего профсоюзного органа. Расторжение контракта в связи с истечением его срока, досрочное расторжение контракта по дополнительным основаниям, предусмотренным подпунктом 2.10 пункта 2 Декрета № 29, подпунктом 3.5 пункта 3 Декрета № 5 с указанными категориями работников допускается после предварительного, не позднее чем за две недели, уведомления </w:t>
      </w:r>
      <w:r w:rsidRPr="00171492">
        <w:t>соответствующего комитета отраслевого профсоюза</w:t>
      </w:r>
      <w:r w:rsidRPr="0056095E">
        <w:rPr>
          <w:u w:val="single"/>
        </w:rPr>
        <w:t>.</w:t>
      </w:r>
    </w:p>
    <w:p w:rsidR="001422D0" w:rsidRPr="0056095E" w:rsidRDefault="001422D0" w:rsidP="0056095E">
      <w:pPr>
        <w:pStyle w:val="BodyText"/>
        <w:spacing w:line="240" w:lineRule="auto"/>
        <w:ind w:right="0" w:firstLine="709"/>
      </w:pPr>
      <w:r w:rsidRPr="0056095E">
        <w:t>45.11. Расторгать трудовой договор по инициативе нанимателя по пунктам 1 (кроме ликвидации организации), 3, 4, 5 статьи 42 и пункта 1 статьи 47 Трудового кодекса, подпункту 3.5 пункта 3 Декрета № 5, а также привлечение к дисциплинарной ответственности лиц, избранных в районные, городские, областные, Центральный комитеты отраслевого профсоюза и не освобожденных от работы, допускается, помимо соблюдения общего порядка увольнения, с</w:t>
      </w:r>
      <w:r>
        <w:t xml:space="preserve"> </w:t>
      </w:r>
      <w:r w:rsidRPr="0056095E">
        <w:t>письменного согласия профсоюзного органа, членом которого они избраны. Расторжение контракта в связи с истечением его срока, досрочное расторжение контракта по дополнительным основаниям, предусмотренным подпунктом 2.10 пункта 2 Декрета № 29, подпунктом 3.5 пункта 3 Декрета № 5 с указанными категориями работников допускается после предварительного, не позднее чем за две недели, уведомления профсоюзного органа, членом которого они избраны.</w:t>
      </w:r>
    </w:p>
    <w:p w:rsidR="001422D0" w:rsidRPr="0056095E" w:rsidRDefault="001422D0" w:rsidP="0056095E">
      <w:pPr>
        <w:pStyle w:val="BodyText"/>
        <w:spacing w:line="240" w:lineRule="auto"/>
        <w:ind w:right="0" w:firstLine="709"/>
      </w:pPr>
      <w:r w:rsidRPr="0056095E">
        <w:t xml:space="preserve">45.12. Расторгать трудовой договор по инициативе нанимателя по пунктам 1 (кроме ликвидации организации), 3, 4, 5 статьи 42 Трудового кодекса, подпункту 3.5 пункта 3 Декрета № 5, а также привлечение к дисциплинарной ответственности представителей отраслевого профсоюза, участвующих в работе комиссий по трудовым спорам, членов отраслевого профсоюза, уполномоченных вести переговоры по коллективным договорам, а также общественных инспекторов по охране труда и контролю за соблюдением законодательства о труде допускается с согласия соответствующего комитета отраслевого профсоюза организации системы </w:t>
      </w:r>
      <w:r>
        <w:t>образования</w:t>
      </w:r>
      <w:r w:rsidRPr="0056095E">
        <w:t>. Расторжение контракта в связи систечением его срока, досрочное расторжение контракта по дополнительным основаниям, предусмотренным подпунктом 2.10 пункта 2 Декрета № 29, подпунктом 3.5 пункта 3 Декрета № 5 с</w:t>
      </w:r>
      <w:r>
        <w:t xml:space="preserve"> </w:t>
      </w:r>
      <w:r w:rsidRPr="0056095E">
        <w:t>указанными категориями работников допускается после предварительного, не позднее чем за две недели, уведомления соответствующего профсоюзного органа.</w:t>
      </w:r>
    </w:p>
    <w:p w:rsidR="001422D0" w:rsidRPr="0056095E" w:rsidRDefault="001422D0" w:rsidP="0056095E">
      <w:pPr>
        <w:pStyle w:val="BodyText"/>
        <w:spacing w:line="240" w:lineRule="auto"/>
        <w:ind w:right="0" w:firstLine="708"/>
      </w:pPr>
      <w:r w:rsidRPr="0056095E">
        <w:t>45.13. Не переводить на контрактную форму найма без их согласия работников, избранных в состав профсоюзных органов, во время срока их полномочий и в течение двух лет после переизбрания без их согласия.</w:t>
      </w:r>
    </w:p>
    <w:p w:rsidR="001422D0" w:rsidRPr="0056095E" w:rsidRDefault="001422D0" w:rsidP="0056095E">
      <w:pPr>
        <w:pStyle w:val="BodyText"/>
        <w:spacing w:line="240" w:lineRule="auto"/>
        <w:ind w:right="0" w:firstLine="709"/>
      </w:pPr>
      <w:r w:rsidRPr="0056095E">
        <w:t>В случае избрания в состав профсоюзных органов работников, переведенных на контрактную форму найма и не освобожденных от основной работы, по истечении срока действия контрактов с их согласия заключать или продлевать контракты на время срока их полномочий и, как правило, в течение двух лет после переизбрания.</w:t>
      </w:r>
    </w:p>
    <w:p w:rsidR="001422D0" w:rsidRPr="0056095E" w:rsidRDefault="001422D0" w:rsidP="0056095E">
      <w:pPr>
        <w:pStyle w:val="BodyText"/>
        <w:spacing w:line="240" w:lineRule="auto"/>
        <w:ind w:right="0" w:firstLine="709"/>
      </w:pPr>
      <w:r w:rsidRPr="0056095E">
        <w:t>45.14. Не допускать увольнение по инициативе нанимателя лиц, избиравшихся в</w:t>
      </w:r>
      <w:r>
        <w:t xml:space="preserve"> </w:t>
      </w:r>
      <w:r w:rsidRPr="0056095E">
        <w:t xml:space="preserve">состав профсоюзных органов, в течение двух лет после окончания выборных полномочий, кроме случаев полной ликвидации организации системы </w:t>
      </w:r>
      <w:r>
        <w:t>образования</w:t>
      </w:r>
      <w:r w:rsidRPr="0056095E">
        <w:t xml:space="preserve"> или совершения работником виновных действий, за которые законодательством предусмотрена возможность увольнения. В этих случаях увольнение производится в порядке и по основаниям, предусмотренным Трудовым кодексом.</w:t>
      </w:r>
    </w:p>
    <w:p w:rsidR="001422D0" w:rsidRPr="00F25560" w:rsidRDefault="001422D0" w:rsidP="0056095E">
      <w:pPr>
        <w:pStyle w:val="BodyText"/>
        <w:spacing w:line="240" w:lineRule="auto"/>
        <w:ind w:right="0" w:firstLine="709"/>
        <w:rPr>
          <w:spacing w:val="-4"/>
        </w:rPr>
      </w:pPr>
      <w:r w:rsidRPr="00F25560">
        <w:rPr>
          <w:spacing w:val="-4"/>
        </w:rPr>
        <w:t xml:space="preserve">45.15. Допускать отчисление из организаций системы </w:t>
      </w:r>
      <w:r>
        <w:rPr>
          <w:spacing w:val="-4"/>
        </w:rPr>
        <w:t>образования</w:t>
      </w:r>
      <w:r w:rsidRPr="00F25560">
        <w:rPr>
          <w:spacing w:val="-4"/>
        </w:rPr>
        <w:t>, привлечение к дисциплинарной ответственности обучающихся, избранных в состав профкомов и профбюро, профгрупоргов только с предварительного согласия соответствующего профсоюзного комитета обучающихся, а</w:t>
      </w:r>
      <w:r>
        <w:rPr>
          <w:spacing w:val="-4"/>
        </w:rPr>
        <w:t xml:space="preserve"> </w:t>
      </w:r>
      <w:r w:rsidRPr="00F25560">
        <w:rPr>
          <w:spacing w:val="-4"/>
        </w:rPr>
        <w:t>избранных в составы вышестоящих профсоюзных органов — с</w:t>
      </w:r>
      <w:r>
        <w:rPr>
          <w:spacing w:val="-4"/>
        </w:rPr>
        <w:t xml:space="preserve"> </w:t>
      </w:r>
      <w:r w:rsidRPr="00F25560">
        <w:rPr>
          <w:spacing w:val="-4"/>
        </w:rPr>
        <w:t>предварительного согласия соответствующих профсоюзных органов.</w:t>
      </w:r>
    </w:p>
    <w:p w:rsidR="001422D0" w:rsidRPr="0056095E" w:rsidRDefault="001422D0" w:rsidP="0056095E">
      <w:pPr>
        <w:pStyle w:val="BodyText"/>
        <w:spacing w:line="240" w:lineRule="auto"/>
        <w:ind w:right="0" w:firstLine="709"/>
      </w:pPr>
      <w:r w:rsidRPr="0056095E">
        <w:t xml:space="preserve">45.16. Освобожденные (штатные) профсоюзные работники первичных профсоюзных организаций являются равноправными членами коллектива работников соответствующей организации системы </w:t>
      </w:r>
      <w:r>
        <w:t>образования</w:t>
      </w:r>
      <w:r w:rsidRPr="0056095E">
        <w:t xml:space="preserve"> и пользуются всеми правами и гарантиями наравне с ними.</w:t>
      </w:r>
    </w:p>
    <w:p w:rsidR="001422D0" w:rsidRPr="0056095E" w:rsidRDefault="001422D0" w:rsidP="0056095E">
      <w:pPr>
        <w:pStyle w:val="BodyText"/>
        <w:spacing w:line="240" w:lineRule="auto"/>
        <w:ind w:right="0" w:firstLine="709"/>
      </w:pPr>
      <w:r w:rsidRPr="0056095E">
        <w:t>45.17. Рекомендовать директорам организаций системы образования предоставлять председателям профсоюзных комитетов обучающихся, их заместителям право на проживание в  общежитии на срок выполнения полномочий.</w:t>
      </w:r>
    </w:p>
    <w:p w:rsidR="001422D0" w:rsidRPr="0056095E" w:rsidRDefault="001422D0" w:rsidP="0056095E">
      <w:pPr>
        <w:pStyle w:val="BodyText"/>
        <w:spacing w:line="240" w:lineRule="auto"/>
        <w:ind w:right="0" w:firstLine="709"/>
        <w:outlineLvl w:val="0"/>
        <w:rPr>
          <w:bCs/>
          <w:caps/>
        </w:rPr>
      </w:pPr>
    </w:p>
    <w:p w:rsidR="001422D0" w:rsidRPr="0056095E" w:rsidRDefault="001422D0" w:rsidP="0056095E">
      <w:pPr>
        <w:pStyle w:val="BodyText"/>
        <w:spacing w:line="240" w:lineRule="auto"/>
        <w:ind w:right="0" w:firstLine="709"/>
        <w:outlineLvl w:val="0"/>
        <w:rPr>
          <w:bCs/>
          <w:caps/>
        </w:rPr>
      </w:pPr>
      <w:r w:rsidRPr="0056095E">
        <w:rPr>
          <w:bCs/>
          <w:caps/>
        </w:rPr>
        <w:t xml:space="preserve">Сохранение интересов работников </w:t>
      </w:r>
    </w:p>
    <w:p w:rsidR="001422D0" w:rsidRPr="0056095E" w:rsidRDefault="001422D0" w:rsidP="0056095E">
      <w:pPr>
        <w:pStyle w:val="BodyText"/>
        <w:spacing w:line="240" w:lineRule="auto"/>
        <w:ind w:right="0" w:firstLine="709"/>
        <w:outlineLvl w:val="0"/>
        <w:rPr>
          <w:caps/>
        </w:rPr>
      </w:pPr>
      <w:r w:rsidRPr="0056095E">
        <w:rPr>
          <w:bCs/>
          <w:caps/>
        </w:rPr>
        <w:t>при проведении приватизации</w:t>
      </w:r>
    </w:p>
    <w:p w:rsidR="001422D0" w:rsidRPr="0056095E" w:rsidRDefault="001422D0" w:rsidP="0056095E">
      <w:pPr>
        <w:pStyle w:val="BodyText"/>
        <w:spacing w:line="240" w:lineRule="auto"/>
        <w:ind w:right="0" w:firstLine="709"/>
      </w:pPr>
    </w:p>
    <w:p w:rsidR="001422D0" w:rsidRPr="0056095E" w:rsidRDefault="001422D0" w:rsidP="0056095E">
      <w:pPr>
        <w:pStyle w:val="BodyText"/>
        <w:spacing w:line="240" w:lineRule="auto"/>
        <w:ind w:right="0" w:firstLine="709"/>
      </w:pPr>
      <w:r w:rsidRPr="0056095E">
        <w:t>46. Стороны пришли к соглашению:</w:t>
      </w:r>
    </w:p>
    <w:p w:rsidR="001422D0" w:rsidRPr="0056095E" w:rsidRDefault="001422D0" w:rsidP="0056095E">
      <w:pPr>
        <w:pStyle w:val="BodyText"/>
        <w:spacing w:line="240" w:lineRule="auto"/>
        <w:ind w:right="0" w:firstLine="709"/>
      </w:pPr>
      <w:r w:rsidRPr="0056095E">
        <w:t xml:space="preserve">46.1. При изменении формы собственности и преобразования </w:t>
      </w:r>
      <w:r w:rsidRPr="0056095E">
        <w:br/>
        <w:t>в</w:t>
      </w:r>
      <w:r>
        <w:t xml:space="preserve"> </w:t>
      </w:r>
      <w:r w:rsidRPr="0056095E">
        <w:t xml:space="preserve">процессе приватизации организаций системы </w:t>
      </w:r>
      <w:r>
        <w:t>образования</w:t>
      </w:r>
      <w:r w:rsidRPr="0056095E">
        <w:t xml:space="preserve"> проводятся предварительные переговоры с соответствующими комитетами отраслевого профсоюза с целью достижения общего согласия в вопросах, затрагивающих трудовые и социально-экономические права и законные интересы коллектива работников.</w:t>
      </w:r>
    </w:p>
    <w:p w:rsidR="001422D0" w:rsidRPr="0056095E" w:rsidRDefault="001422D0" w:rsidP="0056095E">
      <w:pPr>
        <w:pStyle w:val="BodyText"/>
        <w:spacing w:line="240" w:lineRule="auto"/>
        <w:ind w:right="0" w:firstLine="709"/>
      </w:pPr>
      <w:r w:rsidRPr="0056095E">
        <w:t xml:space="preserve">46.2. Изменение подчиненности, отчуждение имущества, закрепленного за организацией системы </w:t>
      </w:r>
      <w:r>
        <w:t>образования</w:t>
      </w:r>
      <w:r w:rsidRPr="0056095E">
        <w:t>, допускаются с уведомления соответствующего комитета отраслевого профсоюза.</w:t>
      </w:r>
    </w:p>
    <w:p w:rsidR="001422D0" w:rsidRPr="0056095E" w:rsidRDefault="001422D0" w:rsidP="0056095E">
      <w:pPr>
        <w:pStyle w:val="BodyText"/>
        <w:spacing w:line="240" w:lineRule="auto"/>
        <w:ind w:right="0" w:firstLine="709"/>
      </w:pPr>
      <w:r w:rsidRPr="0056095E">
        <w:t>47. </w:t>
      </w:r>
      <w:r>
        <w:t>Областной комитет</w:t>
      </w:r>
      <w:r w:rsidRPr="0056095E">
        <w:t xml:space="preserve"> обязуется:</w:t>
      </w:r>
    </w:p>
    <w:p w:rsidR="001422D0" w:rsidRPr="0056095E" w:rsidRDefault="001422D0" w:rsidP="0056095E">
      <w:pPr>
        <w:pStyle w:val="BodyText"/>
        <w:spacing w:line="240" w:lineRule="auto"/>
        <w:ind w:right="0" w:firstLine="709"/>
      </w:pPr>
      <w:r w:rsidRPr="0056095E">
        <w:t xml:space="preserve">47.1. Участвовать в обсуждении проблем приватизации в отрасли, </w:t>
      </w:r>
      <w:r w:rsidRPr="0056095E">
        <w:br/>
        <w:t>ее целесообразности, отстаивать при этом интересы коллективов работников — членов отраслевого профсоюза.</w:t>
      </w:r>
    </w:p>
    <w:p w:rsidR="001422D0" w:rsidRPr="0056095E" w:rsidRDefault="001422D0" w:rsidP="0056095E">
      <w:pPr>
        <w:pStyle w:val="BodyText"/>
        <w:spacing w:line="240" w:lineRule="auto"/>
        <w:ind w:right="0" w:firstLine="709"/>
      </w:pPr>
      <w:r w:rsidRPr="0056095E">
        <w:t>47.2. Вносить предложения, обеспечивающие социально-экономические и правовые гарантии коллективам работников при изменении форм собственности.</w:t>
      </w:r>
    </w:p>
    <w:p w:rsidR="001422D0" w:rsidRPr="0056095E" w:rsidRDefault="001422D0" w:rsidP="0056095E">
      <w:pPr>
        <w:pStyle w:val="BodyText"/>
        <w:spacing w:line="240" w:lineRule="auto"/>
        <w:ind w:right="0" w:firstLine="709"/>
      </w:pPr>
      <w:r w:rsidRPr="0056095E">
        <w:t xml:space="preserve">47.3. Осуществлять общественный контроль за проведением приватизации, не допускать принятия необоснованных решений </w:t>
      </w:r>
      <w:r w:rsidRPr="0056095E">
        <w:br/>
        <w:t>и</w:t>
      </w:r>
      <w:r>
        <w:t xml:space="preserve"> </w:t>
      </w:r>
      <w:r w:rsidRPr="0056095E">
        <w:t>принудительной приватизации.</w:t>
      </w:r>
    </w:p>
    <w:p w:rsidR="001422D0" w:rsidRPr="0056095E" w:rsidRDefault="001422D0" w:rsidP="0056095E">
      <w:pPr>
        <w:pStyle w:val="BodyText"/>
        <w:spacing w:line="240" w:lineRule="auto"/>
        <w:ind w:right="0" w:firstLine="709"/>
        <w:rPr>
          <w:bCs/>
          <w:caps/>
        </w:rPr>
      </w:pPr>
    </w:p>
    <w:p w:rsidR="001422D0" w:rsidRPr="0056095E" w:rsidRDefault="001422D0" w:rsidP="0056095E">
      <w:pPr>
        <w:pStyle w:val="BodyText"/>
        <w:spacing w:line="240" w:lineRule="auto"/>
        <w:ind w:right="0" w:firstLine="709"/>
        <w:outlineLvl w:val="0"/>
        <w:rPr>
          <w:bCs/>
          <w:caps/>
        </w:rPr>
      </w:pPr>
      <w:r w:rsidRPr="0056095E">
        <w:rPr>
          <w:bCs/>
          <w:caps/>
        </w:rPr>
        <w:t xml:space="preserve">Организация выполнения соглашения </w:t>
      </w:r>
    </w:p>
    <w:p w:rsidR="001422D0" w:rsidRPr="0056095E" w:rsidRDefault="001422D0" w:rsidP="0056095E">
      <w:pPr>
        <w:pStyle w:val="BodyText"/>
        <w:spacing w:line="240" w:lineRule="auto"/>
        <w:ind w:right="0" w:firstLine="709"/>
        <w:outlineLvl w:val="0"/>
        <w:rPr>
          <w:caps/>
        </w:rPr>
      </w:pPr>
      <w:r w:rsidRPr="0056095E">
        <w:rPr>
          <w:bCs/>
          <w:caps/>
        </w:rPr>
        <w:t>и контроль, ответственность сторон</w:t>
      </w:r>
    </w:p>
    <w:p w:rsidR="001422D0" w:rsidRPr="0056095E" w:rsidRDefault="001422D0" w:rsidP="0056095E">
      <w:pPr>
        <w:pStyle w:val="BodyText"/>
        <w:spacing w:line="240" w:lineRule="auto"/>
        <w:ind w:right="0" w:firstLine="709"/>
      </w:pPr>
    </w:p>
    <w:p w:rsidR="001422D0" w:rsidRPr="0056095E" w:rsidRDefault="001422D0" w:rsidP="0056095E">
      <w:pPr>
        <w:pStyle w:val="BodyText"/>
        <w:spacing w:line="240" w:lineRule="auto"/>
        <w:ind w:right="0" w:firstLine="709"/>
      </w:pPr>
      <w:r w:rsidRPr="0056095E">
        <w:t xml:space="preserve">48. Каждая из </w:t>
      </w:r>
      <w:r w:rsidRPr="0056095E">
        <w:rPr>
          <w:caps/>
        </w:rPr>
        <w:t>с</w:t>
      </w:r>
      <w:r w:rsidRPr="0056095E">
        <w:t>торон, подписавших Соглашение, несет ответственность за своевременное и полное его выполнение в пределах своих полномочий и обязательств.</w:t>
      </w:r>
    </w:p>
    <w:p w:rsidR="001422D0" w:rsidRPr="0056095E" w:rsidRDefault="001422D0" w:rsidP="0056095E">
      <w:pPr>
        <w:pStyle w:val="BodyText"/>
        <w:spacing w:line="240" w:lineRule="auto"/>
        <w:ind w:right="0" w:firstLine="709"/>
      </w:pPr>
      <w:r w:rsidRPr="0056095E">
        <w:t>49. </w:t>
      </w:r>
      <w:r>
        <w:t>Главное управление</w:t>
      </w:r>
      <w:r w:rsidRPr="0056095E">
        <w:t xml:space="preserve"> обязуется в процессе осуществления контроля за</w:t>
      </w:r>
      <w:r>
        <w:t xml:space="preserve"> </w:t>
      </w:r>
      <w:r w:rsidRPr="0056095E">
        <w:t>деятельностью управлений,</w:t>
      </w:r>
      <w:r>
        <w:t xml:space="preserve"> отдела,</w:t>
      </w:r>
      <w:r w:rsidRPr="0056095E">
        <w:t xml:space="preserve"> организаций </w:t>
      </w:r>
      <w:r>
        <w:t>образования</w:t>
      </w:r>
      <w:r w:rsidRPr="0056095E">
        <w:t xml:space="preserve"> анализировать ход выполнения Соглашения.</w:t>
      </w:r>
    </w:p>
    <w:p w:rsidR="001422D0" w:rsidRPr="0056095E" w:rsidRDefault="001422D0" w:rsidP="0056095E">
      <w:pPr>
        <w:pStyle w:val="BodyText"/>
        <w:spacing w:line="240" w:lineRule="auto"/>
        <w:ind w:right="0" w:firstLine="709"/>
      </w:pPr>
      <w:r w:rsidRPr="0056095E">
        <w:t>50. </w:t>
      </w:r>
      <w:r>
        <w:t>Областной комитет</w:t>
      </w:r>
      <w:r w:rsidRPr="0056095E">
        <w:t xml:space="preserve"> обязуется:</w:t>
      </w:r>
    </w:p>
    <w:p w:rsidR="001422D0" w:rsidRPr="0056095E" w:rsidRDefault="001422D0" w:rsidP="0056095E">
      <w:pPr>
        <w:pStyle w:val="BodyText"/>
        <w:spacing w:line="240" w:lineRule="auto"/>
        <w:ind w:right="0" w:firstLine="709"/>
      </w:pPr>
      <w:r w:rsidRPr="0056095E">
        <w:t xml:space="preserve">50.1. Изучать практику социального партнерства в регионах, реализацию Соглашения через местные соглашения и коллективные договоры, </w:t>
      </w:r>
      <w:r w:rsidRPr="0056095E">
        <w:rPr>
          <w:lang w:val="be-BY"/>
        </w:rPr>
        <w:t>анализировать проекты</w:t>
      </w:r>
      <w:r>
        <w:rPr>
          <w:lang w:val="be-BY"/>
        </w:rPr>
        <w:t xml:space="preserve"> региональных </w:t>
      </w:r>
      <w:r w:rsidRPr="0056095E">
        <w:rPr>
          <w:lang w:val="be-BY"/>
        </w:rPr>
        <w:t xml:space="preserve"> соглашений , коллективных договоров учреждений</w:t>
      </w:r>
      <w:r>
        <w:rPr>
          <w:lang w:val="be-BY"/>
        </w:rPr>
        <w:t>, находящихся на профобслуживании, на их соответствие</w:t>
      </w:r>
      <w:r w:rsidRPr="0056095E">
        <w:rPr>
          <w:lang w:val="be-BY"/>
        </w:rPr>
        <w:t xml:space="preserve"> настоящему Соглашению</w:t>
      </w:r>
      <w:r w:rsidRPr="0056095E">
        <w:t>.</w:t>
      </w:r>
    </w:p>
    <w:p w:rsidR="001422D0" w:rsidRPr="0056095E" w:rsidRDefault="001422D0" w:rsidP="0056095E">
      <w:pPr>
        <w:pStyle w:val="BodyText"/>
        <w:spacing w:line="240" w:lineRule="auto"/>
        <w:ind w:right="0" w:firstLine="709"/>
      </w:pPr>
      <w:r w:rsidRPr="0056095E">
        <w:t>50.2. Периодически проводить прямые линии по вопросам реализации Соглашения.</w:t>
      </w:r>
    </w:p>
    <w:p w:rsidR="001422D0" w:rsidRPr="0056095E" w:rsidRDefault="001422D0" w:rsidP="0056095E">
      <w:pPr>
        <w:pStyle w:val="BodyText"/>
        <w:spacing w:line="240" w:lineRule="auto"/>
        <w:ind w:right="0" w:firstLine="709"/>
      </w:pPr>
      <w:r w:rsidRPr="0056095E">
        <w:t>51. Стороны пришли к соглашению:</w:t>
      </w:r>
    </w:p>
    <w:p w:rsidR="001422D0" w:rsidRPr="0056095E" w:rsidRDefault="001422D0" w:rsidP="0056095E">
      <w:pPr>
        <w:pStyle w:val="BodyText"/>
        <w:spacing w:line="240" w:lineRule="auto"/>
        <w:ind w:right="0" w:firstLine="709"/>
      </w:pPr>
      <w:r w:rsidRPr="0056095E">
        <w:t>51.1. Контроль за ходом выполнения Соглашения и</w:t>
      </w:r>
      <w:r>
        <w:t xml:space="preserve"> </w:t>
      </w:r>
      <w:r w:rsidRPr="0056095E">
        <w:t>разрешение разногласий, возникающих при его исполнении, осуществляет</w:t>
      </w:r>
      <w:r>
        <w:t xml:space="preserve"> областной</w:t>
      </w:r>
      <w:r w:rsidRPr="0056095E">
        <w:t xml:space="preserve"> отраслевой Совет, которому Сторонами предоставляется вся необходимая для реализации его полномочий информация.</w:t>
      </w:r>
    </w:p>
    <w:p w:rsidR="001422D0" w:rsidRPr="0056095E" w:rsidRDefault="001422D0" w:rsidP="0056095E">
      <w:pPr>
        <w:pStyle w:val="BodyText"/>
        <w:spacing w:line="240" w:lineRule="auto"/>
        <w:ind w:right="0" w:firstLine="709"/>
      </w:pPr>
      <w:r w:rsidRPr="0056095E">
        <w:t xml:space="preserve">Ход выполнения Соглашения рассматривать на заседании </w:t>
      </w:r>
      <w:r>
        <w:t xml:space="preserve">областного </w:t>
      </w:r>
      <w:r w:rsidRPr="0056095E">
        <w:t xml:space="preserve">отраслевого Совета, а итоги выполнения, утверждение соглашения, изменений и (или) дополнений в настоящее Соглашение — на совместном заседании коллегии </w:t>
      </w:r>
      <w:r>
        <w:t>Главного управления</w:t>
      </w:r>
      <w:r w:rsidRPr="0056095E">
        <w:t xml:space="preserve"> и президиума </w:t>
      </w:r>
      <w:r>
        <w:t>областного комитета</w:t>
      </w:r>
      <w:r w:rsidRPr="0056095E">
        <w:t xml:space="preserve"> отраслевого профсоюза.</w:t>
      </w:r>
    </w:p>
    <w:p w:rsidR="001422D0" w:rsidRPr="0056095E" w:rsidRDefault="001422D0" w:rsidP="0056095E">
      <w:pPr>
        <w:pStyle w:val="BodyText"/>
        <w:spacing w:line="240" w:lineRule="auto"/>
        <w:ind w:right="0" w:firstLine="709"/>
      </w:pPr>
      <w:r w:rsidRPr="0056095E">
        <w:t>51.2. Обеспечивать участие представителей Сторон в работе своих коллегиальных органов при рассмотрении вопросов, связанных с</w:t>
      </w:r>
      <w:r>
        <w:t xml:space="preserve"> </w:t>
      </w:r>
      <w:r w:rsidRPr="0056095E">
        <w:t>его содержанием и исполнением.</w:t>
      </w:r>
    </w:p>
    <w:p w:rsidR="001422D0" w:rsidRPr="0056095E" w:rsidRDefault="001422D0" w:rsidP="0056095E">
      <w:pPr>
        <w:pStyle w:val="BodyText"/>
        <w:spacing w:line="240" w:lineRule="auto"/>
        <w:ind w:right="0" w:firstLine="709"/>
      </w:pPr>
      <w:r w:rsidRPr="0056095E">
        <w:t>Предоставлять другой Стороне полную, достоверную и своевременную информацию о принимаемых решениях и нормативных правовых актах, затрагивающих трудовые, социально-экономические права и профессиональные интересы работников.</w:t>
      </w:r>
    </w:p>
    <w:p w:rsidR="001422D0" w:rsidRPr="0056095E" w:rsidRDefault="001422D0" w:rsidP="0056095E">
      <w:pPr>
        <w:pStyle w:val="BodyText"/>
        <w:spacing w:line="240" w:lineRule="auto"/>
        <w:ind w:right="0" w:firstLine="709"/>
      </w:pPr>
      <w:r w:rsidRPr="0056095E">
        <w:t xml:space="preserve">Представления </w:t>
      </w:r>
      <w:r w:rsidRPr="0056095E">
        <w:rPr>
          <w:caps/>
        </w:rPr>
        <w:t>с</w:t>
      </w:r>
      <w:r w:rsidRPr="0056095E">
        <w:t>торон о недостатках в выполнении Соглашения рассматриваются в двухнедельный срок и даются мотивированные ответы в письменной форме.</w:t>
      </w:r>
    </w:p>
    <w:p w:rsidR="001422D0" w:rsidRPr="0056095E" w:rsidRDefault="001422D0" w:rsidP="0056095E">
      <w:pPr>
        <w:pStyle w:val="BodyText"/>
        <w:spacing w:line="240" w:lineRule="auto"/>
        <w:ind w:right="0" w:firstLine="709"/>
      </w:pPr>
      <w:r w:rsidRPr="0056095E">
        <w:t>Рекомендовать управлениям осуществлять аналогичный по отношению к</w:t>
      </w:r>
      <w:r>
        <w:t xml:space="preserve"> </w:t>
      </w:r>
      <w:r w:rsidRPr="0056095E">
        <w:t xml:space="preserve">соответствующим органам отраслевого профсоюза порядок предоставления полной, достоверной, своевременной информации о принимаемых решениях, правовых </w:t>
      </w:r>
      <w:r w:rsidRPr="0056095E">
        <w:br/>
        <w:t>и локальных нормативных актах, затрагивающих трудовые, социально-экономические права и профессиональные интересы работников образования.</w:t>
      </w:r>
    </w:p>
    <w:p w:rsidR="001422D0" w:rsidRPr="0056095E" w:rsidRDefault="001422D0" w:rsidP="0056095E">
      <w:pPr>
        <w:pStyle w:val="BodyText"/>
        <w:spacing w:line="240" w:lineRule="auto"/>
        <w:ind w:right="0" w:firstLine="709"/>
      </w:pPr>
      <w:r w:rsidRPr="0056095E">
        <w:t>51.3. Принимать меры дисциплинарной ответственности к виновным в</w:t>
      </w:r>
      <w:r>
        <w:t xml:space="preserve"> </w:t>
      </w:r>
      <w:r w:rsidRPr="0056095E">
        <w:t>невыполнении обязательств Соглашения либо уклоняющимся от участия в переговорах.</w:t>
      </w:r>
    </w:p>
    <w:p w:rsidR="001422D0" w:rsidRPr="0056095E" w:rsidRDefault="001422D0" w:rsidP="0056095E">
      <w:pPr>
        <w:pStyle w:val="BodyText"/>
        <w:spacing w:line="240" w:lineRule="auto"/>
        <w:ind w:right="0" w:firstLine="709"/>
      </w:pPr>
      <w:r w:rsidRPr="0056095E">
        <w:t>51.4. Лица, виновные в невыполнении обязательств, предусмотренных Соглашением:</w:t>
      </w:r>
    </w:p>
    <w:p w:rsidR="001422D0" w:rsidRPr="0056095E" w:rsidRDefault="001422D0" w:rsidP="0056095E">
      <w:pPr>
        <w:pStyle w:val="BodyText"/>
        <w:spacing w:line="240" w:lineRule="auto"/>
        <w:ind w:right="0" w:firstLine="709"/>
      </w:pPr>
      <w:r w:rsidRPr="0056095E">
        <w:t>лишаются надбавок к окладам, премий, других персональных выплат;</w:t>
      </w:r>
    </w:p>
    <w:p w:rsidR="001422D0" w:rsidRPr="0056095E" w:rsidRDefault="001422D0" w:rsidP="0056095E">
      <w:pPr>
        <w:pStyle w:val="BodyText"/>
        <w:spacing w:line="240" w:lineRule="auto"/>
        <w:ind w:right="0" w:firstLine="709"/>
      </w:pPr>
      <w:r w:rsidRPr="0056095E">
        <w:t>привлекаются к дисциплинарной ответственности в соответствии с</w:t>
      </w:r>
      <w:r w:rsidRPr="0056095E">
        <w:rPr>
          <w:lang w:val="be-BY"/>
        </w:rPr>
        <w:t> </w:t>
      </w:r>
      <w:r w:rsidRPr="0056095E">
        <w:t>законодательством о труде.</w:t>
      </w:r>
    </w:p>
    <w:p w:rsidR="001422D0" w:rsidRPr="0056095E" w:rsidRDefault="001422D0" w:rsidP="0056095E">
      <w:pPr>
        <w:pStyle w:val="BodyText"/>
        <w:spacing w:line="240" w:lineRule="auto"/>
        <w:ind w:right="0" w:firstLine="709"/>
      </w:pPr>
      <w:r w:rsidRPr="0056095E">
        <w:t>О нарушении условий Соглашения Сторона направляет информацию другой Стороне, которая сообщает о принятых мерах в месячный срок со дня ее поступления.</w:t>
      </w:r>
    </w:p>
    <w:p w:rsidR="001422D0" w:rsidRPr="0056095E" w:rsidRDefault="001422D0" w:rsidP="0056095E">
      <w:pPr>
        <w:pStyle w:val="BodyText"/>
        <w:spacing w:line="240" w:lineRule="auto"/>
        <w:ind w:right="0" w:firstLine="709"/>
      </w:pPr>
      <w:r w:rsidRPr="0056095E">
        <w:t>51.5. Считать Соглашение основой для заключения коллективных договоров и местных соглашений.</w:t>
      </w:r>
    </w:p>
    <w:p w:rsidR="001422D0" w:rsidRPr="0056095E" w:rsidRDefault="001422D0" w:rsidP="0056095E">
      <w:pPr>
        <w:pStyle w:val="BodyText"/>
        <w:spacing w:line="240" w:lineRule="auto"/>
        <w:ind w:right="0" w:firstLine="709"/>
      </w:pPr>
      <w:r w:rsidRPr="0056095E">
        <w:t>Сроки ведения коллективных переговоров по их заключению не могут превышать одного месяца.</w:t>
      </w:r>
    </w:p>
    <w:p w:rsidR="001422D0" w:rsidRPr="0056095E" w:rsidRDefault="001422D0" w:rsidP="0056095E">
      <w:pPr>
        <w:pStyle w:val="BodyText"/>
        <w:spacing w:line="240" w:lineRule="auto"/>
        <w:ind w:right="0" w:firstLine="709"/>
      </w:pPr>
      <w:r w:rsidRPr="0056095E">
        <w:rPr>
          <w:lang w:val="be-BY"/>
        </w:rPr>
        <w:t xml:space="preserve">Проекты </w:t>
      </w:r>
      <w:r>
        <w:rPr>
          <w:lang w:val="be-BY"/>
        </w:rPr>
        <w:t xml:space="preserve">региональных </w:t>
      </w:r>
      <w:r w:rsidRPr="0056095E">
        <w:rPr>
          <w:lang w:val="be-BY"/>
        </w:rPr>
        <w:t xml:space="preserve">соглашений , коллективных договоров </w:t>
      </w:r>
      <w:r>
        <w:rPr>
          <w:lang w:val="be-BY"/>
        </w:rPr>
        <w:t>организаций, находящихся на профобслуживании,</w:t>
      </w:r>
      <w:r w:rsidRPr="0056095E">
        <w:rPr>
          <w:lang w:val="be-BY"/>
        </w:rPr>
        <w:t xml:space="preserve">, изменений и дополнений в них направляются до их подписания Сторонами в </w:t>
      </w:r>
      <w:r>
        <w:rPr>
          <w:lang w:val="be-BY"/>
        </w:rPr>
        <w:t>областной комитет</w:t>
      </w:r>
      <w:r w:rsidRPr="0056095E">
        <w:rPr>
          <w:lang w:val="be-BY"/>
        </w:rPr>
        <w:t xml:space="preserve"> для сведения в срок, позволяющий провести анализ их содержания на соответствие настоящему Соглашению.</w:t>
      </w:r>
    </w:p>
    <w:p w:rsidR="001422D0" w:rsidRPr="007C60F3" w:rsidRDefault="001422D0" w:rsidP="0056095E">
      <w:pPr>
        <w:pStyle w:val="BodyText"/>
        <w:spacing w:line="240" w:lineRule="auto"/>
        <w:ind w:right="0" w:firstLine="709"/>
      </w:pPr>
      <w:r w:rsidRPr="007C60F3">
        <w:t>51.6. В целях содействия реализации трудовых и социально экономических интересов работников, в том числе предоставления работникам более льготных условий, чем это предусмотрено законодательством, укрепления трудовой дисциплины и повышения ответственности работников в части соблюдения установленных законодательством требований по охране труда, Стороны рекомендуют включать в коллективные договоры следующие положения:</w:t>
      </w:r>
    </w:p>
    <w:p w:rsidR="001422D0" w:rsidRPr="0056095E" w:rsidRDefault="001422D0" w:rsidP="0056095E">
      <w:pPr>
        <w:pStyle w:val="BodyText"/>
        <w:spacing w:line="240" w:lineRule="auto"/>
        <w:ind w:right="0" w:firstLine="709"/>
      </w:pPr>
      <w:r w:rsidRPr="0056095E">
        <w:t>51.6.1. режим работы учреждения;</w:t>
      </w:r>
    </w:p>
    <w:p w:rsidR="001422D0" w:rsidRPr="0056095E" w:rsidRDefault="001422D0" w:rsidP="0056095E">
      <w:pPr>
        <w:pStyle w:val="BodyText"/>
        <w:spacing w:line="240" w:lineRule="auto"/>
        <w:ind w:right="0" w:firstLine="709"/>
      </w:pPr>
      <w:r w:rsidRPr="0056095E">
        <w:t>51.6.2. порядок распределения объемов педагогической нагрузки (учителей, преподавателей, педагогов дополнительного образования, аккомпаниаторов, концертмейстеров, музыкальных руководителей, культорганизаторов) ;</w:t>
      </w:r>
    </w:p>
    <w:p w:rsidR="001422D0" w:rsidRPr="0056095E" w:rsidRDefault="001422D0" w:rsidP="0056095E">
      <w:pPr>
        <w:pStyle w:val="BodyText"/>
        <w:spacing w:line="240" w:lineRule="auto"/>
        <w:ind w:right="0" w:firstLine="709"/>
      </w:pPr>
      <w:r w:rsidRPr="0056095E">
        <w:t>51.6.3. сроки выплаты заработной платы (не реже двух раз в месяц);</w:t>
      </w:r>
    </w:p>
    <w:p w:rsidR="001422D0" w:rsidRPr="0056095E" w:rsidRDefault="001422D0" w:rsidP="0056095E">
      <w:pPr>
        <w:pStyle w:val="BodyText"/>
        <w:spacing w:line="240" w:lineRule="auto"/>
        <w:ind w:right="0" w:firstLine="709"/>
      </w:pPr>
      <w:r w:rsidRPr="0056095E">
        <w:t>51.6.4. виды поощрений за успехи в труде,</w:t>
      </w:r>
      <w:r>
        <w:t xml:space="preserve"> </w:t>
      </w:r>
      <w:r w:rsidRPr="0056095E">
        <w:rPr>
          <w:shd w:val="clear" w:color="auto" w:fill="FFFFFF"/>
        </w:rPr>
        <w:t>участие в культурно-массовых, спортивных и иных мероприятиях</w:t>
      </w:r>
      <w:r>
        <w:rPr>
          <w:shd w:val="clear" w:color="auto" w:fill="FFFFFF"/>
        </w:rPr>
        <w:t xml:space="preserve"> </w:t>
      </w:r>
      <w:r w:rsidRPr="0056095E">
        <w:t>и порядок их применения;</w:t>
      </w:r>
    </w:p>
    <w:p w:rsidR="001422D0" w:rsidRPr="0056095E" w:rsidRDefault="001422D0" w:rsidP="0056095E">
      <w:pPr>
        <w:pStyle w:val="BodyText"/>
        <w:spacing w:line="240" w:lineRule="auto"/>
        <w:ind w:right="0" w:firstLine="709"/>
      </w:pPr>
      <w:r w:rsidRPr="0056095E">
        <w:t>51.6.5. при наличии финансовых возможностей принимать участие в удешевлении стоимости путевок в детские оздоровительные лагеря для детей работников организаций отрасли;</w:t>
      </w:r>
    </w:p>
    <w:p w:rsidR="001422D0" w:rsidRPr="0056095E" w:rsidRDefault="001422D0" w:rsidP="0056095E">
      <w:pPr>
        <w:pStyle w:val="BodyText"/>
        <w:spacing w:line="240" w:lineRule="auto"/>
        <w:ind w:right="0" w:firstLine="709"/>
      </w:pPr>
      <w:r w:rsidRPr="0056095E">
        <w:t>51.6.6. положение о материальном стимулировании труда работников (премирование и установление надбавок) с указанием источников, показателей, условий, конкретных размеров, сроков выплаты и механизма принятия решения;</w:t>
      </w:r>
    </w:p>
    <w:p w:rsidR="001422D0" w:rsidRPr="0056095E" w:rsidRDefault="001422D0" w:rsidP="0056095E">
      <w:pPr>
        <w:pStyle w:val="BodyText"/>
        <w:spacing w:line="240" w:lineRule="auto"/>
        <w:ind w:right="0" w:firstLine="709"/>
      </w:pPr>
      <w:r w:rsidRPr="0056095E">
        <w:t>51.6.7. источники и порядок оказания материальной помощи работникам;</w:t>
      </w:r>
    </w:p>
    <w:p w:rsidR="001422D0" w:rsidRPr="0056095E" w:rsidRDefault="001422D0" w:rsidP="0056095E">
      <w:pPr>
        <w:pStyle w:val="BodyText"/>
        <w:spacing w:line="240" w:lineRule="auto"/>
        <w:ind w:right="0" w:firstLine="709"/>
      </w:pPr>
      <w:r w:rsidRPr="0056095E">
        <w:t xml:space="preserve">51.6.8. перечень должностей работников, имеющих право на повышение тарифных ставок (окладов) за особый характер труда </w:t>
      </w:r>
      <w:r w:rsidRPr="0056095E">
        <w:br/>
        <w:t xml:space="preserve">в организациях (их структурных подразделениях) специального назначения системы </w:t>
      </w:r>
      <w:r>
        <w:t>образования</w:t>
      </w:r>
      <w:r w:rsidRPr="0056095E">
        <w:t xml:space="preserve"> и размер этого повышения </w:t>
      </w:r>
      <w:r w:rsidRPr="0056095E">
        <w:br/>
        <w:t>в зависимости от особенностей работы в них;</w:t>
      </w:r>
    </w:p>
    <w:p w:rsidR="001422D0" w:rsidRPr="0056095E" w:rsidRDefault="001422D0" w:rsidP="0056095E">
      <w:pPr>
        <w:pStyle w:val="BodyText"/>
        <w:spacing w:line="240" w:lineRule="auto"/>
        <w:ind w:right="0" w:firstLine="709"/>
      </w:pPr>
      <w:r w:rsidRPr="0056095E">
        <w:t>51.6.9. порядок установления доплат за отдельные виды работ и их размеры;</w:t>
      </w:r>
    </w:p>
    <w:p w:rsidR="001422D0" w:rsidRPr="0056095E" w:rsidRDefault="001422D0" w:rsidP="0056095E">
      <w:pPr>
        <w:pStyle w:val="BodyText"/>
        <w:spacing w:line="240" w:lineRule="auto"/>
        <w:ind w:right="0" w:firstLine="709"/>
      </w:pPr>
      <w:r w:rsidRPr="0056095E">
        <w:t>51.6.10. перечень категорий работников, которым устанавливается гибкий режим рабочего времени;</w:t>
      </w:r>
    </w:p>
    <w:p w:rsidR="001422D0" w:rsidRPr="0056095E" w:rsidRDefault="001422D0" w:rsidP="0056095E">
      <w:pPr>
        <w:pStyle w:val="BodyText"/>
        <w:spacing w:line="240" w:lineRule="auto"/>
        <w:ind w:right="0" w:firstLine="709"/>
      </w:pPr>
      <w:r w:rsidRPr="0056095E">
        <w:t>51.6.11. перечень категорий работников, которым устанавливается суммированный учет рабочего времени;</w:t>
      </w:r>
    </w:p>
    <w:p w:rsidR="001422D0" w:rsidRPr="0056095E" w:rsidRDefault="001422D0" w:rsidP="0056095E">
      <w:pPr>
        <w:pStyle w:val="BodyText"/>
        <w:spacing w:line="240" w:lineRule="auto"/>
        <w:ind w:right="0" w:firstLine="709"/>
      </w:pPr>
      <w:r w:rsidRPr="0056095E">
        <w:t xml:space="preserve">51.6.12. перечень профессий и должностей работников, для которых вводится рабочий день с разделением смены на отдельные части </w:t>
      </w:r>
      <w:r w:rsidRPr="0056095E">
        <w:br/>
        <w:t>с</w:t>
      </w:r>
      <w:r>
        <w:t xml:space="preserve"> </w:t>
      </w:r>
      <w:r w:rsidRPr="0056095E">
        <w:t>перерывом в работе свыше двух часов;</w:t>
      </w:r>
    </w:p>
    <w:p w:rsidR="001422D0" w:rsidRPr="0056095E" w:rsidRDefault="001422D0" w:rsidP="0056095E">
      <w:pPr>
        <w:pStyle w:val="BodyText"/>
        <w:spacing w:line="240" w:lineRule="auto"/>
        <w:ind w:right="0" w:firstLine="709"/>
      </w:pPr>
      <w:r w:rsidRPr="0056095E">
        <w:t>51.6.13. план мероприятий по охране труда;</w:t>
      </w:r>
    </w:p>
    <w:p w:rsidR="001422D0" w:rsidRPr="0056095E" w:rsidRDefault="001422D0" w:rsidP="0056095E">
      <w:pPr>
        <w:pStyle w:val="BodyText"/>
        <w:spacing w:line="240" w:lineRule="auto"/>
        <w:ind w:right="0" w:firstLine="709"/>
      </w:pPr>
      <w:r w:rsidRPr="0056095E">
        <w:t>51.6.14. перечень рабочих мест по профессиям и должностям, на которых работающим по результатам аттестации подтверждено право на дополнительный отпуск за работу с вредными и (или) опасными условиями труда;</w:t>
      </w:r>
    </w:p>
    <w:p w:rsidR="001422D0" w:rsidRPr="0056095E" w:rsidRDefault="001422D0" w:rsidP="0056095E">
      <w:pPr>
        <w:pStyle w:val="BodyText"/>
        <w:spacing w:line="240" w:lineRule="auto"/>
        <w:ind w:right="0" w:firstLine="709"/>
      </w:pPr>
      <w:r w:rsidRPr="0056095E">
        <w:t>51.6.15. перечень рабочих мест по профессиям и должностям, на которых работающим по результатам аттестации подтверждено право на сокращенную продолжительность рабочего времени за работу с вредными и (или) опасными условиями труда;</w:t>
      </w:r>
    </w:p>
    <w:p w:rsidR="001422D0" w:rsidRPr="0056095E" w:rsidRDefault="001422D0" w:rsidP="0056095E">
      <w:pPr>
        <w:pStyle w:val="BodyText"/>
        <w:spacing w:line="240" w:lineRule="auto"/>
        <w:ind w:right="0" w:firstLine="709"/>
      </w:pPr>
      <w:r w:rsidRPr="0056095E">
        <w:t>51.6.16. перечень рабочих мест по профессиям и должностям, на которых работающим по результатам аттестации подтверждено право на доплаты за работу с вредными и (или) опасными условиями труда;</w:t>
      </w:r>
    </w:p>
    <w:p w:rsidR="001422D0" w:rsidRPr="0056095E" w:rsidRDefault="001422D0" w:rsidP="0056095E">
      <w:pPr>
        <w:pStyle w:val="BodyText"/>
        <w:spacing w:line="240" w:lineRule="auto"/>
        <w:ind w:right="0" w:firstLine="709"/>
      </w:pPr>
      <w:r w:rsidRPr="0056095E">
        <w:t>51.6.17. перечень профессий и должностей работников, имеющих право на бесплатное обеспечение молоком при работе с вредными веществами в профилактических целях;</w:t>
      </w:r>
    </w:p>
    <w:p w:rsidR="001422D0" w:rsidRPr="0056095E" w:rsidRDefault="001422D0" w:rsidP="0056095E">
      <w:pPr>
        <w:pStyle w:val="BodyText"/>
        <w:spacing w:line="240" w:lineRule="auto"/>
        <w:ind w:right="0" w:firstLine="709"/>
      </w:pPr>
      <w:r w:rsidRPr="0056095E">
        <w:t>51.6.18. перечень профессий и должностей работников, которым бесплатно выделяются средства индивидуальной защиты по установленным нормам;</w:t>
      </w:r>
    </w:p>
    <w:p w:rsidR="001422D0" w:rsidRPr="0056095E" w:rsidRDefault="001422D0" w:rsidP="0056095E">
      <w:pPr>
        <w:pStyle w:val="BodyText"/>
        <w:spacing w:line="240" w:lineRule="auto"/>
        <w:ind w:right="0" w:firstLine="709"/>
      </w:pPr>
      <w:r w:rsidRPr="0056095E">
        <w:t>51.6.19. перечень профессий и должностей работников, занятых на работах с вредными и (или) опасными условиями труда, а также на работах, связанных с загрязнением или осуществляемых в неблагоприятных температурных условиях, дающих право на обеспечение смывающими и обезвреживающими средствами;</w:t>
      </w:r>
    </w:p>
    <w:p w:rsidR="001422D0" w:rsidRPr="0056095E" w:rsidRDefault="001422D0" w:rsidP="0056095E">
      <w:pPr>
        <w:pStyle w:val="BodyText"/>
        <w:spacing w:line="240" w:lineRule="auto"/>
        <w:ind w:right="0" w:firstLine="709"/>
      </w:pPr>
      <w:r w:rsidRPr="0056095E">
        <w:t>51.6.20. перечень профессий и должностей работников, подлежащих предварительным и периодическим медицинским осмотрам;</w:t>
      </w:r>
    </w:p>
    <w:p w:rsidR="001422D0" w:rsidRPr="0056095E" w:rsidRDefault="001422D0" w:rsidP="0056095E">
      <w:pPr>
        <w:pStyle w:val="BodyText"/>
        <w:spacing w:line="240" w:lineRule="auto"/>
        <w:ind w:right="0" w:firstLine="709"/>
      </w:pPr>
      <w:r w:rsidRPr="0056095E">
        <w:t>51.6.21. перечень структурных подразделений учреждения образования, которые должны обеспечиваться медицинскими аптечками для оказания первой помощи при несчастных случаях;</w:t>
      </w:r>
    </w:p>
    <w:p w:rsidR="001422D0" w:rsidRPr="007C60F3" w:rsidRDefault="001422D0" w:rsidP="0056095E">
      <w:pPr>
        <w:pStyle w:val="BodyText"/>
        <w:spacing w:line="240" w:lineRule="auto"/>
        <w:ind w:right="0" w:firstLine="709"/>
      </w:pPr>
      <w:r w:rsidRPr="007C60F3">
        <w:t>51.6.22. в случае реорганизации предприятий путем выделения из их структур вспомогательных служб и производств и создания на их базе дочерних (унитарных) предприятий, при сокращении численности или штата работники головной (базовой) организации пользуются преимущественным правом трудоустройства в созданное дочернее (унитарное) предприятие, а работники дочернего (унитарного) предприятия – в головную (базовую) организацию;</w:t>
      </w:r>
    </w:p>
    <w:p w:rsidR="001422D0" w:rsidRPr="0056095E" w:rsidRDefault="001422D0" w:rsidP="0056095E">
      <w:pPr>
        <w:pStyle w:val="BodyText"/>
        <w:spacing w:line="240" w:lineRule="auto"/>
        <w:ind w:right="0" w:firstLine="709"/>
      </w:pPr>
      <w:r w:rsidRPr="0056095E">
        <w:t xml:space="preserve">51.6.23. перечень </w:t>
      </w:r>
      <w:r>
        <w:t xml:space="preserve">категорий </w:t>
      </w:r>
      <w:r w:rsidRPr="0056095E">
        <w:t>работников с ненормированным рабочим днем, которым устанавливается дополнительный отпуск;</w:t>
      </w:r>
    </w:p>
    <w:p w:rsidR="001422D0" w:rsidRPr="0056095E" w:rsidRDefault="001422D0" w:rsidP="0056095E">
      <w:pPr>
        <w:pStyle w:val="BodyText"/>
        <w:spacing w:line="240" w:lineRule="auto"/>
        <w:ind w:right="0" w:firstLine="709"/>
      </w:pPr>
      <w:r w:rsidRPr="0056095E">
        <w:t>51.6.24. случаи расторжения трудового договора по инициативе нанимателя с согласия комитета отраслевого профсоюза, случаи досрочного расторжения контрактов с работниками с предварительного уведомления комитета отраслевого профсоюза;</w:t>
      </w:r>
    </w:p>
    <w:p w:rsidR="001422D0" w:rsidRPr="0056095E" w:rsidRDefault="001422D0" w:rsidP="0056095E">
      <w:pPr>
        <w:pStyle w:val="BodyText"/>
        <w:spacing w:line="240" w:lineRule="auto"/>
        <w:ind w:right="0" w:firstLine="709"/>
      </w:pPr>
      <w:r w:rsidRPr="0056095E">
        <w:t>51.6.25. случаи расторжения трудового договора по желанию работников по истечении сроков предупреждения;</w:t>
      </w:r>
    </w:p>
    <w:p w:rsidR="001422D0" w:rsidRPr="0056095E" w:rsidRDefault="001422D0" w:rsidP="0056095E">
      <w:pPr>
        <w:pStyle w:val="BodyText"/>
        <w:spacing w:line="240" w:lineRule="auto"/>
        <w:ind w:right="0" w:firstLine="709"/>
      </w:pPr>
      <w:r w:rsidRPr="0056095E">
        <w:t xml:space="preserve">51.6.26. порядок участия комитета отраслевого профсоюза </w:t>
      </w:r>
      <w:r w:rsidRPr="0056095E">
        <w:br/>
        <w:t>в заключении контрактов с работниками;</w:t>
      </w:r>
    </w:p>
    <w:p w:rsidR="001422D0" w:rsidRPr="0056095E" w:rsidRDefault="001422D0" w:rsidP="0056095E">
      <w:pPr>
        <w:pStyle w:val="BodyText"/>
        <w:spacing w:line="240" w:lineRule="auto"/>
        <w:ind w:right="0" w:firstLine="709"/>
      </w:pPr>
      <w:r w:rsidRPr="0056095E">
        <w:t xml:space="preserve">51.6.27. случаи досрочного расторжения контрактов по соглашению </w:t>
      </w:r>
      <w:r w:rsidRPr="0056095E">
        <w:rPr>
          <w:caps/>
        </w:rPr>
        <w:t>с</w:t>
      </w:r>
      <w:r w:rsidRPr="0056095E">
        <w:t>торон;</w:t>
      </w:r>
    </w:p>
    <w:p w:rsidR="001422D0" w:rsidRPr="0056095E" w:rsidRDefault="001422D0" w:rsidP="0056095E">
      <w:pPr>
        <w:pStyle w:val="BodyText"/>
        <w:spacing w:line="240" w:lineRule="auto"/>
        <w:ind w:right="0" w:firstLine="709"/>
      </w:pPr>
      <w:r w:rsidRPr="0056095E">
        <w:t>51.6.28. случаи предоставления трудовых отпусков за первый год работы по желанию работников по истечении шести месяцев работы;</w:t>
      </w:r>
    </w:p>
    <w:p w:rsidR="001422D0" w:rsidRPr="0056095E" w:rsidRDefault="001422D0" w:rsidP="0056095E">
      <w:pPr>
        <w:pStyle w:val="BodyText"/>
        <w:spacing w:line="240" w:lineRule="auto"/>
        <w:ind w:right="0" w:firstLine="709"/>
      </w:pPr>
      <w:r w:rsidRPr="0056095E">
        <w:t>51.6.29. случаи, порядок и сроки предоставления социальных отпусков;</w:t>
      </w:r>
    </w:p>
    <w:p w:rsidR="001422D0" w:rsidRPr="0056095E" w:rsidRDefault="001422D0" w:rsidP="0056095E">
      <w:pPr>
        <w:pStyle w:val="BodyText"/>
        <w:spacing w:line="240" w:lineRule="auto"/>
        <w:ind w:right="0" w:firstLine="709"/>
      </w:pPr>
      <w:r w:rsidRPr="0056095E">
        <w:t>51.6.30. случаи обязательного перенесения трудового отпуска по просьбе работника;</w:t>
      </w:r>
    </w:p>
    <w:p w:rsidR="001422D0" w:rsidRPr="0056095E" w:rsidRDefault="001422D0" w:rsidP="0056095E">
      <w:pPr>
        <w:pStyle w:val="BodyText"/>
        <w:spacing w:line="240" w:lineRule="auto"/>
        <w:ind w:right="0" w:firstLine="709"/>
      </w:pPr>
      <w:r w:rsidRPr="0056095E">
        <w:t xml:space="preserve">51.6.31. правовые гарантии деятельности отраслевого профсоюза </w:t>
      </w:r>
      <w:r w:rsidRPr="0056095E">
        <w:br/>
        <w:t>и профсоюзного актива;</w:t>
      </w:r>
    </w:p>
    <w:p w:rsidR="001422D0" w:rsidRPr="0056095E" w:rsidRDefault="001422D0" w:rsidP="0056095E">
      <w:pPr>
        <w:pStyle w:val="BodyText"/>
        <w:spacing w:line="240" w:lineRule="auto"/>
        <w:ind w:right="0" w:firstLine="709"/>
      </w:pPr>
      <w:r w:rsidRPr="0056095E">
        <w:t>51.6.32. материальные условия для деятельности комитетов отраслевого профсоюза, которые обеспечивают наниматели (предоставление и</w:t>
      </w:r>
      <w:r>
        <w:t xml:space="preserve"> </w:t>
      </w:r>
      <w:r w:rsidRPr="0056095E">
        <w:t>содержание помещений, оргтехники, канцтоваров, бумаги, средств связи, в необходимых случаях транспортных средств и др.);</w:t>
      </w:r>
    </w:p>
    <w:p w:rsidR="001422D0" w:rsidRPr="0056095E" w:rsidRDefault="001422D0" w:rsidP="0056095E">
      <w:pPr>
        <w:pStyle w:val="BodyText"/>
        <w:spacing w:line="240" w:lineRule="auto"/>
        <w:ind w:right="0" w:firstLine="709"/>
      </w:pPr>
      <w:r w:rsidRPr="0056095E">
        <w:t xml:space="preserve">51.6.33. порядок уплаты профсоюзных членских взносов одновременно с выплатой зарплаты путем безналичных расчетов централизованными бухгалтериями при областных, городских и районных управлениях  местных исполнительных и распорядительных органов, а также бухгалтериями организаций системы </w:t>
      </w:r>
      <w:r>
        <w:t>образования</w:t>
      </w:r>
      <w:r w:rsidRPr="0056095E">
        <w:t xml:space="preserve"> по форме:</w:t>
      </w:r>
    </w:p>
    <w:p w:rsidR="001422D0" w:rsidRPr="0056095E" w:rsidRDefault="001422D0" w:rsidP="0056095E">
      <w:pPr>
        <w:pStyle w:val="BodyText"/>
        <w:spacing w:line="240" w:lineRule="auto"/>
        <w:ind w:right="0" w:firstLine="709"/>
      </w:pPr>
      <w:r w:rsidRPr="0056095E">
        <w:t xml:space="preserve">/________ / % на расчетный счет профкома (райгоркома) </w:t>
      </w:r>
      <w:r w:rsidRPr="0056095E">
        <w:br/>
        <w:t>№ ________ в</w:t>
      </w:r>
      <w:r w:rsidRPr="0056095E">
        <w:rPr>
          <w:lang w:val="be-BY"/>
        </w:rPr>
        <w:t> </w:t>
      </w:r>
      <w:r w:rsidRPr="0056095E">
        <w:t>________ отделении банка; ________% на расчетный счет обкома отраслевого профсоюза № ________ в ________ отделении банка;</w:t>
      </w:r>
    </w:p>
    <w:p w:rsidR="001422D0" w:rsidRPr="0056095E" w:rsidRDefault="001422D0" w:rsidP="0056095E">
      <w:pPr>
        <w:pStyle w:val="BodyText"/>
        <w:spacing w:line="240" w:lineRule="auto"/>
        <w:ind w:right="0" w:firstLine="709"/>
      </w:pPr>
      <w:r w:rsidRPr="0056095E">
        <w:t>51.6.34. персональный состав примирительных комиссий на случай возникновения коллективных трудовых споров;</w:t>
      </w:r>
    </w:p>
    <w:p w:rsidR="001422D0" w:rsidRPr="0056095E" w:rsidRDefault="001422D0" w:rsidP="0056095E">
      <w:pPr>
        <w:widowControl w:val="0"/>
        <w:ind w:firstLine="709"/>
        <w:jc w:val="both"/>
        <w:rPr>
          <w:sz w:val="30"/>
          <w:szCs w:val="30"/>
        </w:rPr>
      </w:pPr>
      <w:r w:rsidRPr="0056095E">
        <w:rPr>
          <w:sz w:val="30"/>
          <w:szCs w:val="30"/>
        </w:rPr>
        <w:t>51.6.35. порядок, условия предоставления всем работникам, отдельным их категориям (по специальностям, видам производств, структурных подразделений) поощрительных отпусков;</w:t>
      </w:r>
    </w:p>
    <w:p w:rsidR="001422D0" w:rsidRPr="0056095E" w:rsidRDefault="001422D0" w:rsidP="0056095E">
      <w:pPr>
        <w:widowControl w:val="0"/>
        <w:ind w:firstLine="709"/>
        <w:jc w:val="both"/>
        <w:rPr>
          <w:sz w:val="30"/>
          <w:szCs w:val="30"/>
        </w:rPr>
      </w:pPr>
      <w:r w:rsidRPr="0056095E">
        <w:rPr>
          <w:sz w:val="30"/>
          <w:szCs w:val="30"/>
        </w:rPr>
        <w:t>51.6.36. случаи переноса, продления трудового отпуска работников;</w:t>
      </w:r>
    </w:p>
    <w:p w:rsidR="001422D0" w:rsidRPr="0056095E" w:rsidRDefault="001422D0" w:rsidP="0056095E">
      <w:pPr>
        <w:widowControl w:val="0"/>
        <w:ind w:firstLine="709"/>
        <w:jc w:val="both"/>
        <w:rPr>
          <w:sz w:val="30"/>
          <w:szCs w:val="30"/>
        </w:rPr>
      </w:pPr>
      <w:r w:rsidRPr="0056095E">
        <w:rPr>
          <w:sz w:val="30"/>
          <w:szCs w:val="30"/>
        </w:rPr>
        <w:t>51.6.37. условия разделения отпуска более чем на две части, обстоятельства отзыва работника из отпуска;</w:t>
      </w:r>
    </w:p>
    <w:p w:rsidR="001422D0" w:rsidRPr="0056095E" w:rsidRDefault="001422D0" w:rsidP="0056095E">
      <w:pPr>
        <w:pStyle w:val="BodyText"/>
        <w:spacing w:line="240" w:lineRule="auto"/>
        <w:ind w:right="0" w:firstLine="709"/>
      </w:pPr>
      <w:r w:rsidRPr="0056095E">
        <w:t>51.6.38. условия, порядок предоставления работникам социальных отпусков без сохранения заработной платы продолжительностью более тридцати календарных дней;</w:t>
      </w:r>
    </w:p>
    <w:p w:rsidR="001422D0" w:rsidRPr="0056095E" w:rsidRDefault="001422D0" w:rsidP="0056095E">
      <w:pPr>
        <w:pStyle w:val="BodyText"/>
        <w:spacing w:line="240" w:lineRule="auto"/>
        <w:ind w:right="0" w:firstLine="709"/>
      </w:pPr>
      <w:r w:rsidRPr="0056095E">
        <w:t>51.6.39. условия, порядок предоставления дополнительных гарантий отдельным категориям работников, в том числе молодежи, имеющим детей, инвалидам и т. д., а также ветеранам труда отрасли и отраслевого профсоюза;</w:t>
      </w:r>
    </w:p>
    <w:p w:rsidR="001422D0" w:rsidRPr="0056095E" w:rsidRDefault="001422D0" w:rsidP="0056095E">
      <w:pPr>
        <w:pStyle w:val="BodyText"/>
        <w:spacing w:line="240" w:lineRule="auto"/>
        <w:ind w:right="0" w:firstLine="709"/>
      </w:pPr>
      <w:r w:rsidRPr="0056095E">
        <w:t xml:space="preserve">51.6.40. согласование с профсоюзным комитетом локальных нормативных правовых актов по вопросам оплаты, нормирования </w:t>
      </w:r>
      <w:r w:rsidRPr="0056095E">
        <w:br/>
        <w:t>и охраны труда, трудовых правоотношений и другим вопросам, касающимся трудовых, социально-экономических прав работников;</w:t>
      </w:r>
    </w:p>
    <w:p w:rsidR="001422D0" w:rsidRPr="0056095E" w:rsidRDefault="001422D0" w:rsidP="0056095E">
      <w:pPr>
        <w:pStyle w:val="BodyText"/>
        <w:spacing w:line="240" w:lineRule="auto"/>
        <w:ind w:right="0" w:firstLine="709"/>
      </w:pPr>
      <w:r w:rsidRPr="0056095E">
        <w:t>51.6.41. порядок изменения существенных условий труда;</w:t>
      </w:r>
    </w:p>
    <w:p w:rsidR="001422D0" w:rsidRPr="0056095E" w:rsidRDefault="001422D0" w:rsidP="0056095E">
      <w:pPr>
        <w:pStyle w:val="BodyText"/>
        <w:spacing w:line="240" w:lineRule="auto"/>
        <w:ind w:right="0" w:firstLine="709"/>
      </w:pPr>
      <w:r w:rsidRPr="0056095E">
        <w:t>51.6.42. гарантии работникам при получении первого, второго высшего, среднего специального образования;</w:t>
      </w:r>
    </w:p>
    <w:p w:rsidR="001422D0" w:rsidRPr="0056095E" w:rsidRDefault="001422D0" w:rsidP="0056095E">
      <w:pPr>
        <w:pStyle w:val="BodyText"/>
        <w:spacing w:line="240" w:lineRule="auto"/>
        <w:ind w:right="0" w:firstLine="709"/>
      </w:pPr>
      <w:r w:rsidRPr="0056095E">
        <w:t>51.6.43. перечень отдельных категорий работников, которым отдается предпочтение в оставлении на работе при сокращении численности или штата работников;</w:t>
      </w:r>
    </w:p>
    <w:p w:rsidR="001422D0" w:rsidRPr="0056095E" w:rsidRDefault="001422D0" w:rsidP="0056095E">
      <w:pPr>
        <w:pStyle w:val="BodyText"/>
        <w:spacing w:line="240" w:lineRule="auto"/>
        <w:ind w:right="0" w:firstLine="709"/>
      </w:pPr>
      <w:r w:rsidRPr="0056095E">
        <w:t>51.6.44. нормы, определяющие процедуру заключения, продления  контрактов, основания расторжения нанимателем контрактов с работниками;</w:t>
      </w:r>
    </w:p>
    <w:p w:rsidR="001422D0" w:rsidRPr="0056095E" w:rsidRDefault="001422D0" w:rsidP="0056095E">
      <w:pPr>
        <w:pStyle w:val="BodyText"/>
        <w:spacing w:line="240" w:lineRule="auto"/>
        <w:ind w:right="0" w:firstLine="709"/>
      </w:pPr>
      <w:r w:rsidRPr="0056095E">
        <w:t>51.6.45. особенности заключения, продления и расторжения контрактов с отдельными категориями работников;</w:t>
      </w:r>
    </w:p>
    <w:p w:rsidR="001422D0" w:rsidRPr="0056095E" w:rsidRDefault="001422D0" w:rsidP="0056095E">
      <w:pPr>
        <w:pStyle w:val="BodyText"/>
        <w:spacing w:line="240" w:lineRule="auto"/>
        <w:ind w:right="0" w:firstLine="709"/>
      </w:pPr>
      <w:r w:rsidRPr="0056095E">
        <w:t>51.6.46. случаи перевода работников, работающих на контрактной форме найма, на трудовой договор на неопределенный срок;</w:t>
      </w:r>
    </w:p>
    <w:p w:rsidR="001422D0" w:rsidRPr="0056095E" w:rsidRDefault="001422D0" w:rsidP="0056095E">
      <w:pPr>
        <w:pStyle w:val="BodyText"/>
        <w:spacing w:line="240" w:lineRule="auto"/>
        <w:ind w:right="0" w:firstLine="709"/>
      </w:pPr>
      <w:r w:rsidRPr="0056095E">
        <w:t>51.6.4</w:t>
      </w:r>
      <w:r>
        <w:t>7</w:t>
      </w:r>
      <w:r w:rsidRPr="0056095E">
        <w:t>. предупреждение Сторон</w:t>
      </w:r>
      <w:r>
        <w:t>ами</w:t>
      </w:r>
      <w:r w:rsidRPr="0056095E">
        <w:t xml:space="preserve"> друг друга о заключении (продлении) или незаключении (непродлении) контракта;</w:t>
      </w:r>
    </w:p>
    <w:p w:rsidR="001422D0" w:rsidRPr="0056095E" w:rsidRDefault="001422D0" w:rsidP="0056095E">
      <w:pPr>
        <w:pStyle w:val="BodyText"/>
        <w:spacing w:line="240" w:lineRule="auto"/>
        <w:ind w:right="0" w:firstLine="709"/>
      </w:pPr>
      <w:r w:rsidRPr="0056095E">
        <w:t>51.6.4</w:t>
      </w:r>
      <w:r>
        <w:t>8</w:t>
      </w:r>
      <w:r w:rsidRPr="0056095E">
        <w:t>. право работника на получение письменного объяснения причин незаключения, непродления с ним контракта;</w:t>
      </w:r>
    </w:p>
    <w:p w:rsidR="001422D0" w:rsidRPr="0056095E" w:rsidRDefault="001422D0" w:rsidP="0056095E">
      <w:pPr>
        <w:pStyle w:val="BodyText"/>
        <w:spacing w:line="240" w:lineRule="auto"/>
        <w:ind w:right="0" w:firstLine="709"/>
      </w:pPr>
      <w:r w:rsidRPr="0056095E">
        <w:t>51.6.</w:t>
      </w:r>
      <w:r>
        <w:t>49</w:t>
      </w:r>
      <w:r w:rsidRPr="0056095E">
        <w:t>. обязательность включения в контракты материальных мер стимулирования труда работников и незаключение с согласия работника контракта в случае отсутствия денежных средств на это;</w:t>
      </w:r>
    </w:p>
    <w:p w:rsidR="001422D0" w:rsidRPr="0056095E" w:rsidRDefault="001422D0" w:rsidP="0056095E">
      <w:pPr>
        <w:pStyle w:val="BodyText"/>
        <w:spacing w:line="240" w:lineRule="auto"/>
        <w:ind w:right="0" w:firstLine="709"/>
      </w:pPr>
      <w:r w:rsidRPr="0056095E">
        <w:t>51.6.5</w:t>
      </w:r>
      <w:r>
        <w:t>0</w:t>
      </w:r>
      <w:r w:rsidRPr="0056095E">
        <w:t>. условия расторжения трудовых договоров на неопределенный срок по инициативе нанимателя с работниками, избранными в профсоюзные органы, не освобожденными от основной работы;</w:t>
      </w:r>
    </w:p>
    <w:p w:rsidR="001422D0" w:rsidRDefault="001422D0" w:rsidP="0056095E">
      <w:pPr>
        <w:pStyle w:val="BodyText"/>
        <w:spacing w:line="240" w:lineRule="auto"/>
        <w:ind w:right="0" w:firstLine="709"/>
      </w:pPr>
      <w:r w:rsidRPr="0056095E">
        <w:t>51.6.5</w:t>
      </w:r>
      <w:r>
        <w:t>1</w:t>
      </w:r>
      <w:r w:rsidRPr="0056095E">
        <w:t>. условия заключения, продления контрактов с работниками, избранными в профсоюзные органы, не освобожденными от основной работы</w:t>
      </w:r>
      <w:r>
        <w:t>;</w:t>
      </w:r>
    </w:p>
    <w:p w:rsidR="001422D0" w:rsidRPr="007C60F3" w:rsidRDefault="001422D0" w:rsidP="00EC7C58">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51.6.52. оказание финансовой поддержки любительским коллективам художественного творчества, имеющим звание «заслуженный», наименование «народный» и «образцовый»;</w:t>
      </w:r>
    </w:p>
    <w:p w:rsidR="001422D0" w:rsidRPr="007C60F3" w:rsidRDefault="001422D0" w:rsidP="00EC7C58">
      <w:pPr>
        <w:pStyle w:val="ConsPlusNormal"/>
        <w:tabs>
          <w:tab w:val="left" w:pos="1560"/>
        </w:tabs>
        <w:spacing w:line="340" w:lineRule="exact"/>
        <w:ind w:right="-142" w:firstLine="709"/>
        <w:jc w:val="both"/>
        <w:rPr>
          <w:rFonts w:ascii="Times New Roman" w:hAnsi="Times New Roman" w:cs="Times New Roman"/>
          <w:sz w:val="30"/>
          <w:szCs w:val="30"/>
        </w:rPr>
      </w:pPr>
      <w:r w:rsidRPr="007C60F3">
        <w:rPr>
          <w:rFonts w:ascii="Times New Roman" w:hAnsi="Times New Roman" w:cs="Times New Roman"/>
          <w:sz w:val="30"/>
          <w:szCs w:val="30"/>
        </w:rPr>
        <w:t>51.6.53. развитие в организациях института наставничества;</w:t>
      </w:r>
    </w:p>
    <w:p w:rsidR="001422D0" w:rsidRPr="007C60F3" w:rsidRDefault="001422D0" w:rsidP="00EC7C58">
      <w:pPr>
        <w:pStyle w:val="ConsPlusNormal"/>
        <w:tabs>
          <w:tab w:val="left" w:pos="1560"/>
        </w:tabs>
        <w:spacing w:line="340" w:lineRule="exact"/>
        <w:ind w:right="-142" w:firstLine="709"/>
        <w:jc w:val="both"/>
        <w:rPr>
          <w:rFonts w:ascii="Times New Roman" w:hAnsi="Times New Roman" w:cs="Times New Roman"/>
          <w:sz w:val="30"/>
          <w:szCs w:val="30"/>
        </w:rPr>
      </w:pPr>
      <w:r w:rsidRPr="007C60F3">
        <w:rPr>
          <w:rFonts w:ascii="Times New Roman" w:hAnsi="Times New Roman" w:cs="Times New Roman"/>
          <w:sz w:val="30"/>
          <w:szCs w:val="30"/>
        </w:rPr>
        <w:t>51.6.54. установление случаев ограниченной материальной ответственности работников за ущерб, причиненный нанимателю;</w:t>
      </w:r>
    </w:p>
    <w:p w:rsidR="001422D0" w:rsidRPr="007C60F3" w:rsidRDefault="001422D0" w:rsidP="00EC7C58">
      <w:pPr>
        <w:pStyle w:val="ConsPlusNormal"/>
        <w:tabs>
          <w:tab w:val="left" w:pos="1276"/>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51.6.55. перечень должностей и работ, замещаемых или выполняемых работниками, с которыми могут заключаться письменные договоры о полной материальной ответственности;</w:t>
      </w:r>
    </w:p>
    <w:p w:rsidR="001422D0" w:rsidRPr="007C60F3" w:rsidRDefault="001422D0" w:rsidP="00EC7C58">
      <w:pPr>
        <w:pStyle w:val="ConsPlusNormal"/>
        <w:tabs>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51.6.56. заключение (продление) контрактов с работниками, не допускающими нарушений трудовой и исполнительской дисциплины, которым осталось пять (и менее) года до достижения общеустановленного пенсионного возраста, на срок не менее чем до достижения ими пенсионного возраста;</w:t>
      </w:r>
    </w:p>
    <w:p w:rsidR="001422D0" w:rsidRPr="007C60F3" w:rsidRDefault="001422D0" w:rsidP="00EC7C58">
      <w:pPr>
        <w:pStyle w:val="ConsPlusNormal"/>
        <w:tabs>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51.6.57. одновременное с уведомлением о намерении нанимателя перевести работника на контракт или заключить с ним новый контракт вручение работнику проекта контракта;</w:t>
      </w:r>
    </w:p>
    <w:p w:rsidR="001422D0" w:rsidRPr="007C60F3" w:rsidRDefault="001422D0" w:rsidP="00EC7C58">
      <w:pPr>
        <w:pStyle w:val="ConsPlusNormal"/>
        <w:tabs>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51.6.58. с работниками, не допускающими нарушений трудовой и исполнительской дисциплины, продление контрактов с их согласия – до истечения максимального срока действия контракта, заключение нового контракта с их согласия – на срок не менее трех лет, а с имеющими, кроме того, высокий профессиональный уровень и квалификацию – на максимальный срок;</w:t>
      </w:r>
    </w:p>
    <w:p w:rsidR="001422D0" w:rsidRPr="007C60F3" w:rsidRDefault="001422D0" w:rsidP="00EC7C58">
      <w:pPr>
        <w:pStyle w:val="ConsPlusNormal"/>
        <w:tabs>
          <w:tab w:val="left" w:pos="1560"/>
        </w:tabs>
        <w:ind w:left="142" w:right="-143" w:firstLine="567"/>
        <w:jc w:val="both"/>
        <w:rPr>
          <w:rFonts w:ascii="Times New Roman" w:hAnsi="Times New Roman" w:cs="Times New Roman"/>
          <w:sz w:val="30"/>
          <w:szCs w:val="30"/>
        </w:rPr>
      </w:pPr>
      <w:r w:rsidRPr="007C60F3">
        <w:rPr>
          <w:rFonts w:ascii="Times New Roman" w:hAnsi="Times New Roman" w:cs="Times New Roman"/>
          <w:sz w:val="30"/>
          <w:szCs w:val="30"/>
        </w:rPr>
        <w:t xml:space="preserve">51.6.59. по окончании срока действия контракта наниматель вправе заключать с письменного согласия работника, не допускающего нарушений трудовой и исполнительской дисциплины, добросовестно проработавшего у данного нанимателя не менее пяти лет, трудовой договор на неопределенный срок, при этом не снижать такому работнику достигнутый размер оплаты труда; </w:t>
      </w:r>
    </w:p>
    <w:p w:rsidR="001422D0" w:rsidRPr="007C60F3" w:rsidRDefault="001422D0" w:rsidP="00EC7C58">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51.6.60. применение гибких форм занятости (установление неполного рабочего времени, режима гибкого рабочего времении др.) в отношении работников, воспитывающих детей в возрасте до 14 лет и других;</w:t>
      </w:r>
    </w:p>
    <w:p w:rsidR="001422D0" w:rsidRPr="007C60F3" w:rsidRDefault="001422D0" w:rsidP="00EC7C58">
      <w:pPr>
        <w:pStyle w:val="ConsPlusNormal"/>
        <w:tabs>
          <w:tab w:val="left" w:pos="1418"/>
          <w:tab w:val="left" w:pos="1560"/>
        </w:tabs>
        <w:ind w:right="-143" w:firstLine="709"/>
        <w:jc w:val="both"/>
        <w:rPr>
          <w:rFonts w:ascii="Times New Roman" w:hAnsi="Times New Roman" w:cs="Times New Roman"/>
          <w:spacing w:val="-14"/>
          <w:sz w:val="30"/>
          <w:szCs w:val="30"/>
        </w:rPr>
      </w:pPr>
      <w:r w:rsidRPr="007C60F3">
        <w:rPr>
          <w:rFonts w:ascii="Times New Roman" w:hAnsi="Times New Roman" w:cs="Times New Roman"/>
          <w:sz w:val="30"/>
          <w:szCs w:val="30"/>
        </w:rPr>
        <w:t xml:space="preserve">51.6.61. предоставление работникам, воспитывающим двоих и более </w:t>
      </w:r>
      <w:r w:rsidRPr="007C60F3">
        <w:rPr>
          <w:rFonts w:ascii="Times New Roman" w:hAnsi="Times New Roman" w:cs="Times New Roman"/>
          <w:spacing w:val="-14"/>
          <w:sz w:val="30"/>
          <w:szCs w:val="30"/>
        </w:rPr>
        <w:t>детей в возрасте до 16 лет, отпуска в летнее или другое удобное для них время;</w:t>
      </w:r>
    </w:p>
    <w:p w:rsidR="001422D0" w:rsidRPr="007C60F3" w:rsidRDefault="001422D0" w:rsidP="00EC7C58">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 xml:space="preserve">51.6.62. </w:t>
      </w:r>
      <w:r w:rsidRPr="00764AAD">
        <w:rPr>
          <w:rFonts w:ascii="Times New Roman" w:hAnsi="Times New Roman" w:cs="Times New Roman"/>
          <w:color w:val="000000"/>
          <w:sz w:val="30"/>
          <w:szCs w:val="30"/>
        </w:rPr>
        <w:t>установление и изменение норм</w:t>
      </w:r>
      <w:r w:rsidRPr="007C60F3">
        <w:rPr>
          <w:rFonts w:ascii="Times New Roman" w:hAnsi="Times New Roman" w:cs="Times New Roman"/>
          <w:sz w:val="30"/>
          <w:szCs w:val="30"/>
        </w:rPr>
        <w:t xml:space="preserve"> труда производить с участием профсоюзного комитета;</w:t>
      </w:r>
    </w:p>
    <w:p w:rsidR="001422D0" w:rsidRPr="007C60F3" w:rsidRDefault="001422D0" w:rsidP="00EC7C58">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51.6.63. выплату выходного пособия при прекращении трудовых отношений в связи с истечением срока контракта, в случае если такое решение принято нанимателем с согласия работника, работнику, не имеющему дисциплинарных взысканий, в размере не менее двухнедельного среднего заработка;</w:t>
      </w:r>
    </w:p>
    <w:p w:rsidR="001422D0" w:rsidRPr="007C60F3" w:rsidRDefault="001422D0" w:rsidP="0064719C">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51.6.64. сохранение гарантий, предусмотренных для работников организации коллективными договорами, освобожденным от основной работы профсоюзным работникам, избранным на выборные должности профсоюзного органа в организации.</w:t>
      </w:r>
    </w:p>
    <w:p w:rsidR="001422D0" w:rsidRDefault="001422D0" w:rsidP="0056095E">
      <w:pPr>
        <w:pStyle w:val="BodyText"/>
        <w:spacing w:line="240" w:lineRule="auto"/>
        <w:ind w:right="0" w:firstLine="709"/>
      </w:pPr>
      <w:r w:rsidRPr="007C60F3">
        <w:t>51.7. Проводить разъяснительную работу в ор</w:t>
      </w:r>
      <w:r>
        <w:t>ганизациях системы образования о перспективах развития образования, экономических, правовых проблемах и путях их решения, об основных направлениях кадровой политики с целью предупреждения социальной напряженности, укрепления дисциплины и порядка в коллективах работников.</w:t>
      </w:r>
    </w:p>
    <w:p w:rsidR="001422D0" w:rsidRDefault="001422D0" w:rsidP="0056095E">
      <w:pPr>
        <w:pStyle w:val="BodyText"/>
        <w:spacing w:line="240" w:lineRule="auto"/>
        <w:ind w:right="0" w:firstLine="709"/>
      </w:pPr>
      <w:r>
        <w:t>51¹ Действие коллективных договоров распространяется на работников, от имени которых они не заключались (вновь принятых, не членов профсоюза и др.), если они выразят согласие на это в письменной форме.</w:t>
      </w:r>
    </w:p>
    <w:p w:rsidR="001422D0" w:rsidRPr="0056095E" w:rsidRDefault="001422D0" w:rsidP="0056095E">
      <w:pPr>
        <w:pStyle w:val="BodyText"/>
        <w:spacing w:line="240" w:lineRule="auto"/>
        <w:ind w:right="0" w:firstLine="709"/>
      </w:pPr>
      <w:r w:rsidRPr="0056095E">
        <w:t>52. Предусматривать в коллективных договорах, соглашениях конкретные меры ответственности за невыполнение или ненадлежащее выполнение обязательств, принятых в коллективных договорах, соглашениях.</w:t>
      </w:r>
    </w:p>
    <w:p w:rsidR="001422D0" w:rsidRPr="0056095E" w:rsidRDefault="001422D0" w:rsidP="0056095E">
      <w:pPr>
        <w:pStyle w:val="BodyText"/>
        <w:spacing w:line="240" w:lineRule="auto"/>
        <w:ind w:right="0" w:firstLine="709"/>
      </w:pPr>
      <w:r w:rsidRPr="0056095E">
        <w:t xml:space="preserve">53. Выполнение коллективного договора контролируется его </w:t>
      </w:r>
      <w:r w:rsidRPr="0056095E">
        <w:rPr>
          <w:caps/>
        </w:rPr>
        <w:t>с</w:t>
      </w:r>
      <w:r w:rsidRPr="0056095E">
        <w:t>торонами. Проверки проводятся не менее двух раз в год с составлением акта.</w:t>
      </w:r>
    </w:p>
    <w:p w:rsidR="001422D0" w:rsidRPr="0056095E" w:rsidRDefault="001422D0" w:rsidP="0056095E">
      <w:pPr>
        <w:pStyle w:val="BodyText"/>
        <w:spacing w:line="240" w:lineRule="auto"/>
        <w:ind w:right="0" w:firstLine="709"/>
      </w:pPr>
      <w:r w:rsidRPr="0056095E">
        <w:t xml:space="preserve">Руководитель и председатель комитета отраслевого профсоюза организации системы </w:t>
      </w:r>
      <w:r>
        <w:t>образования</w:t>
      </w:r>
      <w:r w:rsidRPr="0056095E">
        <w:t xml:space="preserve"> отчитываются о выполнении коллективного договора на собрании (конференции) коллектива работников не реже двух раз в год.</w:t>
      </w:r>
    </w:p>
    <w:p w:rsidR="001422D0" w:rsidRPr="0056095E" w:rsidRDefault="001422D0" w:rsidP="0056095E">
      <w:pPr>
        <w:pStyle w:val="BodyText"/>
        <w:spacing w:line="240" w:lineRule="auto"/>
        <w:ind w:right="0" w:firstLine="709"/>
      </w:pPr>
      <w:r w:rsidRPr="0056095E">
        <w:t>54. Лица, виновные в невыполнении (нарушении) условий коллективного договора, могут быть полностью или частично лишены премии, привлечены к дисциплинарной ответственности.</w:t>
      </w:r>
    </w:p>
    <w:p w:rsidR="001422D0" w:rsidRPr="0056095E" w:rsidRDefault="001422D0" w:rsidP="0056095E">
      <w:pPr>
        <w:pStyle w:val="BodyText"/>
        <w:spacing w:line="240" w:lineRule="auto"/>
        <w:ind w:right="0" w:firstLine="709"/>
      </w:pPr>
      <w:r w:rsidRPr="0056095E">
        <w:t>Представления о нарушении условий коллективного договора Сторонами направляются в порядке подчиненности в вышестоящие органы Сторон, которые должны информировать соответствующие Сторону и коллектив работников о принятых мерах в месячный срок.</w:t>
      </w:r>
    </w:p>
    <w:p w:rsidR="001422D0" w:rsidRPr="0056095E" w:rsidRDefault="001422D0" w:rsidP="0056095E">
      <w:pPr>
        <w:pStyle w:val="BodyText"/>
        <w:spacing w:line="240" w:lineRule="auto"/>
        <w:ind w:right="0"/>
      </w:pPr>
    </w:p>
    <w:tbl>
      <w:tblPr>
        <w:tblW w:w="0" w:type="auto"/>
        <w:tblLook w:val="01E0"/>
      </w:tblPr>
      <w:tblGrid>
        <w:gridCol w:w="4764"/>
        <w:gridCol w:w="4806"/>
      </w:tblGrid>
      <w:tr w:rsidR="001422D0" w:rsidRPr="00A008B2" w:rsidTr="00C42A72">
        <w:tc>
          <w:tcPr>
            <w:tcW w:w="4926" w:type="dxa"/>
          </w:tcPr>
          <w:p w:rsidR="001422D0" w:rsidRPr="00A008B2" w:rsidRDefault="001422D0">
            <w:pPr>
              <w:pStyle w:val="BodyText"/>
              <w:ind w:right="0"/>
              <w:jc w:val="left"/>
            </w:pPr>
            <w:r>
              <w:t>Начальник Главного управления по образованию Миноблисполкома</w:t>
            </w:r>
          </w:p>
        </w:tc>
        <w:tc>
          <w:tcPr>
            <w:tcW w:w="4927" w:type="dxa"/>
          </w:tcPr>
          <w:p w:rsidR="001422D0" w:rsidRPr="00A008B2" w:rsidRDefault="001422D0">
            <w:pPr>
              <w:pStyle w:val="BodyText"/>
              <w:ind w:right="457"/>
              <w:jc w:val="left"/>
            </w:pPr>
            <w:r w:rsidRPr="00A008B2">
              <w:t xml:space="preserve">Председатель </w:t>
            </w:r>
            <w:r>
              <w:t xml:space="preserve">Минской областной организации </w:t>
            </w:r>
            <w:r w:rsidRPr="00A008B2">
              <w:t>Белорусского профессионального союза работников образования и науки</w:t>
            </w:r>
          </w:p>
        </w:tc>
      </w:tr>
      <w:tr w:rsidR="001422D0" w:rsidRPr="00A008B2" w:rsidTr="00C42A72">
        <w:tc>
          <w:tcPr>
            <w:tcW w:w="4926" w:type="dxa"/>
          </w:tcPr>
          <w:p w:rsidR="001422D0" w:rsidRPr="00A008B2" w:rsidRDefault="001422D0">
            <w:pPr>
              <w:pStyle w:val="BodyText"/>
              <w:spacing w:before="120"/>
              <w:ind w:right="390"/>
              <w:jc w:val="right"/>
            </w:pPr>
            <w:r>
              <w:t>Т.В.Апранич</w:t>
            </w:r>
          </w:p>
        </w:tc>
        <w:tc>
          <w:tcPr>
            <w:tcW w:w="4927" w:type="dxa"/>
          </w:tcPr>
          <w:p w:rsidR="001422D0" w:rsidRPr="00A008B2" w:rsidRDefault="001422D0">
            <w:pPr>
              <w:pStyle w:val="BodyText"/>
              <w:spacing w:before="120"/>
              <w:ind w:right="457"/>
              <w:jc w:val="right"/>
            </w:pPr>
            <w:r>
              <w:t>Н.Н.Башко</w:t>
            </w:r>
            <w:bookmarkStart w:id="0" w:name="_GoBack"/>
            <w:bookmarkEnd w:id="0"/>
          </w:p>
        </w:tc>
      </w:tr>
    </w:tbl>
    <w:p w:rsidR="001422D0" w:rsidRPr="00A008B2" w:rsidRDefault="001422D0">
      <w:pPr>
        <w:rPr>
          <w:sz w:val="28"/>
          <w:szCs w:val="28"/>
        </w:rPr>
      </w:pPr>
    </w:p>
    <w:sectPr w:rsidR="001422D0" w:rsidRPr="00A008B2" w:rsidSect="00BB2394">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2D0" w:rsidRDefault="001422D0" w:rsidP="00C42A72">
      <w:r>
        <w:separator/>
      </w:r>
    </w:p>
  </w:endnote>
  <w:endnote w:type="continuationSeparator" w:id="1">
    <w:p w:rsidR="001422D0" w:rsidRDefault="001422D0" w:rsidP="00C42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2D0" w:rsidRDefault="001422D0" w:rsidP="00C42A72">
      <w:r>
        <w:separator/>
      </w:r>
    </w:p>
  </w:footnote>
  <w:footnote w:type="continuationSeparator" w:id="1">
    <w:p w:rsidR="001422D0" w:rsidRDefault="001422D0" w:rsidP="00C42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D0" w:rsidRDefault="001422D0">
    <w:pPr>
      <w:pStyle w:val="Header"/>
      <w:jc w:val="center"/>
    </w:pPr>
    <w:fldSimple w:instr=" PAGE   \* MERGEFORMAT ">
      <w:r>
        <w:rPr>
          <w:noProof/>
        </w:rPr>
        <w:t>50</w:t>
      </w:r>
    </w:fldSimple>
  </w:p>
  <w:p w:rsidR="001422D0" w:rsidRDefault="001422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DCA641E"/>
    <w:lvl w:ilvl="0">
      <w:numFmt w:val="bullet"/>
      <w:lvlText w:val="*"/>
      <w:lvlJc w:val="left"/>
    </w:lvl>
  </w:abstractNum>
  <w:abstractNum w:abstractNumId="1">
    <w:nsid w:val="40C4629A"/>
    <w:multiLevelType w:val="multilevel"/>
    <w:tmpl w:val="F7B45F08"/>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0"/>
    <w:lvlOverride w:ilvl="0">
      <w:lvl w:ilvl="0">
        <w:numFmt w:val="bullet"/>
        <w:lvlText w:val="-"/>
        <w:legacy w:legacy="1" w:legacySpace="0" w:legacyIndent="182"/>
        <w:lvlJc w:val="left"/>
        <w:rPr>
          <w:rFonts w:ascii="Times New Roman" w:hAnsi="Times New Roman" w:hint="default"/>
        </w:rPr>
      </w:lvl>
    </w:lvlOverride>
  </w:num>
  <w:num w:numId="3">
    <w:abstractNumId w:val="1"/>
  </w:num>
  <w:num w:numId="4">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A72"/>
    <w:rsid w:val="00000FBB"/>
    <w:rsid w:val="00001CF6"/>
    <w:rsid w:val="00001FE0"/>
    <w:rsid w:val="00002BCF"/>
    <w:rsid w:val="00004350"/>
    <w:rsid w:val="0000491F"/>
    <w:rsid w:val="00004A10"/>
    <w:rsid w:val="00004EBF"/>
    <w:rsid w:val="000067CD"/>
    <w:rsid w:val="00010518"/>
    <w:rsid w:val="00011631"/>
    <w:rsid w:val="00011C7E"/>
    <w:rsid w:val="00011E07"/>
    <w:rsid w:val="0001253D"/>
    <w:rsid w:val="00012658"/>
    <w:rsid w:val="00013ABE"/>
    <w:rsid w:val="00016F6A"/>
    <w:rsid w:val="00016F8D"/>
    <w:rsid w:val="00017D0B"/>
    <w:rsid w:val="000230C7"/>
    <w:rsid w:val="000232C8"/>
    <w:rsid w:val="000234DE"/>
    <w:rsid w:val="00026D00"/>
    <w:rsid w:val="00027261"/>
    <w:rsid w:val="000276A3"/>
    <w:rsid w:val="000310C2"/>
    <w:rsid w:val="0003115D"/>
    <w:rsid w:val="00031167"/>
    <w:rsid w:val="00032024"/>
    <w:rsid w:val="0003214D"/>
    <w:rsid w:val="000347CF"/>
    <w:rsid w:val="00034CF3"/>
    <w:rsid w:val="00034EC4"/>
    <w:rsid w:val="00034FE5"/>
    <w:rsid w:val="000362E0"/>
    <w:rsid w:val="00037098"/>
    <w:rsid w:val="000370BB"/>
    <w:rsid w:val="0003739F"/>
    <w:rsid w:val="0004039A"/>
    <w:rsid w:val="000403C8"/>
    <w:rsid w:val="00041A4B"/>
    <w:rsid w:val="00041E92"/>
    <w:rsid w:val="000428DD"/>
    <w:rsid w:val="00042FAF"/>
    <w:rsid w:val="00044DC8"/>
    <w:rsid w:val="0004544D"/>
    <w:rsid w:val="00046B6D"/>
    <w:rsid w:val="00047CAC"/>
    <w:rsid w:val="000518DD"/>
    <w:rsid w:val="00051D95"/>
    <w:rsid w:val="00051ECB"/>
    <w:rsid w:val="00052A68"/>
    <w:rsid w:val="000546AB"/>
    <w:rsid w:val="0005519D"/>
    <w:rsid w:val="000562B3"/>
    <w:rsid w:val="00056837"/>
    <w:rsid w:val="00057597"/>
    <w:rsid w:val="00060427"/>
    <w:rsid w:val="00061063"/>
    <w:rsid w:val="00062526"/>
    <w:rsid w:val="0006308B"/>
    <w:rsid w:val="00063D25"/>
    <w:rsid w:val="00065196"/>
    <w:rsid w:val="00066319"/>
    <w:rsid w:val="00067995"/>
    <w:rsid w:val="00070002"/>
    <w:rsid w:val="000703CA"/>
    <w:rsid w:val="00070651"/>
    <w:rsid w:val="00070D1D"/>
    <w:rsid w:val="00071020"/>
    <w:rsid w:val="000723DE"/>
    <w:rsid w:val="00073D6C"/>
    <w:rsid w:val="000741D2"/>
    <w:rsid w:val="00074C39"/>
    <w:rsid w:val="00074F85"/>
    <w:rsid w:val="0007518F"/>
    <w:rsid w:val="000754E0"/>
    <w:rsid w:val="00076C39"/>
    <w:rsid w:val="00077711"/>
    <w:rsid w:val="00080C2B"/>
    <w:rsid w:val="00080EA7"/>
    <w:rsid w:val="000810BD"/>
    <w:rsid w:val="00081CC3"/>
    <w:rsid w:val="00084416"/>
    <w:rsid w:val="0008461C"/>
    <w:rsid w:val="000859F2"/>
    <w:rsid w:val="000865EF"/>
    <w:rsid w:val="00086AA0"/>
    <w:rsid w:val="00087328"/>
    <w:rsid w:val="00087968"/>
    <w:rsid w:val="00090341"/>
    <w:rsid w:val="00090BB0"/>
    <w:rsid w:val="00091313"/>
    <w:rsid w:val="000913C1"/>
    <w:rsid w:val="00091A3E"/>
    <w:rsid w:val="00091B00"/>
    <w:rsid w:val="0009209A"/>
    <w:rsid w:val="00092188"/>
    <w:rsid w:val="00092392"/>
    <w:rsid w:val="00093F46"/>
    <w:rsid w:val="00095BE7"/>
    <w:rsid w:val="00096021"/>
    <w:rsid w:val="000A26B1"/>
    <w:rsid w:val="000A2917"/>
    <w:rsid w:val="000A412B"/>
    <w:rsid w:val="000A49BD"/>
    <w:rsid w:val="000A4F44"/>
    <w:rsid w:val="000A5371"/>
    <w:rsid w:val="000B03B2"/>
    <w:rsid w:val="000B1752"/>
    <w:rsid w:val="000B1A8F"/>
    <w:rsid w:val="000B1CAD"/>
    <w:rsid w:val="000B2664"/>
    <w:rsid w:val="000B2C0A"/>
    <w:rsid w:val="000B3232"/>
    <w:rsid w:val="000B3842"/>
    <w:rsid w:val="000B405E"/>
    <w:rsid w:val="000B43EC"/>
    <w:rsid w:val="000B46B8"/>
    <w:rsid w:val="000B5A89"/>
    <w:rsid w:val="000B5B19"/>
    <w:rsid w:val="000B5D07"/>
    <w:rsid w:val="000B6282"/>
    <w:rsid w:val="000B664A"/>
    <w:rsid w:val="000C1FAD"/>
    <w:rsid w:val="000C3CB2"/>
    <w:rsid w:val="000C59C8"/>
    <w:rsid w:val="000C59D3"/>
    <w:rsid w:val="000C6473"/>
    <w:rsid w:val="000C6546"/>
    <w:rsid w:val="000C68B4"/>
    <w:rsid w:val="000C6BC6"/>
    <w:rsid w:val="000C7A9C"/>
    <w:rsid w:val="000D042F"/>
    <w:rsid w:val="000D2C67"/>
    <w:rsid w:val="000D3589"/>
    <w:rsid w:val="000D3DDB"/>
    <w:rsid w:val="000D3DF0"/>
    <w:rsid w:val="000D3E30"/>
    <w:rsid w:val="000D5723"/>
    <w:rsid w:val="000D5F70"/>
    <w:rsid w:val="000D6A56"/>
    <w:rsid w:val="000D6B76"/>
    <w:rsid w:val="000D73C6"/>
    <w:rsid w:val="000E0D93"/>
    <w:rsid w:val="000E0E1E"/>
    <w:rsid w:val="000E10C8"/>
    <w:rsid w:val="000E1873"/>
    <w:rsid w:val="000E2178"/>
    <w:rsid w:val="000E2285"/>
    <w:rsid w:val="000E2A01"/>
    <w:rsid w:val="000E30E0"/>
    <w:rsid w:val="000E359F"/>
    <w:rsid w:val="000E3FC5"/>
    <w:rsid w:val="000E522B"/>
    <w:rsid w:val="000E605C"/>
    <w:rsid w:val="000E6585"/>
    <w:rsid w:val="000F0700"/>
    <w:rsid w:val="000F2855"/>
    <w:rsid w:val="000F341B"/>
    <w:rsid w:val="000F4D31"/>
    <w:rsid w:val="000F5AEA"/>
    <w:rsid w:val="000F5E6E"/>
    <w:rsid w:val="000F754E"/>
    <w:rsid w:val="000F75DC"/>
    <w:rsid w:val="000F7928"/>
    <w:rsid w:val="00100BC9"/>
    <w:rsid w:val="00100D0D"/>
    <w:rsid w:val="00100DD7"/>
    <w:rsid w:val="00101628"/>
    <w:rsid w:val="00101D7B"/>
    <w:rsid w:val="00103715"/>
    <w:rsid w:val="00105DA3"/>
    <w:rsid w:val="00106574"/>
    <w:rsid w:val="001066D1"/>
    <w:rsid w:val="001069AE"/>
    <w:rsid w:val="00107331"/>
    <w:rsid w:val="001108C1"/>
    <w:rsid w:val="00110E18"/>
    <w:rsid w:val="0011175F"/>
    <w:rsid w:val="00112096"/>
    <w:rsid w:val="0011347C"/>
    <w:rsid w:val="001137CF"/>
    <w:rsid w:val="00113A22"/>
    <w:rsid w:val="00114575"/>
    <w:rsid w:val="00114A23"/>
    <w:rsid w:val="00114C66"/>
    <w:rsid w:val="001161F8"/>
    <w:rsid w:val="00117530"/>
    <w:rsid w:val="00117730"/>
    <w:rsid w:val="0012038C"/>
    <w:rsid w:val="0012054D"/>
    <w:rsid w:val="00121D64"/>
    <w:rsid w:val="00123423"/>
    <w:rsid w:val="001243ED"/>
    <w:rsid w:val="00124FB8"/>
    <w:rsid w:val="00125AD7"/>
    <w:rsid w:val="00125C85"/>
    <w:rsid w:val="00126150"/>
    <w:rsid w:val="00131B30"/>
    <w:rsid w:val="00132483"/>
    <w:rsid w:val="00132766"/>
    <w:rsid w:val="00133B06"/>
    <w:rsid w:val="0013420D"/>
    <w:rsid w:val="00134421"/>
    <w:rsid w:val="001363D6"/>
    <w:rsid w:val="00137A7E"/>
    <w:rsid w:val="00140CAA"/>
    <w:rsid w:val="00141122"/>
    <w:rsid w:val="00141C0D"/>
    <w:rsid w:val="00141D8F"/>
    <w:rsid w:val="001420A2"/>
    <w:rsid w:val="001420F2"/>
    <w:rsid w:val="001422D0"/>
    <w:rsid w:val="00142486"/>
    <w:rsid w:val="001425E7"/>
    <w:rsid w:val="00142D75"/>
    <w:rsid w:val="001431A0"/>
    <w:rsid w:val="001443F9"/>
    <w:rsid w:val="001455C3"/>
    <w:rsid w:val="00145834"/>
    <w:rsid w:val="00146191"/>
    <w:rsid w:val="00146B13"/>
    <w:rsid w:val="00146E72"/>
    <w:rsid w:val="001471AA"/>
    <w:rsid w:val="00147322"/>
    <w:rsid w:val="00153317"/>
    <w:rsid w:val="00154108"/>
    <w:rsid w:val="00154129"/>
    <w:rsid w:val="001550BA"/>
    <w:rsid w:val="00156843"/>
    <w:rsid w:val="00156CAC"/>
    <w:rsid w:val="00157BD4"/>
    <w:rsid w:val="00160E31"/>
    <w:rsid w:val="0016247D"/>
    <w:rsid w:val="0016291D"/>
    <w:rsid w:val="001643B3"/>
    <w:rsid w:val="001649F9"/>
    <w:rsid w:val="00164D95"/>
    <w:rsid w:val="0016647B"/>
    <w:rsid w:val="00166F4A"/>
    <w:rsid w:val="001672DC"/>
    <w:rsid w:val="001677F9"/>
    <w:rsid w:val="001711AB"/>
    <w:rsid w:val="00171492"/>
    <w:rsid w:val="0017219F"/>
    <w:rsid w:val="0017377D"/>
    <w:rsid w:val="00174931"/>
    <w:rsid w:val="0017688A"/>
    <w:rsid w:val="00181141"/>
    <w:rsid w:val="00181829"/>
    <w:rsid w:val="001818C2"/>
    <w:rsid w:val="00181B42"/>
    <w:rsid w:val="0018346D"/>
    <w:rsid w:val="00183A17"/>
    <w:rsid w:val="00183A59"/>
    <w:rsid w:val="001841EC"/>
    <w:rsid w:val="001842FE"/>
    <w:rsid w:val="0018455B"/>
    <w:rsid w:val="00185E9F"/>
    <w:rsid w:val="00187CAE"/>
    <w:rsid w:val="0019067B"/>
    <w:rsid w:val="001909C3"/>
    <w:rsid w:val="00190A50"/>
    <w:rsid w:val="001915C7"/>
    <w:rsid w:val="00192220"/>
    <w:rsid w:val="00193B06"/>
    <w:rsid w:val="001940B4"/>
    <w:rsid w:val="00194921"/>
    <w:rsid w:val="00194A29"/>
    <w:rsid w:val="0019572C"/>
    <w:rsid w:val="001957FA"/>
    <w:rsid w:val="001958CF"/>
    <w:rsid w:val="00196520"/>
    <w:rsid w:val="0019696D"/>
    <w:rsid w:val="00197149"/>
    <w:rsid w:val="00197D44"/>
    <w:rsid w:val="00197D58"/>
    <w:rsid w:val="001A0397"/>
    <w:rsid w:val="001A0B1A"/>
    <w:rsid w:val="001A23CB"/>
    <w:rsid w:val="001A5467"/>
    <w:rsid w:val="001A6673"/>
    <w:rsid w:val="001A7E05"/>
    <w:rsid w:val="001B1AB9"/>
    <w:rsid w:val="001B220B"/>
    <w:rsid w:val="001B2972"/>
    <w:rsid w:val="001B514A"/>
    <w:rsid w:val="001B597A"/>
    <w:rsid w:val="001B59A4"/>
    <w:rsid w:val="001B6805"/>
    <w:rsid w:val="001B6BCC"/>
    <w:rsid w:val="001B7235"/>
    <w:rsid w:val="001B7252"/>
    <w:rsid w:val="001B786E"/>
    <w:rsid w:val="001B7FAD"/>
    <w:rsid w:val="001C01B0"/>
    <w:rsid w:val="001C03AC"/>
    <w:rsid w:val="001C11A5"/>
    <w:rsid w:val="001C1847"/>
    <w:rsid w:val="001C1E2E"/>
    <w:rsid w:val="001C283C"/>
    <w:rsid w:val="001C2957"/>
    <w:rsid w:val="001C3625"/>
    <w:rsid w:val="001C47C3"/>
    <w:rsid w:val="001C484F"/>
    <w:rsid w:val="001C4AD6"/>
    <w:rsid w:val="001C5F0D"/>
    <w:rsid w:val="001C6AFD"/>
    <w:rsid w:val="001C719D"/>
    <w:rsid w:val="001D2BF0"/>
    <w:rsid w:val="001D3DFE"/>
    <w:rsid w:val="001D517B"/>
    <w:rsid w:val="001D7811"/>
    <w:rsid w:val="001D7B55"/>
    <w:rsid w:val="001D7C74"/>
    <w:rsid w:val="001E0A29"/>
    <w:rsid w:val="001E143E"/>
    <w:rsid w:val="001E24AE"/>
    <w:rsid w:val="001E25AE"/>
    <w:rsid w:val="001E4EFF"/>
    <w:rsid w:val="001E4FC0"/>
    <w:rsid w:val="001E6C52"/>
    <w:rsid w:val="001E6EE5"/>
    <w:rsid w:val="001F2204"/>
    <w:rsid w:val="001F3318"/>
    <w:rsid w:val="001F3A4B"/>
    <w:rsid w:val="001F4E8A"/>
    <w:rsid w:val="001F57AA"/>
    <w:rsid w:val="001F5E46"/>
    <w:rsid w:val="001F7A27"/>
    <w:rsid w:val="001F7AD9"/>
    <w:rsid w:val="001F7D81"/>
    <w:rsid w:val="001F7E25"/>
    <w:rsid w:val="00201D1C"/>
    <w:rsid w:val="00201F78"/>
    <w:rsid w:val="00202707"/>
    <w:rsid w:val="00202B23"/>
    <w:rsid w:val="002030C7"/>
    <w:rsid w:val="00203CC4"/>
    <w:rsid w:val="00204AB7"/>
    <w:rsid w:val="00204E7F"/>
    <w:rsid w:val="00205171"/>
    <w:rsid w:val="00206FB7"/>
    <w:rsid w:val="00207F81"/>
    <w:rsid w:val="002107DE"/>
    <w:rsid w:val="00211233"/>
    <w:rsid w:val="002113ED"/>
    <w:rsid w:val="0021163B"/>
    <w:rsid w:val="00211F5B"/>
    <w:rsid w:val="00212549"/>
    <w:rsid w:val="00212A11"/>
    <w:rsid w:val="00213B46"/>
    <w:rsid w:val="00216E9C"/>
    <w:rsid w:val="00217A4E"/>
    <w:rsid w:val="0022005E"/>
    <w:rsid w:val="00220464"/>
    <w:rsid w:val="0022125B"/>
    <w:rsid w:val="00221B12"/>
    <w:rsid w:val="00222B32"/>
    <w:rsid w:val="00224CC7"/>
    <w:rsid w:val="0022589A"/>
    <w:rsid w:val="0022599D"/>
    <w:rsid w:val="00225B3B"/>
    <w:rsid w:val="00227398"/>
    <w:rsid w:val="002308E1"/>
    <w:rsid w:val="00230A3F"/>
    <w:rsid w:val="00230CB7"/>
    <w:rsid w:val="00230E39"/>
    <w:rsid w:val="002310ED"/>
    <w:rsid w:val="002323D5"/>
    <w:rsid w:val="00232475"/>
    <w:rsid w:val="0023273F"/>
    <w:rsid w:val="0023345C"/>
    <w:rsid w:val="002337D9"/>
    <w:rsid w:val="00234C43"/>
    <w:rsid w:val="00235543"/>
    <w:rsid w:val="0023567A"/>
    <w:rsid w:val="00236329"/>
    <w:rsid w:val="00236469"/>
    <w:rsid w:val="00236C50"/>
    <w:rsid w:val="002373F9"/>
    <w:rsid w:val="00237445"/>
    <w:rsid w:val="00237619"/>
    <w:rsid w:val="002404BC"/>
    <w:rsid w:val="002437A1"/>
    <w:rsid w:val="00244E25"/>
    <w:rsid w:val="00245644"/>
    <w:rsid w:val="0024580C"/>
    <w:rsid w:val="00246F4F"/>
    <w:rsid w:val="00246FA6"/>
    <w:rsid w:val="00247443"/>
    <w:rsid w:val="00247469"/>
    <w:rsid w:val="00247C18"/>
    <w:rsid w:val="00247CE9"/>
    <w:rsid w:val="00247D49"/>
    <w:rsid w:val="00250A30"/>
    <w:rsid w:val="00250BF5"/>
    <w:rsid w:val="00250E17"/>
    <w:rsid w:val="00250F20"/>
    <w:rsid w:val="00252B21"/>
    <w:rsid w:val="00252EE5"/>
    <w:rsid w:val="002542F8"/>
    <w:rsid w:val="00254AA7"/>
    <w:rsid w:val="00255119"/>
    <w:rsid w:val="0025523A"/>
    <w:rsid w:val="00256390"/>
    <w:rsid w:val="00256647"/>
    <w:rsid w:val="00260141"/>
    <w:rsid w:val="00260E1F"/>
    <w:rsid w:val="0026373F"/>
    <w:rsid w:val="00264899"/>
    <w:rsid w:val="00264B8F"/>
    <w:rsid w:val="0026585D"/>
    <w:rsid w:val="002663D0"/>
    <w:rsid w:val="002671AD"/>
    <w:rsid w:val="00267C05"/>
    <w:rsid w:val="00267C3E"/>
    <w:rsid w:val="00270901"/>
    <w:rsid w:val="00272B34"/>
    <w:rsid w:val="0027309F"/>
    <w:rsid w:val="002739E2"/>
    <w:rsid w:val="00273BD2"/>
    <w:rsid w:val="00274042"/>
    <w:rsid w:val="002740D1"/>
    <w:rsid w:val="00274460"/>
    <w:rsid w:val="00274795"/>
    <w:rsid w:val="00274E36"/>
    <w:rsid w:val="00275052"/>
    <w:rsid w:val="00275455"/>
    <w:rsid w:val="002767BF"/>
    <w:rsid w:val="00276D6E"/>
    <w:rsid w:val="002779E7"/>
    <w:rsid w:val="00280512"/>
    <w:rsid w:val="002805EA"/>
    <w:rsid w:val="0028214B"/>
    <w:rsid w:val="0028246D"/>
    <w:rsid w:val="00282C86"/>
    <w:rsid w:val="00283219"/>
    <w:rsid w:val="0028326C"/>
    <w:rsid w:val="002836F9"/>
    <w:rsid w:val="00285340"/>
    <w:rsid w:val="00285AE8"/>
    <w:rsid w:val="002865EB"/>
    <w:rsid w:val="00286A7D"/>
    <w:rsid w:val="00286C3A"/>
    <w:rsid w:val="00287157"/>
    <w:rsid w:val="00287376"/>
    <w:rsid w:val="00293799"/>
    <w:rsid w:val="00293C52"/>
    <w:rsid w:val="00293CE4"/>
    <w:rsid w:val="00294B6C"/>
    <w:rsid w:val="00294D57"/>
    <w:rsid w:val="00295F13"/>
    <w:rsid w:val="0029667F"/>
    <w:rsid w:val="00297948"/>
    <w:rsid w:val="00297BDD"/>
    <w:rsid w:val="00297FE0"/>
    <w:rsid w:val="002A0C04"/>
    <w:rsid w:val="002A1A08"/>
    <w:rsid w:val="002A2CFF"/>
    <w:rsid w:val="002A4A80"/>
    <w:rsid w:val="002A5184"/>
    <w:rsid w:val="002A5979"/>
    <w:rsid w:val="002A5C3F"/>
    <w:rsid w:val="002A5C68"/>
    <w:rsid w:val="002A687E"/>
    <w:rsid w:val="002A68EC"/>
    <w:rsid w:val="002A7473"/>
    <w:rsid w:val="002A75CD"/>
    <w:rsid w:val="002B0234"/>
    <w:rsid w:val="002B0E6F"/>
    <w:rsid w:val="002B288B"/>
    <w:rsid w:val="002B2F7B"/>
    <w:rsid w:val="002B5965"/>
    <w:rsid w:val="002B5D00"/>
    <w:rsid w:val="002B6FE5"/>
    <w:rsid w:val="002B76F3"/>
    <w:rsid w:val="002B77A5"/>
    <w:rsid w:val="002B7830"/>
    <w:rsid w:val="002C0284"/>
    <w:rsid w:val="002C03CB"/>
    <w:rsid w:val="002C0CBE"/>
    <w:rsid w:val="002C1254"/>
    <w:rsid w:val="002C16C6"/>
    <w:rsid w:val="002C17DC"/>
    <w:rsid w:val="002C1FF7"/>
    <w:rsid w:val="002C27FE"/>
    <w:rsid w:val="002C3D64"/>
    <w:rsid w:val="002C4311"/>
    <w:rsid w:val="002C4C06"/>
    <w:rsid w:val="002C5471"/>
    <w:rsid w:val="002C61DF"/>
    <w:rsid w:val="002C6208"/>
    <w:rsid w:val="002D0148"/>
    <w:rsid w:val="002D05DF"/>
    <w:rsid w:val="002D0E81"/>
    <w:rsid w:val="002D1B14"/>
    <w:rsid w:val="002D22C0"/>
    <w:rsid w:val="002D34A6"/>
    <w:rsid w:val="002D37F9"/>
    <w:rsid w:val="002D3F23"/>
    <w:rsid w:val="002D6322"/>
    <w:rsid w:val="002D7152"/>
    <w:rsid w:val="002D7763"/>
    <w:rsid w:val="002E032A"/>
    <w:rsid w:val="002E0579"/>
    <w:rsid w:val="002E05FC"/>
    <w:rsid w:val="002E0CD7"/>
    <w:rsid w:val="002E2483"/>
    <w:rsid w:val="002E3313"/>
    <w:rsid w:val="002E3398"/>
    <w:rsid w:val="002E3B73"/>
    <w:rsid w:val="002E3E32"/>
    <w:rsid w:val="002E45E0"/>
    <w:rsid w:val="002E47D7"/>
    <w:rsid w:val="002E4C23"/>
    <w:rsid w:val="002E518F"/>
    <w:rsid w:val="002E591C"/>
    <w:rsid w:val="002E5AD6"/>
    <w:rsid w:val="002E5BC8"/>
    <w:rsid w:val="002E713D"/>
    <w:rsid w:val="002E761D"/>
    <w:rsid w:val="002E7AC6"/>
    <w:rsid w:val="002F08AD"/>
    <w:rsid w:val="002F0C57"/>
    <w:rsid w:val="002F0EF5"/>
    <w:rsid w:val="002F16F6"/>
    <w:rsid w:val="002F1C26"/>
    <w:rsid w:val="002F1E1E"/>
    <w:rsid w:val="002F2955"/>
    <w:rsid w:val="002F2F6B"/>
    <w:rsid w:val="002F3977"/>
    <w:rsid w:val="002F422F"/>
    <w:rsid w:val="002F43F3"/>
    <w:rsid w:val="002F55AD"/>
    <w:rsid w:val="002F5B98"/>
    <w:rsid w:val="002F7D8B"/>
    <w:rsid w:val="002F7E24"/>
    <w:rsid w:val="003000C6"/>
    <w:rsid w:val="00302F5F"/>
    <w:rsid w:val="0030559C"/>
    <w:rsid w:val="00305783"/>
    <w:rsid w:val="003059FE"/>
    <w:rsid w:val="00305E84"/>
    <w:rsid w:val="00306F9A"/>
    <w:rsid w:val="0030733B"/>
    <w:rsid w:val="00307AB6"/>
    <w:rsid w:val="00307D32"/>
    <w:rsid w:val="00310034"/>
    <w:rsid w:val="003112A1"/>
    <w:rsid w:val="00311471"/>
    <w:rsid w:val="0031154A"/>
    <w:rsid w:val="00312BFC"/>
    <w:rsid w:val="00312FFE"/>
    <w:rsid w:val="0031339F"/>
    <w:rsid w:val="00313AAF"/>
    <w:rsid w:val="0031445A"/>
    <w:rsid w:val="00315DD5"/>
    <w:rsid w:val="003163A9"/>
    <w:rsid w:val="00317155"/>
    <w:rsid w:val="003173A7"/>
    <w:rsid w:val="00320C20"/>
    <w:rsid w:val="00320FCE"/>
    <w:rsid w:val="00323B4E"/>
    <w:rsid w:val="0032432F"/>
    <w:rsid w:val="00324BD9"/>
    <w:rsid w:val="00326159"/>
    <w:rsid w:val="0032622D"/>
    <w:rsid w:val="00326AD7"/>
    <w:rsid w:val="00330F17"/>
    <w:rsid w:val="003327FF"/>
    <w:rsid w:val="00332C95"/>
    <w:rsid w:val="0033310A"/>
    <w:rsid w:val="0033429D"/>
    <w:rsid w:val="00334915"/>
    <w:rsid w:val="00334B55"/>
    <w:rsid w:val="00334FF7"/>
    <w:rsid w:val="0033571B"/>
    <w:rsid w:val="00335E25"/>
    <w:rsid w:val="00336E61"/>
    <w:rsid w:val="00337F48"/>
    <w:rsid w:val="003401A8"/>
    <w:rsid w:val="003433E3"/>
    <w:rsid w:val="00346409"/>
    <w:rsid w:val="00346890"/>
    <w:rsid w:val="003472DB"/>
    <w:rsid w:val="0034736B"/>
    <w:rsid w:val="00347526"/>
    <w:rsid w:val="00347BD8"/>
    <w:rsid w:val="00350F2F"/>
    <w:rsid w:val="003520DB"/>
    <w:rsid w:val="00352988"/>
    <w:rsid w:val="00354407"/>
    <w:rsid w:val="00356F18"/>
    <w:rsid w:val="00360B64"/>
    <w:rsid w:val="003612BB"/>
    <w:rsid w:val="00362553"/>
    <w:rsid w:val="00362BA7"/>
    <w:rsid w:val="00362DAE"/>
    <w:rsid w:val="003643C0"/>
    <w:rsid w:val="00364CD8"/>
    <w:rsid w:val="00365AD2"/>
    <w:rsid w:val="00365CC5"/>
    <w:rsid w:val="00366076"/>
    <w:rsid w:val="00370B74"/>
    <w:rsid w:val="00371841"/>
    <w:rsid w:val="00371A00"/>
    <w:rsid w:val="0037246D"/>
    <w:rsid w:val="003726C7"/>
    <w:rsid w:val="00372D3C"/>
    <w:rsid w:val="00372F56"/>
    <w:rsid w:val="003733A8"/>
    <w:rsid w:val="0037430F"/>
    <w:rsid w:val="00374B5A"/>
    <w:rsid w:val="003755FF"/>
    <w:rsid w:val="00375C87"/>
    <w:rsid w:val="0038074B"/>
    <w:rsid w:val="0038101D"/>
    <w:rsid w:val="00384518"/>
    <w:rsid w:val="003862A6"/>
    <w:rsid w:val="003862C7"/>
    <w:rsid w:val="00386F29"/>
    <w:rsid w:val="00387553"/>
    <w:rsid w:val="00390424"/>
    <w:rsid w:val="00391923"/>
    <w:rsid w:val="00392BBC"/>
    <w:rsid w:val="00392C68"/>
    <w:rsid w:val="00397333"/>
    <w:rsid w:val="003976D6"/>
    <w:rsid w:val="003A0811"/>
    <w:rsid w:val="003A20CC"/>
    <w:rsid w:val="003A2B0A"/>
    <w:rsid w:val="003A2F8F"/>
    <w:rsid w:val="003A3045"/>
    <w:rsid w:val="003A38C4"/>
    <w:rsid w:val="003A4F9B"/>
    <w:rsid w:val="003A594C"/>
    <w:rsid w:val="003A6285"/>
    <w:rsid w:val="003A671A"/>
    <w:rsid w:val="003A6E66"/>
    <w:rsid w:val="003B01E2"/>
    <w:rsid w:val="003B0F4A"/>
    <w:rsid w:val="003B16FB"/>
    <w:rsid w:val="003B1AAF"/>
    <w:rsid w:val="003B1D4F"/>
    <w:rsid w:val="003B1F2B"/>
    <w:rsid w:val="003B36E4"/>
    <w:rsid w:val="003B41E7"/>
    <w:rsid w:val="003B595F"/>
    <w:rsid w:val="003C144D"/>
    <w:rsid w:val="003C1A96"/>
    <w:rsid w:val="003C20AB"/>
    <w:rsid w:val="003C2A98"/>
    <w:rsid w:val="003C341E"/>
    <w:rsid w:val="003C4824"/>
    <w:rsid w:val="003C646E"/>
    <w:rsid w:val="003C6B8F"/>
    <w:rsid w:val="003C7E85"/>
    <w:rsid w:val="003D25EC"/>
    <w:rsid w:val="003D281A"/>
    <w:rsid w:val="003D3E9E"/>
    <w:rsid w:val="003D480D"/>
    <w:rsid w:val="003D4CC3"/>
    <w:rsid w:val="003D5275"/>
    <w:rsid w:val="003D56C0"/>
    <w:rsid w:val="003D77BE"/>
    <w:rsid w:val="003E08D9"/>
    <w:rsid w:val="003E0C81"/>
    <w:rsid w:val="003E18F7"/>
    <w:rsid w:val="003E2621"/>
    <w:rsid w:val="003E2850"/>
    <w:rsid w:val="003E43C3"/>
    <w:rsid w:val="003E496C"/>
    <w:rsid w:val="003E52FD"/>
    <w:rsid w:val="003E6CA0"/>
    <w:rsid w:val="003E75CD"/>
    <w:rsid w:val="003E7686"/>
    <w:rsid w:val="003E7C54"/>
    <w:rsid w:val="003F02E3"/>
    <w:rsid w:val="003F0581"/>
    <w:rsid w:val="003F0E6D"/>
    <w:rsid w:val="003F2FCE"/>
    <w:rsid w:val="003F428C"/>
    <w:rsid w:val="003F4645"/>
    <w:rsid w:val="003F5E37"/>
    <w:rsid w:val="003F615B"/>
    <w:rsid w:val="003F6778"/>
    <w:rsid w:val="003F6DB9"/>
    <w:rsid w:val="00400485"/>
    <w:rsid w:val="004010E0"/>
    <w:rsid w:val="00401E5C"/>
    <w:rsid w:val="0040364E"/>
    <w:rsid w:val="00403A92"/>
    <w:rsid w:val="00403C7A"/>
    <w:rsid w:val="0040402A"/>
    <w:rsid w:val="0040458F"/>
    <w:rsid w:val="00404750"/>
    <w:rsid w:val="004065A2"/>
    <w:rsid w:val="004073D5"/>
    <w:rsid w:val="00407FF9"/>
    <w:rsid w:val="00410D06"/>
    <w:rsid w:val="0041128C"/>
    <w:rsid w:val="00411B5D"/>
    <w:rsid w:val="00412F82"/>
    <w:rsid w:val="00413652"/>
    <w:rsid w:val="00417110"/>
    <w:rsid w:val="00417391"/>
    <w:rsid w:val="00417CC4"/>
    <w:rsid w:val="00420A22"/>
    <w:rsid w:val="00420CA9"/>
    <w:rsid w:val="00421871"/>
    <w:rsid w:val="00422FB8"/>
    <w:rsid w:val="0042354D"/>
    <w:rsid w:val="00424389"/>
    <w:rsid w:val="00424B48"/>
    <w:rsid w:val="00424BA2"/>
    <w:rsid w:val="00425FCC"/>
    <w:rsid w:val="0042669A"/>
    <w:rsid w:val="0042693C"/>
    <w:rsid w:val="004269DA"/>
    <w:rsid w:val="004279E6"/>
    <w:rsid w:val="00430B8F"/>
    <w:rsid w:val="00431242"/>
    <w:rsid w:val="00432D8E"/>
    <w:rsid w:val="00433820"/>
    <w:rsid w:val="00434D47"/>
    <w:rsid w:val="00437899"/>
    <w:rsid w:val="00437F37"/>
    <w:rsid w:val="004407A1"/>
    <w:rsid w:val="00440C92"/>
    <w:rsid w:val="00442565"/>
    <w:rsid w:val="00442857"/>
    <w:rsid w:val="00443497"/>
    <w:rsid w:val="00443651"/>
    <w:rsid w:val="00444737"/>
    <w:rsid w:val="00444922"/>
    <w:rsid w:val="00444D9A"/>
    <w:rsid w:val="004452C7"/>
    <w:rsid w:val="004452DC"/>
    <w:rsid w:val="0044571F"/>
    <w:rsid w:val="00445AF8"/>
    <w:rsid w:val="00446DAC"/>
    <w:rsid w:val="0044717C"/>
    <w:rsid w:val="004512C8"/>
    <w:rsid w:val="00451CC0"/>
    <w:rsid w:val="00452E08"/>
    <w:rsid w:val="004532A9"/>
    <w:rsid w:val="00453429"/>
    <w:rsid w:val="0045399D"/>
    <w:rsid w:val="0045433B"/>
    <w:rsid w:val="00454731"/>
    <w:rsid w:val="00454C0D"/>
    <w:rsid w:val="00457E8B"/>
    <w:rsid w:val="00461785"/>
    <w:rsid w:val="00461864"/>
    <w:rsid w:val="004619BC"/>
    <w:rsid w:val="00465B79"/>
    <w:rsid w:val="00467618"/>
    <w:rsid w:val="00470DAA"/>
    <w:rsid w:val="00471FEF"/>
    <w:rsid w:val="00473123"/>
    <w:rsid w:val="0047341E"/>
    <w:rsid w:val="0047351F"/>
    <w:rsid w:val="00473AB4"/>
    <w:rsid w:val="00476B8F"/>
    <w:rsid w:val="004808FB"/>
    <w:rsid w:val="004816E5"/>
    <w:rsid w:val="00485AC7"/>
    <w:rsid w:val="00485FEB"/>
    <w:rsid w:val="00486808"/>
    <w:rsid w:val="0049097E"/>
    <w:rsid w:val="00491126"/>
    <w:rsid w:val="004914CD"/>
    <w:rsid w:val="00491C4E"/>
    <w:rsid w:val="00492162"/>
    <w:rsid w:val="00492DE1"/>
    <w:rsid w:val="0049628B"/>
    <w:rsid w:val="00496AF5"/>
    <w:rsid w:val="00496B19"/>
    <w:rsid w:val="00497307"/>
    <w:rsid w:val="00497C0C"/>
    <w:rsid w:val="00497DDD"/>
    <w:rsid w:val="004A000A"/>
    <w:rsid w:val="004A049C"/>
    <w:rsid w:val="004A18BB"/>
    <w:rsid w:val="004A1A0B"/>
    <w:rsid w:val="004A1FE9"/>
    <w:rsid w:val="004A4DAD"/>
    <w:rsid w:val="004A5E9B"/>
    <w:rsid w:val="004A7DF3"/>
    <w:rsid w:val="004A7EDD"/>
    <w:rsid w:val="004B07EB"/>
    <w:rsid w:val="004B1103"/>
    <w:rsid w:val="004B17C0"/>
    <w:rsid w:val="004B193C"/>
    <w:rsid w:val="004B23CA"/>
    <w:rsid w:val="004B252C"/>
    <w:rsid w:val="004B2833"/>
    <w:rsid w:val="004B30DD"/>
    <w:rsid w:val="004B3F0B"/>
    <w:rsid w:val="004B45E1"/>
    <w:rsid w:val="004B4C47"/>
    <w:rsid w:val="004B5E25"/>
    <w:rsid w:val="004B6F15"/>
    <w:rsid w:val="004C1C9D"/>
    <w:rsid w:val="004C286D"/>
    <w:rsid w:val="004C3AA4"/>
    <w:rsid w:val="004C62EC"/>
    <w:rsid w:val="004D0E5F"/>
    <w:rsid w:val="004D1BA6"/>
    <w:rsid w:val="004D2E41"/>
    <w:rsid w:val="004D2F1C"/>
    <w:rsid w:val="004D35A2"/>
    <w:rsid w:val="004D36E7"/>
    <w:rsid w:val="004D4DB3"/>
    <w:rsid w:val="004D512C"/>
    <w:rsid w:val="004D5668"/>
    <w:rsid w:val="004E0991"/>
    <w:rsid w:val="004E0B96"/>
    <w:rsid w:val="004E227D"/>
    <w:rsid w:val="004E299F"/>
    <w:rsid w:val="004E3245"/>
    <w:rsid w:val="004E3B4B"/>
    <w:rsid w:val="004E545A"/>
    <w:rsid w:val="004E56D6"/>
    <w:rsid w:val="004E7A20"/>
    <w:rsid w:val="004F1D12"/>
    <w:rsid w:val="004F1F31"/>
    <w:rsid w:val="004F2955"/>
    <w:rsid w:val="004F40CC"/>
    <w:rsid w:val="004F459B"/>
    <w:rsid w:val="004F598D"/>
    <w:rsid w:val="004F5EBB"/>
    <w:rsid w:val="004F602F"/>
    <w:rsid w:val="004F69A9"/>
    <w:rsid w:val="004F77A5"/>
    <w:rsid w:val="004F7DD3"/>
    <w:rsid w:val="00500AD1"/>
    <w:rsid w:val="005013BF"/>
    <w:rsid w:val="0050447F"/>
    <w:rsid w:val="00505BEC"/>
    <w:rsid w:val="00505E10"/>
    <w:rsid w:val="00506924"/>
    <w:rsid w:val="00506C88"/>
    <w:rsid w:val="00507979"/>
    <w:rsid w:val="00507F73"/>
    <w:rsid w:val="00511B30"/>
    <w:rsid w:val="00513A5C"/>
    <w:rsid w:val="00513DC6"/>
    <w:rsid w:val="00514A1C"/>
    <w:rsid w:val="005151DA"/>
    <w:rsid w:val="00516E41"/>
    <w:rsid w:val="00517169"/>
    <w:rsid w:val="005208B2"/>
    <w:rsid w:val="00523747"/>
    <w:rsid w:val="00524547"/>
    <w:rsid w:val="00524593"/>
    <w:rsid w:val="005257E6"/>
    <w:rsid w:val="00525C02"/>
    <w:rsid w:val="00530410"/>
    <w:rsid w:val="00530687"/>
    <w:rsid w:val="00533E4B"/>
    <w:rsid w:val="00533F8F"/>
    <w:rsid w:val="00534C9B"/>
    <w:rsid w:val="00534F9E"/>
    <w:rsid w:val="005357A0"/>
    <w:rsid w:val="00535CCE"/>
    <w:rsid w:val="00536050"/>
    <w:rsid w:val="00537C80"/>
    <w:rsid w:val="00537DDD"/>
    <w:rsid w:val="005400AF"/>
    <w:rsid w:val="005404FA"/>
    <w:rsid w:val="00541315"/>
    <w:rsid w:val="0054289F"/>
    <w:rsid w:val="005430FA"/>
    <w:rsid w:val="00543107"/>
    <w:rsid w:val="0054554B"/>
    <w:rsid w:val="00545802"/>
    <w:rsid w:val="00545C9E"/>
    <w:rsid w:val="0054613E"/>
    <w:rsid w:val="0054653E"/>
    <w:rsid w:val="00547F7A"/>
    <w:rsid w:val="005505AD"/>
    <w:rsid w:val="00551A79"/>
    <w:rsid w:val="00551C0D"/>
    <w:rsid w:val="00555FC0"/>
    <w:rsid w:val="00556098"/>
    <w:rsid w:val="0055664D"/>
    <w:rsid w:val="005574BD"/>
    <w:rsid w:val="005608D2"/>
    <w:rsid w:val="0056095E"/>
    <w:rsid w:val="00561B18"/>
    <w:rsid w:val="005623A6"/>
    <w:rsid w:val="005629CF"/>
    <w:rsid w:val="005637DF"/>
    <w:rsid w:val="00563D7C"/>
    <w:rsid w:val="00563DFE"/>
    <w:rsid w:val="00566805"/>
    <w:rsid w:val="00570585"/>
    <w:rsid w:val="00570790"/>
    <w:rsid w:val="0057208C"/>
    <w:rsid w:val="0057240E"/>
    <w:rsid w:val="005729F2"/>
    <w:rsid w:val="00572CC8"/>
    <w:rsid w:val="0057345B"/>
    <w:rsid w:val="005738AC"/>
    <w:rsid w:val="00573A2B"/>
    <w:rsid w:val="00573AEB"/>
    <w:rsid w:val="00573DFA"/>
    <w:rsid w:val="00575CB8"/>
    <w:rsid w:val="00575FF9"/>
    <w:rsid w:val="005765C9"/>
    <w:rsid w:val="00576D93"/>
    <w:rsid w:val="00580BD0"/>
    <w:rsid w:val="00580E1F"/>
    <w:rsid w:val="0058292F"/>
    <w:rsid w:val="00582ADD"/>
    <w:rsid w:val="005833C3"/>
    <w:rsid w:val="005837A5"/>
    <w:rsid w:val="00583C20"/>
    <w:rsid w:val="00585B0F"/>
    <w:rsid w:val="00586227"/>
    <w:rsid w:val="00587E67"/>
    <w:rsid w:val="00592135"/>
    <w:rsid w:val="00593388"/>
    <w:rsid w:val="0059582D"/>
    <w:rsid w:val="00596E57"/>
    <w:rsid w:val="005A15CD"/>
    <w:rsid w:val="005A2289"/>
    <w:rsid w:val="005A2582"/>
    <w:rsid w:val="005A4A0E"/>
    <w:rsid w:val="005A525E"/>
    <w:rsid w:val="005A65E0"/>
    <w:rsid w:val="005A6938"/>
    <w:rsid w:val="005A71A5"/>
    <w:rsid w:val="005A79F8"/>
    <w:rsid w:val="005B07CF"/>
    <w:rsid w:val="005B0FF7"/>
    <w:rsid w:val="005B1017"/>
    <w:rsid w:val="005B1E4F"/>
    <w:rsid w:val="005B343D"/>
    <w:rsid w:val="005B3899"/>
    <w:rsid w:val="005B5322"/>
    <w:rsid w:val="005B5859"/>
    <w:rsid w:val="005C08DB"/>
    <w:rsid w:val="005C28D3"/>
    <w:rsid w:val="005C30B7"/>
    <w:rsid w:val="005C3235"/>
    <w:rsid w:val="005C3341"/>
    <w:rsid w:val="005C4A34"/>
    <w:rsid w:val="005C5370"/>
    <w:rsid w:val="005C56EF"/>
    <w:rsid w:val="005C58DB"/>
    <w:rsid w:val="005C6632"/>
    <w:rsid w:val="005C67B7"/>
    <w:rsid w:val="005C6F15"/>
    <w:rsid w:val="005C7AA0"/>
    <w:rsid w:val="005D0122"/>
    <w:rsid w:val="005D0980"/>
    <w:rsid w:val="005D1A0C"/>
    <w:rsid w:val="005D316C"/>
    <w:rsid w:val="005D3321"/>
    <w:rsid w:val="005D49A8"/>
    <w:rsid w:val="005D4F72"/>
    <w:rsid w:val="005D55F3"/>
    <w:rsid w:val="005D66F0"/>
    <w:rsid w:val="005D66F7"/>
    <w:rsid w:val="005D67BE"/>
    <w:rsid w:val="005D6CA7"/>
    <w:rsid w:val="005D6E3C"/>
    <w:rsid w:val="005D7182"/>
    <w:rsid w:val="005E0514"/>
    <w:rsid w:val="005E0875"/>
    <w:rsid w:val="005E5D77"/>
    <w:rsid w:val="005E5EC6"/>
    <w:rsid w:val="005E6292"/>
    <w:rsid w:val="005E6FB5"/>
    <w:rsid w:val="005E7E3E"/>
    <w:rsid w:val="005F1BD1"/>
    <w:rsid w:val="005F1D02"/>
    <w:rsid w:val="005F1D78"/>
    <w:rsid w:val="005F24AA"/>
    <w:rsid w:val="005F3B27"/>
    <w:rsid w:val="005F40E2"/>
    <w:rsid w:val="005F41FD"/>
    <w:rsid w:val="005F4364"/>
    <w:rsid w:val="005F4C8A"/>
    <w:rsid w:val="005F4D02"/>
    <w:rsid w:val="005F676F"/>
    <w:rsid w:val="005F6A91"/>
    <w:rsid w:val="005F74F9"/>
    <w:rsid w:val="005F75BC"/>
    <w:rsid w:val="005F7BD8"/>
    <w:rsid w:val="00600AAB"/>
    <w:rsid w:val="006011BE"/>
    <w:rsid w:val="006015F3"/>
    <w:rsid w:val="00601CF3"/>
    <w:rsid w:val="00601DB2"/>
    <w:rsid w:val="00601FFE"/>
    <w:rsid w:val="00602B5A"/>
    <w:rsid w:val="0060454F"/>
    <w:rsid w:val="0060473F"/>
    <w:rsid w:val="006055C0"/>
    <w:rsid w:val="00605A8D"/>
    <w:rsid w:val="00606A38"/>
    <w:rsid w:val="0061095D"/>
    <w:rsid w:val="00612166"/>
    <w:rsid w:val="0061434C"/>
    <w:rsid w:val="006150BE"/>
    <w:rsid w:val="00615EC8"/>
    <w:rsid w:val="006169F2"/>
    <w:rsid w:val="00616CF4"/>
    <w:rsid w:val="0061733B"/>
    <w:rsid w:val="00617A78"/>
    <w:rsid w:val="00620469"/>
    <w:rsid w:val="006218EC"/>
    <w:rsid w:val="00621E78"/>
    <w:rsid w:val="00622BD3"/>
    <w:rsid w:val="00622C13"/>
    <w:rsid w:val="00623067"/>
    <w:rsid w:val="006236D4"/>
    <w:rsid w:val="00623D8E"/>
    <w:rsid w:val="00623DE7"/>
    <w:rsid w:val="00624523"/>
    <w:rsid w:val="0062458C"/>
    <w:rsid w:val="00624E63"/>
    <w:rsid w:val="00625685"/>
    <w:rsid w:val="0062641F"/>
    <w:rsid w:val="006267DA"/>
    <w:rsid w:val="00627218"/>
    <w:rsid w:val="0063063E"/>
    <w:rsid w:val="0063114E"/>
    <w:rsid w:val="0063187F"/>
    <w:rsid w:val="00631CA2"/>
    <w:rsid w:val="00631D5C"/>
    <w:rsid w:val="00631F6F"/>
    <w:rsid w:val="0063224A"/>
    <w:rsid w:val="00632481"/>
    <w:rsid w:val="00634132"/>
    <w:rsid w:val="00634807"/>
    <w:rsid w:val="006351B3"/>
    <w:rsid w:val="00636C9A"/>
    <w:rsid w:val="00636FEF"/>
    <w:rsid w:val="006405C4"/>
    <w:rsid w:val="00641610"/>
    <w:rsid w:val="006416A5"/>
    <w:rsid w:val="00642148"/>
    <w:rsid w:val="006422AB"/>
    <w:rsid w:val="00644FBA"/>
    <w:rsid w:val="00645043"/>
    <w:rsid w:val="00645105"/>
    <w:rsid w:val="00647068"/>
    <w:rsid w:val="0064716C"/>
    <w:rsid w:val="0064719C"/>
    <w:rsid w:val="00647BFF"/>
    <w:rsid w:val="00650EF2"/>
    <w:rsid w:val="00651979"/>
    <w:rsid w:val="00651BA9"/>
    <w:rsid w:val="0065402E"/>
    <w:rsid w:val="006540C4"/>
    <w:rsid w:val="00655999"/>
    <w:rsid w:val="00656A09"/>
    <w:rsid w:val="00656A70"/>
    <w:rsid w:val="00661AD3"/>
    <w:rsid w:val="00662AEF"/>
    <w:rsid w:val="00662F4D"/>
    <w:rsid w:val="00663582"/>
    <w:rsid w:val="00664A9C"/>
    <w:rsid w:val="00665517"/>
    <w:rsid w:val="00665740"/>
    <w:rsid w:val="00667528"/>
    <w:rsid w:val="00667CE9"/>
    <w:rsid w:val="006705F2"/>
    <w:rsid w:val="00670E1E"/>
    <w:rsid w:val="00672B8D"/>
    <w:rsid w:val="00672B99"/>
    <w:rsid w:val="0067371D"/>
    <w:rsid w:val="00673C23"/>
    <w:rsid w:val="00674F5A"/>
    <w:rsid w:val="006764D0"/>
    <w:rsid w:val="00676690"/>
    <w:rsid w:val="006769EA"/>
    <w:rsid w:val="00676BAB"/>
    <w:rsid w:val="00676BE4"/>
    <w:rsid w:val="00680606"/>
    <w:rsid w:val="006822ED"/>
    <w:rsid w:val="00683CA2"/>
    <w:rsid w:val="006845A0"/>
    <w:rsid w:val="00684C85"/>
    <w:rsid w:val="0068527A"/>
    <w:rsid w:val="00685398"/>
    <w:rsid w:val="00686973"/>
    <w:rsid w:val="0068748B"/>
    <w:rsid w:val="00687CDC"/>
    <w:rsid w:val="00690C7D"/>
    <w:rsid w:val="006911ED"/>
    <w:rsid w:val="00693C7D"/>
    <w:rsid w:val="006944C8"/>
    <w:rsid w:val="006953C1"/>
    <w:rsid w:val="0069751F"/>
    <w:rsid w:val="006A04A3"/>
    <w:rsid w:val="006A0E22"/>
    <w:rsid w:val="006A1F99"/>
    <w:rsid w:val="006A2C39"/>
    <w:rsid w:val="006A416E"/>
    <w:rsid w:val="006A5C28"/>
    <w:rsid w:val="006A6BA2"/>
    <w:rsid w:val="006A6F9F"/>
    <w:rsid w:val="006A7542"/>
    <w:rsid w:val="006A7BBE"/>
    <w:rsid w:val="006B01C7"/>
    <w:rsid w:val="006B1DD8"/>
    <w:rsid w:val="006B24A8"/>
    <w:rsid w:val="006B2741"/>
    <w:rsid w:val="006B302E"/>
    <w:rsid w:val="006B30C5"/>
    <w:rsid w:val="006B3ACB"/>
    <w:rsid w:val="006B3D6A"/>
    <w:rsid w:val="006B47B9"/>
    <w:rsid w:val="006B47EF"/>
    <w:rsid w:val="006B4A53"/>
    <w:rsid w:val="006B4D27"/>
    <w:rsid w:val="006B5221"/>
    <w:rsid w:val="006B534C"/>
    <w:rsid w:val="006B60F8"/>
    <w:rsid w:val="006B61A1"/>
    <w:rsid w:val="006B67FA"/>
    <w:rsid w:val="006B7C06"/>
    <w:rsid w:val="006C090D"/>
    <w:rsid w:val="006C1312"/>
    <w:rsid w:val="006C185B"/>
    <w:rsid w:val="006C3DD6"/>
    <w:rsid w:val="006C4681"/>
    <w:rsid w:val="006C478B"/>
    <w:rsid w:val="006C4A6F"/>
    <w:rsid w:val="006C4AEA"/>
    <w:rsid w:val="006C5DDE"/>
    <w:rsid w:val="006C5E5B"/>
    <w:rsid w:val="006C6208"/>
    <w:rsid w:val="006C66AB"/>
    <w:rsid w:val="006C7251"/>
    <w:rsid w:val="006D1F1D"/>
    <w:rsid w:val="006D2083"/>
    <w:rsid w:val="006D372C"/>
    <w:rsid w:val="006D3803"/>
    <w:rsid w:val="006D6548"/>
    <w:rsid w:val="006D6FC5"/>
    <w:rsid w:val="006E0949"/>
    <w:rsid w:val="006E1F4E"/>
    <w:rsid w:val="006E279A"/>
    <w:rsid w:val="006E405C"/>
    <w:rsid w:val="006E4AFB"/>
    <w:rsid w:val="006E7170"/>
    <w:rsid w:val="006E7433"/>
    <w:rsid w:val="006F0523"/>
    <w:rsid w:val="006F1261"/>
    <w:rsid w:val="006F1960"/>
    <w:rsid w:val="006F27F3"/>
    <w:rsid w:val="006F42D1"/>
    <w:rsid w:val="006F4D43"/>
    <w:rsid w:val="006F7A7E"/>
    <w:rsid w:val="00701FF0"/>
    <w:rsid w:val="00703499"/>
    <w:rsid w:val="00705C28"/>
    <w:rsid w:val="0070602D"/>
    <w:rsid w:val="0070718D"/>
    <w:rsid w:val="0070726A"/>
    <w:rsid w:val="00707490"/>
    <w:rsid w:val="007074CE"/>
    <w:rsid w:val="00711096"/>
    <w:rsid w:val="00711270"/>
    <w:rsid w:val="00711508"/>
    <w:rsid w:val="007136F4"/>
    <w:rsid w:val="00713883"/>
    <w:rsid w:val="00716438"/>
    <w:rsid w:val="00716AE4"/>
    <w:rsid w:val="00716E22"/>
    <w:rsid w:val="00717A3C"/>
    <w:rsid w:val="007204A9"/>
    <w:rsid w:val="00721BB0"/>
    <w:rsid w:val="00721E5C"/>
    <w:rsid w:val="00723AA6"/>
    <w:rsid w:val="00723B9A"/>
    <w:rsid w:val="007246E1"/>
    <w:rsid w:val="0072478A"/>
    <w:rsid w:val="007249EB"/>
    <w:rsid w:val="00724A37"/>
    <w:rsid w:val="0072521A"/>
    <w:rsid w:val="00726217"/>
    <w:rsid w:val="00726C5B"/>
    <w:rsid w:val="007278AB"/>
    <w:rsid w:val="00730326"/>
    <w:rsid w:val="00730D16"/>
    <w:rsid w:val="00733158"/>
    <w:rsid w:val="007338D2"/>
    <w:rsid w:val="00734449"/>
    <w:rsid w:val="00734F99"/>
    <w:rsid w:val="00736833"/>
    <w:rsid w:val="0073734B"/>
    <w:rsid w:val="00740039"/>
    <w:rsid w:val="0074129E"/>
    <w:rsid w:val="00741B68"/>
    <w:rsid w:val="00743B9B"/>
    <w:rsid w:val="00744190"/>
    <w:rsid w:val="00745CA5"/>
    <w:rsid w:val="00746022"/>
    <w:rsid w:val="0074603B"/>
    <w:rsid w:val="007466C6"/>
    <w:rsid w:val="00746B7D"/>
    <w:rsid w:val="00747F1C"/>
    <w:rsid w:val="00750275"/>
    <w:rsid w:val="00750317"/>
    <w:rsid w:val="00750824"/>
    <w:rsid w:val="007510EC"/>
    <w:rsid w:val="00752715"/>
    <w:rsid w:val="00752C8C"/>
    <w:rsid w:val="00753DF6"/>
    <w:rsid w:val="00753F91"/>
    <w:rsid w:val="00754381"/>
    <w:rsid w:val="00756C94"/>
    <w:rsid w:val="00757FAE"/>
    <w:rsid w:val="007607D6"/>
    <w:rsid w:val="007615B0"/>
    <w:rsid w:val="00761C39"/>
    <w:rsid w:val="00762032"/>
    <w:rsid w:val="00764AAD"/>
    <w:rsid w:val="007655F1"/>
    <w:rsid w:val="00765CAA"/>
    <w:rsid w:val="00770210"/>
    <w:rsid w:val="00771240"/>
    <w:rsid w:val="00771F96"/>
    <w:rsid w:val="00772771"/>
    <w:rsid w:val="00773B48"/>
    <w:rsid w:val="007747E5"/>
    <w:rsid w:val="00776714"/>
    <w:rsid w:val="00776F01"/>
    <w:rsid w:val="007770D4"/>
    <w:rsid w:val="007808E5"/>
    <w:rsid w:val="007828C8"/>
    <w:rsid w:val="007833BE"/>
    <w:rsid w:val="007837C0"/>
    <w:rsid w:val="007857B8"/>
    <w:rsid w:val="007858DF"/>
    <w:rsid w:val="007862C9"/>
    <w:rsid w:val="00786D1B"/>
    <w:rsid w:val="00786E8B"/>
    <w:rsid w:val="00787C34"/>
    <w:rsid w:val="00790A89"/>
    <w:rsid w:val="00790AF3"/>
    <w:rsid w:val="00790F18"/>
    <w:rsid w:val="007911B0"/>
    <w:rsid w:val="00792668"/>
    <w:rsid w:val="00792A3D"/>
    <w:rsid w:val="0079551D"/>
    <w:rsid w:val="007965EC"/>
    <w:rsid w:val="007A0E38"/>
    <w:rsid w:val="007A1D4B"/>
    <w:rsid w:val="007A2637"/>
    <w:rsid w:val="007A267D"/>
    <w:rsid w:val="007A3240"/>
    <w:rsid w:val="007A32E7"/>
    <w:rsid w:val="007A38F4"/>
    <w:rsid w:val="007A3DFD"/>
    <w:rsid w:val="007A5774"/>
    <w:rsid w:val="007A5EE5"/>
    <w:rsid w:val="007B0772"/>
    <w:rsid w:val="007B0857"/>
    <w:rsid w:val="007B0F7A"/>
    <w:rsid w:val="007B14AF"/>
    <w:rsid w:val="007B180F"/>
    <w:rsid w:val="007B2457"/>
    <w:rsid w:val="007B5F70"/>
    <w:rsid w:val="007B61FB"/>
    <w:rsid w:val="007B697F"/>
    <w:rsid w:val="007B7C04"/>
    <w:rsid w:val="007C016B"/>
    <w:rsid w:val="007C0CB2"/>
    <w:rsid w:val="007C0FC6"/>
    <w:rsid w:val="007C1618"/>
    <w:rsid w:val="007C181F"/>
    <w:rsid w:val="007C1ADE"/>
    <w:rsid w:val="007C202E"/>
    <w:rsid w:val="007C4773"/>
    <w:rsid w:val="007C4A04"/>
    <w:rsid w:val="007C4B26"/>
    <w:rsid w:val="007C534F"/>
    <w:rsid w:val="007C5600"/>
    <w:rsid w:val="007C591A"/>
    <w:rsid w:val="007C603C"/>
    <w:rsid w:val="007C60F3"/>
    <w:rsid w:val="007C6706"/>
    <w:rsid w:val="007C6BEB"/>
    <w:rsid w:val="007C7312"/>
    <w:rsid w:val="007C759E"/>
    <w:rsid w:val="007D1066"/>
    <w:rsid w:val="007D1321"/>
    <w:rsid w:val="007D1B6F"/>
    <w:rsid w:val="007D244D"/>
    <w:rsid w:val="007D4276"/>
    <w:rsid w:val="007D4FB6"/>
    <w:rsid w:val="007D545E"/>
    <w:rsid w:val="007D666C"/>
    <w:rsid w:val="007E0216"/>
    <w:rsid w:val="007E0F8A"/>
    <w:rsid w:val="007E1675"/>
    <w:rsid w:val="007E172D"/>
    <w:rsid w:val="007E22A4"/>
    <w:rsid w:val="007E2513"/>
    <w:rsid w:val="007E25D7"/>
    <w:rsid w:val="007E32A8"/>
    <w:rsid w:val="007E38F2"/>
    <w:rsid w:val="007E397A"/>
    <w:rsid w:val="007E4F2E"/>
    <w:rsid w:val="007E5EBB"/>
    <w:rsid w:val="007E62EF"/>
    <w:rsid w:val="007E7828"/>
    <w:rsid w:val="007E7940"/>
    <w:rsid w:val="007E7EB0"/>
    <w:rsid w:val="007F00DC"/>
    <w:rsid w:val="007F0911"/>
    <w:rsid w:val="007F09C7"/>
    <w:rsid w:val="007F15C5"/>
    <w:rsid w:val="007F18C2"/>
    <w:rsid w:val="007F28C7"/>
    <w:rsid w:val="007F333E"/>
    <w:rsid w:val="007F4F43"/>
    <w:rsid w:val="007F5789"/>
    <w:rsid w:val="007F5BE9"/>
    <w:rsid w:val="007F7216"/>
    <w:rsid w:val="00800289"/>
    <w:rsid w:val="0080038A"/>
    <w:rsid w:val="00800E7E"/>
    <w:rsid w:val="00801C05"/>
    <w:rsid w:val="00803BC5"/>
    <w:rsid w:val="008072FA"/>
    <w:rsid w:val="00811752"/>
    <w:rsid w:val="00811853"/>
    <w:rsid w:val="00811941"/>
    <w:rsid w:val="00811B76"/>
    <w:rsid w:val="008128D1"/>
    <w:rsid w:val="00812C36"/>
    <w:rsid w:val="00812DC9"/>
    <w:rsid w:val="00813B51"/>
    <w:rsid w:val="00813DD2"/>
    <w:rsid w:val="0081522F"/>
    <w:rsid w:val="00816276"/>
    <w:rsid w:val="008164E8"/>
    <w:rsid w:val="00817A21"/>
    <w:rsid w:val="008211A0"/>
    <w:rsid w:val="00821D51"/>
    <w:rsid w:val="00822DD5"/>
    <w:rsid w:val="0082390D"/>
    <w:rsid w:val="00823A2D"/>
    <w:rsid w:val="00823DC1"/>
    <w:rsid w:val="00825371"/>
    <w:rsid w:val="008254D0"/>
    <w:rsid w:val="008265E3"/>
    <w:rsid w:val="00826756"/>
    <w:rsid w:val="00826774"/>
    <w:rsid w:val="008303B4"/>
    <w:rsid w:val="008309C2"/>
    <w:rsid w:val="0083206E"/>
    <w:rsid w:val="008320C7"/>
    <w:rsid w:val="00832C14"/>
    <w:rsid w:val="0083385D"/>
    <w:rsid w:val="00833DA6"/>
    <w:rsid w:val="00834220"/>
    <w:rsid w:val="00835059"/>
    <w:rsid w:val="00835545"/>
    <w:rsid w:val="00835635"/>
    <w:rsid w:val="008369B4"/>
    <w:rsid w:val="00837ED4"/>
    <w:rsid w:val="008400FE"/>
    <w:rsid w:val="00840CEC"/>
    <w:rsid w:val="008424C8"/>
    <w:rsid w:val="00843F11"/>
    <w:rsid w:val="008441FD"/>
    <w:rsid w:val="00844747"/>
    <w:rsid w:val="00846246"/>
    <w:rsid w:val="00846377"/>
    <w:rsid w:val="00850EEE"/>
    <w:rsid w:val="008517D5"/>
    <w:rsid w:val="00851C69"/>
    <w:rsid w:val="00852B85"/>
    <w:rsid w:val="0085366E"/>
    <w:rsid w:val="008538AB"/>
    <w:rsid w:val="008548AF"/>
    <w:rsid w:val="00855596"/>
    <w:rsid w:val="00856A77"/>
    <w:rsid w:val="00856ADE"/>
    <w:rsid w:val="00857082"/>
    <w:rsid w:val="0085749E"/>
    <w:rsid w:val="0085777A"/>
    <w:rsid w:val="00857AAE"/>
    <w:rsid w:val="0086009E"/>
    <w:rsid w:val="00860802"/>
    <w:rsid w:val="00860D11"/>
    <w:rsid w:val="00860D9C"/>
    <w:rsid w:val="00860FB1"/>
    <w:rsid w:val="0086242B"/>
    <w:rsid w:val="0086336D"/>
    <w:rsid w:val="00863C54"/>
    <w:rsid w:val="008646EC"/>
    <w:rsid w:val="008656FA"/>
    <w:rsid w:val="00865727"/>
    <w:rsid w:val="00865BB8"/>
    <w:rsid w:val="00866040"/>
    <w:rsid w:val="008668D0"/>
    <w:rsid w:val="00866C6D"/>
    <w:rsid w:val="00867A16"/>
    <w:rsid w:val="00870103"/>
    <w:rsid w:val="00871E2E"/>
    <w:rsid w:val="0087207A"/>
    <w:rsid w:val="008723E1"/>
    <w:rsid w:val="008727C9"/>
    <w:rsid w:val="008741E3"/>
    <w:rsid w:val="008745B3"/>
    <w:rsid w:val="00874C3B"/>
    <w:rsid w:val="0087539D"/>
    <w:rsid w:val="008759C9"/>
    <w:rsid w:val="00877C6A"/>
    <w:rsid w:val="00880465"/>
    <w:rsid w:val="00881DDA"/>
    <w:rsid w:val="00881E8D"/>
    <w:rsid w:val="00882172"/>
    <w:rsid w:val="0088303A"/>
    <w:rsid w:val="008835A5"/>
    <w:rsid w:val="008835D9"/>
    <w:rsid w:val="00883FB0"/>
    <w:rsid w:val="00884E96"/>
    <w:rsid w:val="00885159"/>
    <w:rsid w:val="0088527E"/>
    <w:rsid w:val="00885999"/>
    <w:rsid w:val="008873A1"/>
    <w:rsid w:val="00887702"/>
    <w:rsid w:val="00890362"/>
    <w:rsid w:val="0089257E"/>
    <w:rsid w:val="00894AE0"/>
    <w:rsid w:val="008968D2"/>
    <w:rsid w:val="00896D7E"/>
    <w:rsid w:val="008A04AC"/>
    <w:rsid w:val="008A12B1"/>
    <w:rsid w:val="008A1B74"/>
    <w:rsid w:val="008A45D3"/>
    <w:rsid w:val="008A4BEF"/>
    <w:rsid w:val="008A5F8F"/>
    <w:rsid w:val="008A60F7"/>
    <w:rsid w:val="008A7143"/>
    <w:rsid w:val="008B0A3F"/>
    <w:rsid w:val="008B179A"/>
    <w:rsid w:val="008B1E03"/>
    <w:rsid w:val="008B2089"/>
    <w:rsid w:val="008B312C"/>
    <w:rsid w:val="008B3573"/>
    <w:rsid w:val="008B35EC"/>
    <w:rsid w:val="008B3943"/>
    <w:rsid w:val="008B39DF"/>
    <w:rsid w:val="008B4A01"/>
    <w:rsid w:val="008B5235"/>
    <w:rsid w:val="008B52BB"/>
    <w:rsid w:val="008B6060"/>
    <w:rsid w:val="008B6387"/>
    <w:rsid w:val="008B6DB1"/>
    <w:rsid w:val="008B776E"/>
    <w:rsid w:val="008B7AB0"/>
    <w:rsid w:val="008C092C"/>
    <w:rsid w:val="008C11FD"/>
    <w:rsid w:val="008C2712"/>
    <w:rsid w:val="008C2C24"/>
    <w:rsid w:val="008C4B63"/>
    <w:rsid w:val="008C4FD6"/>
    <w:rsid w:val="008C6323"/>
    <w:rsid w:val="008C640A"/>
    <w:rsid w:val="008C6415"/>
    <w:rsid w:val="008C6C40"/>
    <w:rsid w:val="008C7465"/>
    <w:rsid w:val="008C7B01"/>
    <w:rsid w:val="008D2209"/>
    <w:rsid w:val="008D2DE0"/>
    <w:rsid w:val="008D3581"/>
    <w:rsid w:val="008D398E"/>
    <w:rsid w:val="008D481A"/>
    <w:rsid w:val="008D4A80"/>
    <w:rsid w:val="008D5158"/>
    <w:rsid w:val="008D52A5"/>
    <w:rsid w:val="008D63A1"/>
    <w:rsid w:val="008D68BC"/>
    <w:rsid w:val="008D6C1A"/>
    <w:rsid w:val="008E1F30"/>
    <w:rsid w:val="008E2619"/>
    <w:rsid w:val="008E2A7F"/>
    <w:rsid w:val="008E3930"/>
    <w:rsid w:val="008E3FA5"/>
    <w:rsid w:val="008E4233"/>
    <w:rsid w:val="008E45DA"/>
    <w:rsid w:val="008E4790"/>
    <w:rsid w:val="008E52AE"/>
    <w:rsid w:val="008E5405"/>
    <w:rsid w:val="008E6020"/>
    <w:rsid w:val="008E64D4"/>
    <w:rsid w:val="008E6CF9"/>
    <w:rsid w:val="008F010E"/>
    <w:rsid w:val="008F0E84"/>
    <w:rsid w:val="008F14D0"/>
    <w:rsid w:val="008F2831"/>
    <w:rsid w:val="008F465A"/>
    <w:rsid w:val="008F516A"/>
    <w:rsid w:val="008F5F7E"/>
    <w:rsid w:val="008F6857"/>
    <w:rsid w:val="008F6B26"/>
    <w:rsid w:val="009009CD"/>
    <w:rsid w:val="009014D0"/>
    <w:rsid w:val="00902624"/>
    <w:rsid w:val="00902CFA"/>
    <w:rsid w:val="009030A4"/>
    <w:rsid w:val="00904059"/>
    <w:rsid w:val="00904A91"/>
    <w:rsid w:val="0090572F"/>
    <w:rsid w:val="00906AC6"/>
    <w:rsid w:val="00906B1B"/>
    <w:rsid w:val="00910040"/>
    <w:rsid w:val="00911840"/>
    <w:rsid w:val="00913183"/>
    <w:rsid w:val="00913B10"/>
    <w:rsid w:val="00913BAF"/>
    <w:rsid w:val="00913FD6"/>
    <w:rsid w:val="009140ED"/>
    <w:rsid w:val="009147DB"/>
    <w:rsid w:val="00915077"/>
    <w:rsid w:val="0091547A"/>
    <w:rsid w:val="00916F9B"/>
    <w:rsid w:val="009218F2"/>
    <w:rsid w:val="00921BF0"/>
    <w:rsid w:val="00922005"/>
    <w:rsid w:val="0092256F"/>
    <w:rsid w:val="00923078"/>
    <w:rsid w:val="009243CE"/>
    <w:rsid w:val="00924620"/>
    <w:rsid w:val="00925526"/>
    <w:rsid w:val="009255EC"/>
    <w:rsid w:val="009269CA"/>
    <w:rsid w:val="00930128"/>
    <w:rsid w:val="00933C77"/>
    <w:rsid w:val="00934384"/>
    <w:rsid w:val="009344D7"/>
    <w:rsid w:val="00935165"/>
    <w:rsid w:val="0093525C"/>
    <w:rsid w:val="0093633E"/>
    <w:rsid w:val="0093667F"/>
    <w:rsid w:val="0094028E"/>
    <w:rsid w:val="00940D09"/>
    <w:rsid w:val="00940F6F"/>
    <w:rsid w:val="009413F0"/>
    <w:rsid w:val="00942E86"/>
    <w:rsid w:val="0094324E"/>
    <w:rsid w:val="0094360D"/>
    <w:rsid w:val="00943636"/>
    <w:rsid w:val="0094401F"/>
    <w:rsid w:val="009456D2"/>
    <w:rsid w:val="0094608A"/>
    <w:rsid w:val="0094610C"/>
    <w:rsid w:val="00946AD7"/>
    <w:rsid w:val="00947578"/>
    <w:rsid w:val="00947EC4"/>
    <w:rsid w:val="009501D1"/>
    <w:rsid w:val="00950781"/>
    <w:rsid w:val="00950A74"/>
    <w:rsid w:val="00951637"/>
    <w:rsid w:val="00951646"/>
    <w:rsid w:val="00952F9C"/>
    <w:rsid w:val="009551A4"/>
    <w:rsid w:val="009559F5"/>
    <w:rsid w:val="00956439"/>
    <w:rsid w:val="009605E6"/>
    <w:rsid w:val="00960D4B"/>
    <w:rsid w:val="009620FD"/>
    <w:rsid w:val="00963E36"/>
    <w:rsid w:val="00964132"/>
    <w:rsid w:val="00964298"/>
    <w:rsid w:val="00965C94"/>
    <w:rsid w:val="00966265"/>
    <w:rsid w:val="00967B91"/>
    <w:rsid w:val="0097075C"/>
    <w:rsid w:val="00970D10"/>
    <w:rsid w:val="0097222E"/>
    <w:rsid w:val="009722EB"/>
    <w:rsid w:val="00972E76"/>
    <w:rsid w:val="00973668"/>
    <w:rsid w:val="00973EF1"/>
    <w:rsid w:val="00974031"/>
    <w:rsid w:val="00974B84"/>
    <w:rsid w:val="0097615F"/>
    <w:rsid w:val="00977E8B"/>
    <w:rsid w:val="009803A8"/>
    <w:rsid w:val="009816B1"/>
    <w:rsid w:val="009819B0"/>
    <w:rsid w:val="00981A0C"/>
    <w:rsid w:val="00982DEE"/>
    <w:rsid w:val="0098306C"/>
    <w:rsid w:val="00983DCD"/>
    <w:rsid w:val="0098424C"/>
    <w:rsid w:val="0098445B"/>
    <w:rsid w:val="00984E1E"/>
    <w:rsid w:val="00985FD1"/>
    <w:rsid w:val="00986676"/>
    <w:rsid w:val="009873E5"/>
    <w:rsid w:val="00987402"/>
    <w:rsid w:val="00987A5B"/>
    <w:rsid w:val="00990B85"/>
    <w:rsid w:val="00990CF0"/>
    <w:rsid w:val="009915F1"/>
    <w:rsid w:val="0099277D"/>
    <w:rsid w:val="00992A9C"/>
    <w:rsid w:val="00993067"/>
    <w:rsid w:val="00993E8C"/>
    <w:rsid w:val="0099411E"/>
    <w:rsid w:val="00995E6E"/>
    <w:rsid w:val="0099647A"/>
    <w:rsid w:val="0099695C"/>
    <w:rsid w:val="00997194"/>
    <w:rsid w:val="00997940"/>
    <w:rsid w:val="00997BDD"/>
    <w:rsid w:val="009A0201"/>
    <w:rsid w:val="009A030C"/>
    <w:rsid w:val="009A07C8"/>
    <w:rsid w:val="009A17BE"/>
    <w:rsid w:val="009A18DC"/>
    <w:rsid w:val="009A2818"/>
    <w:rsid w:val="009A311B"/>
    <w:rsid w:val="009A4A75"/>
    <w:rsid w:val="009A6199"/>
    <w:rsid w:val="009A63D4"/>
    <w:rsid w:val="009B1C7D"/>
    <w:rsid w:val="009B2FC6"/>
    <w:rsid w:val="009B306D"/>
    <w:rsid w:val="009B4887"/>
    <w:rsid w:val="009B4977"/>
    <w:rsid w:val="009B4AAB"/>
    <w:rsid w:val="009B5D7E"/>
    <w:rsid w:val="009B6979"/>
    <w:rsid w:val="009B7F5B"/>
    <w:rsid w:val="009C29CE"/>
    <w:rsid w:val="009C3421"/>
    <w:rsid w:val="009C4C4A"/>
    <w:rsid w:val="009C4F55"/>
    <w:rsid w:val="009C59FA"/>
    <w:rsid w:val="009C76C9"/>
    <w:rsid w:val="009C7B31"/>
    <w:rsid w:val="009D1526"/>
    <w:rsid w:val="009D1BE1"/>
    <w:rsid w:val="009D2162"/>
    <w:rsid w:val="009D2319"/>
    <w:rsid w:val="009D2351"/>
    <w:rsid w:val="009D2B62"/>
    <w:rsid w:val="009D2DCA"/>
    <w:rsid w:val="009D2DF2"/>
    <w:rsid w:val="009D47F5"/>
    <w:rsid w:val="009D4926"/>
    <w:rsid w:val="009D56F4"/>
    <w:rsid w:val="009D57C4"/>
    <w:rsid w:val="009D5951"/>
    <w:rsid w:val="009D76CB"/>
    <w:rsid w:val="009D794F"/>
    <w:rsid w:val="009D79EF"/>
    <w:rsid w:val="009D7BB1"/>
    <w:rsid w:val="009D7E41"/>
    <w:rsid w:val="009E0012"/>
    <w:rsid w:val="009E34A6"/>
    <w:rsid w:val="009E5CA4"/>
    <w:rsid w:val="009E6AAF"/>
    <w:rsid w:val="009E7D0A"/>
    <w:rsid w:val="009E7D75"/>
    <w:rsid w:val="009E7EC2"/>
    <w:rsid w:val="009F18D4"/>
    <w:rsid w:val="009F1C3A"/>
    <w:rsid w:val="009F2859"/>
    <w:rsid w:val="009F3C79"/>
    <w:rsid w:val="009F4FD5"/>
    <w:rsid w:val="00A008B2"/>
    <w:rsid w:val="00A01329"/>
    <w:rsid w:val="00A01358"/>
    <w:rsid w:val="00A01FD0"/>
    <w:rsid w:val="00A0254B"/>
    <w:rsid w:val="00A04B7F"/>
    <w:rsid w:val="00A059A1"/>
    <w:rsid w:val="00A06494"/>
    <w:rsid w:val="00A0774F"/>
    <w:rsid w:val="00A0798F"/>
    <w:rsid w:val="00A07CCE"/>
    <w:rsid w:val="00A07F5B"/>
    <w:rsid w:val="00A10F30"/>
    <w:rsid w:val="00A122C9"/>
    <w:rsid w:val="00A1301A"/>
    <w:rsid w:val="00A13268"/>
    <w:rsid w:val="00A138DD"/>
    <w:rsid w:val="00A13B0C"/>
    <w:rsid w:val="00A13D49"/>
    <w:rsid w:val="00A149C6"/>
    <w:rsid w:val="00A14C16"/>
    <w:rsid w:val="00A15B3B"/>
    <w:rsid w:val="00A166B5"/>
    <w:rsid w:val="00A173C6"/>
    <w:rsid w:val="00A17FA6"/>
    <w:rsid w:val="00A2010E"/>
    <w:rsid w:val="00A21124"/>
    <w:rsid w:val="00A2212A"/>
    <w:rsid w:val="00A22775"/>
    <w:rsid w:val="00A2401C"/>
    <w:rsid w:val="00A249E8"/>
    <w:rsid w:val="00A24FB0"/>
    <w:rsid w:val="00A2554A"/>
    <w:rsid w:val="00A2577B"/>
    <w:rsid w:val="00A26FBB"/>
    <w:rsid w:val="00A2713E"/>
    <w:rsid w:val="00A2721D"/>
    <w:rsid w:val="00A2729C"/>
    <w:rsid w:val="00A2732C"/>
    <w:rsid w:val="00A276D2"/>
    <w:rsid w:val="00A27C8A"/>
    <w:rsid w:val="00A30840"/>
    <w:rsid w:val="00A30E4D"/>
    <w:rsid w:val="00A32B61"/>
    <w:rsid w:val="00A32CA4"/>
    <w:rsid w:val="00A34467"/>
    <w:rsid w:val="00A365CF"/>
    <w:rsid w:val="00A37810"/>
    <w:rsid w:val="00A37F9F"/>
    <w:rsid w:val="00A37FE4"/>
    <w:rsid w:val="00A40C66"/>
    <w:rsid w:val="00A41272"/>
    <w:rsid w:val="00A414FF"/>
    <w:rsid w:val="00A41894"/>
    <w:rsid w:val="00A41EFD"/>
    <w:rsid w:val="00A43C05"/>
    <w:rsid w:val="00A444C2"/>
    <w:rsid w:val="00A448D4"/>
    <w:rsid w:val="00A44955"/>
    <w:rsid w:val="00A453DF"/>
    <w:rsid w:val="00A46AEB"/>
    <w:rsid w:val="00A475F7"/>
    <w:rsid w:val="00A478D5"/>
    <w:rsid w:val="00A50B12"/>
    <w:rsid w:val="00A51474"/>
    <w:rsid w:val="00A51E84"/>
    <w:rsid w:val="00A53D66"/>
    <w:rsid w:val="00A53E66"/>
    <w:rsid w:val="00A541E2"/>
    <w:rsid w:val="00A54D76"/>
    <w:rsid w:val="00A55EE8"/>
    <w:rsid w:val="00A56AA4"/>
    <w:rsid w:val="00A60ADA"/>
    <w:rsid w:val="00A6354C"/>
    <w:rsid w:val="00A6411A"/>
    <w:rsid w:val="00A65085"/>
    <w:rsid w:val="00A657BF"/>
    <w:rsid w:val="00A65C4E"/>
    <w:rsid w:val="00A66508"/>
    <w:rsid w:val="00A70DC8"/>
    <w:rsid w:val="00A728D9"/>
    <w:rsid w:val="00A72E3B"/>
    <w:rsid w:val="00A7466F"/>
    <w:rsid w:val="00A74AEF"/>
    <w:rsid w:val="00A74D64"/>
    <w:rsid w:val="00A75363"/>
    <w:rsid w:val="00A75B9C"/>
    <w:rsid w:val="00A75D33"/>
    <w:rsid w:val="00A761B2"/>
    <w:rsid w:val="00A8058E"/>
    <w:rsid w:val="00A806F1"/>
    <w:rsid w:val="00A80EF3"/>
    <w:rsid w:val="00A81268"/>
    <w:rsid w:val="00A81408"/>
    <w:rsid w:val="00A8247B"/>
    <w:rsid w:val="00A82FF7"/>
    <w:rsid w:val="00A858AB"/>
    <w:rsid w:val="00A86D0F"/>
    <w:rsid w:val="00A87C2B"/>
    <w:rsid w:val="00A87D1D"/>
    <w:rsid w:val="00A90229"/>
    <w:rsid w:val="00A903EE"/>
    <w:rsid w:val="00A90F9C"/>
    <w:rsid w:val="00A90FA7"/>
    <w:rsid w:val="00A91360"/>
    <w:rsid w:val="00A91383"/>
    <w:rsid w:val="00A91FD3"/>
    <w:rsid w:val="00A925C2"/>
    <w:rsid w:val="00A92AE5"/>
    <w:rsid w:val="00A9405A"/>
    <w:rsid w:val="00A94126"/>
    <w:rsid w:val="00A95BE8"/>
    <w:rsid w:val="00A9687B"/>
    <w:rsid w:val="00A97C9F"/>
    <w:rsid w:val="00AA02A8"/>
    <w:rsid w:val="00AA302B"/>
    <w:rsid w:val="00AA3BB2"/>
    <w:rsid w:val="00AA3DAB"/>
    <w:rsid w:val="00AA3E1F"/>
    <w:rsid w:val="00AA4768"/>
    <w:rsid w:val="00AA6729"/>
    <w:rsid w:val="00AA70C7"/>
    <w:rsid w:val="00AA7943"/>
    <w:rsid w:val="00AB17C9"/>
    <w:rsid w:val="00AB1D1C"/>
    <w:rsid w:val="00AB23E1"/>
    <w:rsid w:val="00AB5345"/>
    <w:rsid w:val="00AB74B0"/>
    <w:rsid w:val="00AC007E"/>
    <w:rsid w:val="00AC0D2D"/>
    <w:rsid w:val="00AC0F6D"/>
    <w:rsid w:val="00AC12E9"/>
    <w:rsid w:val="00AC440A"/>
    <w:rsid w:val="00AC4FC1"/>
    <w:rsid w:val="00AC588C"/>
    <w:rsid w:val="00AC76D0"/>
    <w:rsid w:val="00AC77F1"/>
    <w:rsid w:val="00AD24D7"/>
    <w:rsid w:val="00AD2979"/>
    <w:rsid w:val="00AD2E1F"/>
    <w:rsid w:val="00AD57F0"/>
    <w:rsid w:val="00AD6AA5"/>
    <w:rsid w:val="00AD75B3"/>
    <w:rsid w:val="00AE090A"/>
    <w:rsid w:val="00AE0924"/>
    <w:rsid w:val="00AE1260"/>
    <w:rsid w:val="00AE23FD"/>
    <w:rsid w:val="00AE2D5D"/>
    <w:rsid w:val="00AE35C1"/>
    <w:rsid w:val="00AE4D49"/>
    <w:rsid w:val="00AE5C82"/>
    <w:rsid w:val="00AE6F24"/>
    <w:rsid w:val="00AE6FEA"/>
    <w:rsid w:val="00AE70B5"/>
    <w:rsid w:val="00AE7A2C"/>
    <w:rsid w:val="00AF0C9F"/>
    <w:rsid w:val="00AF1707"/>
    <w:rsid w:val="00AF301B"/>
    <w:rsid w:val="00AF4137"/>
    <w:rsid w:val="00AF4576"/>
    <w:rsid w:val="00AF4C39"/>
    <w:rsid w:val="00AF5133"/>
    <w:rsid w:val="00AF59F5"/>
    <w:rsid w:val="00AF5C40"/>
    <w:rsid w:val="00B002DB"/>
    <w:rsid w:val="00B00F57"/>
    <w:rsid w:val="00B027B0"/>
    <w:rsid w:val="00B03B23"/>
    <w:rsid w:val="00B0433D"/>
    <w:rsid w:val="00B04D18"/>
    <w:rsid w:val="00B059A1"/>
    <w:rsid w:val="00B06009"/>
    <w:rsid w:val="00B0661C"/>
    <w:rsid w:val="00B06A1E"/>
    <w:rsid w:val="00B07A81"/>
    <w:rsid w:val="00B10494"/>
    <w:rsid w:val="00B113E9"/>
    <w:rsid w:val="00B117E2"/>
    <w:rsid w:val="00B11AC3"/>
    <w:rsid w:val="00B11B0C"/>
    <w:rsid w:val="00B14ADE"/>
    <w:rsid w:val="00B166CE"/>
    <w:rsid w:val="00B16BD4"/>
    <w:rsid w:val="00B1712A"/>
    <w:rsid w:val="00B172B9"/>
    <w:rsid w:val="00B17516"/>
    <w:rsid w:val="00B17EE3"/>
    <w:rsid w:val="00B2252F"/>
    <w:rsid w:val="00B24415"/>
    <w:rsid w:val="00B25E4C"/>
    <w:rsid w:val="00B26010"/>
    <w:rsid w:val="00B262AB"/>
    <w:rsid w:val="00B262D1"/>
    <w:rsid w:val="00B26E36"/>
    <w:rsid w:val="00B31643"/>
    <w:rsid w:val="00B31EC7"/>
    <w:rsid w:val="00B32961"/>
    <w:rsid w:val="00B3660A"/>
    <w:rsid w:val="00B366E5"/>
    <w:rsid w:val="00B409A7"/>
    <w:rsid w:val="00B41DF1"/>
    <w:rsid w:val="00B41E3B"/>
    <w:rsid w:val="00B4216B"/>
    <w:rsid w:val="00B43984"/>
    <w:rsid w:val="00B43A77"/>
    <w:rsid w:val="00B44AE6"/>
    <w:rsid w:val="00B450C8"/>
    <w:rsid w:val="00B45509"/>
    <w:rsid w:val="00B46112"/>
    <w:rsid w:val="00B507CD"/>
    <w:rsid w:val="00B50A69"/>
    <w:rsid w:val="00B51AC7"/>
    <w:rsid w:val="00B52597"/>
    <w:rsid w:val="00B5290B"/>
    <w:rsid w:val="00B532D8"/>
    <w:rsid w:val="00B55DB3"/>
    <w:rsid w:val="00B55EFD"/>
    <w:rsid w:val="00B56CF9"/>
    <w:rsid w:val="00B570A3"/>
    <w:rsid w:val="00B57495"/>
    <w:rsid w:val="00B601A0"/>
    <w:rsid w:val="00B60597"/>
    <w:rsid w:val="00B60D54"/>
    <w:rsid w:val="00B61040"/>
    <w:rsid w:val="00B615B3"/>
    <w:rsid w:val="00B623F3"/>
    <w:rsid w:val="00B631EF"/>
    <w:rsid w:val="00B63F6F"/>
    <w:rsid w:val="00B6490E"/>
    <w:rsid w:val="00B655B1"/>
    <w:rsid w:val="00B65BF7"/>
    <w:rsid w:val="00B66AE8"/>
    <w:rsid w:val="00B66AE9"/>
    <w:rsid w:val="00B677FD"/>
    <w:rsid w:val="00B67D13"/>
    <w:rsid w:val="00B67FDA"/>
    <w:rsid w:val="00B7029F"/>
    <w:rsid w:val="00B7151C"/>
    <w:rsid w:val="00B7155F"/>
    <w:rsid w:val="00B735A4"/>
    <w:rsid w:val="00B7524B"/>
    <w:rsid w:val="00B75332"/>
    <w:rsid w:val="00B7598E"/>
    <w:rsid w:val="00B768A8"/>
    <w:rsid w:val="00B76BDC"/>
    <w:rsid w:val="00B77968"/>
    <w:rsid w:val="00B80171"/>
    <w:rsid w:val="00B8109B"/>
    <w:rsid w:val="00B813C9"/>
    <w:rsid w:val="00B823DD"/>
    <w:rsid w:val="00B82E2F"/>
    <w:rsid w:val="00B843EB"/>
    <w:rsid w:val="00B847A5"/>
    <w:rsid w:val="00B85457"/>
    <w:rsid w:val="00B855D3"/>
    <w:rsid w:val="00B85846"/>
    <w:rsid w:val="00B85904"/>
    <w:rsid w:val="00B86DA3"/>
    <w:rsid w:val="00B97C4B"/>
    <w:rsid w:val="00BA063C"/>
    <w:rsid w:val="00BA06AC"/>
    <w:rsid w:val="00BA17CB"/>
    <w:rsid w:val="00BA350D"/>
    <w:rsid w:val="00BA4953"/>
    <w:rsid w:val="00BA5BE3"/>
    <w:rsid w:val="00BA601E"/>
    <w:rsid w:val="00BB1A94"/>
    <w:rsid w:val="00BB2394"/>
    <w:rsid w:val="00BB3ED5"/>
    <w:rsid w:val="00BB467D"/>
    <w:rsid w:val="00BB46B3"/>
    <w:rsid w:val="00BB64BE"/>
    <w:rsid w:val="00BB65EC"/>
    <w:rsid w:val="00BB735C"/>
    <w:rsid w:val="00BC1308"/>
    <w:rsid w:val="00BC1B1C"/>
    <w:rsid w:val="00BC29FE"/>
    <w:rsid w:val="00BC2AF8"/>
    <w:rsid w:val="00BC5385"/>
    <w:rsid w:val="00BC5C3E"/>
    <w:rsid w:val="00BC653B"/>
    <w:rsid w:val="00BC7AA5"/>
    <w:rsid w:val="00BD1CCB"/>
    <w:rsid w:val="00BD2B90"/>
    <w:rsid w:val="00BD43AD"/>
    <w:rsid w:val="00BD5072"/>
    <w:rsid w:val="00BD5FE8"/>
    <w:rsid w:val="00BD670D"/>
    <w:rsid w:val="00BD6928"/>
    <w:rsid w:val="00BD7586"/>
    <w:rsid w:val="00BE24B9"/>
    <w:rsid w:val="00BE3552"/>
    <w:rsid w:val="00BE41C3"/>
    <w:rsid w:val="00BE4492"/>
    <w:rsid w:val="00BE4ADD"/>
    <w:rsid w:val="00BE4AFF"/>
    <w:rsid w:val="00BE74B3"/>
    <w:rsid w:val="00BF0779"/>
    <w:rsid w:val="00BF160C"/>
    <w:rsid w:val="00BF2863"/>
    <w:rsid w:val="00BF358E"/>
    <w:rsid w:val="00BF48B8"/>
    <w:rsid w:val="00BF5715"/>
    <w:rsid w:val="00BF5BA1"/>
    <w:rsid w:val="00BF61E1"/>
    <w:rsid w:val="00BF690C"/>
    <w:rsid w:val="00BF6ECA"/>
    <w:rsid w:val="00BF75A2"/>
    <w:rsid w:val="00C00025"/>
    <w:rsid w:val="00C00FC4"/>
    <w:rsid w:val="00C0116C"/>
    <w:rsid w:val="00C01930"/>
    <w:rsid w:val="00C02350"/>
    <w:rsid w:val="00C02928"/>
    <w:rsid w:val="00C02D8B"/>
    <w:rsid w:val="00C045A7"/>
    <w:rsid w:val="00C05B8D"/>
    <w:rsid w:val="00C06728"/>
    <w:rsid w:val="00C06B44"/>
    <w:rsid w:val="00C06CA8"/>
    <w:rsid w:val="00C06D8D"/>
    <w:rsid w:val="00C072E8"/>
    <w:rsid w:val="00C102E3"/>
    <w:rsid w:val="00C10CE3"/>
    <w:rsid w:val="00C125C7"/>
    <w:rsid w:val="00C129BF"/>
    <w:rsid w:val="00C13511"/>
    <w:rsid w:val="00C13897"/>
    <w:rsid w:val="00C138FB"/>
    <w:rsid w:val="00C15C84"/>
    <w:rsid w:val="00C165CE"/>
    <w:rsid w:val="00C172ED"/>
    <w:rsid w:val="00C20F1C"/>
    <w:rsid w:val="00C230C9"/>
    <w:rsid w:val="00C23985"/>
    <w:rsid w:val="00C243FF"/>
    <w:rsid w:val="00C24E84"/>
    <w:rsid w:val="00C2551B"/>
    <w:rsid w:val="00C259A7"/>
    <w:rsid w:val="00C27D8C"/>
    <w:rsid w:val="00C3046A"/>
    <w:rsid w:val="00C31D26"/>
    <w:rsid w:val="00C32663"/>
    <w:rsid w:val="00C32DEA"/>
    <w:rsid w:val="00C34006"/>
    <w:rsid w:val="00C3458A"/>
    <w:rsid w:val="00C41085"/>
    <w:rsid w:val="00C414D0"/>
    <w:rsid w:val="00C41657"/>
    <w:rsid w:val="00C41712"/>
    <w:rsid w:val="00C42A72"/>
    <w:rsid w:val="00C436B5"/>
    <w:rsid w:val="00C4553D"/>
    <w:rsid w:val="00C50740"/>
    <w:rsid w:val="00C50B7D"/>
    <w:rsid w:val="00C52044"/>
    <w:rsid w:val="00C526E2"/>
    <w:rsid w:val="00C5365C"/>
    <w:rsid w:val="00C54257"/>
    <w:rsid w:val="00C54A4B"/>
    <w:rsid w:val="00C54DCC"/>
    <w:rsid w:val="00C57778"/>
    <w:rsid w:val="00C57B84"/>
    <w:rsid w:val="00C61738"/>
    <w:rsid w:val="00C61AF4"/>
    <w:rsid w:val="00C6307A"/>
    <w:rsid w:val="00C63E67"/>
    <w:rsid w:val="00C63FB8"/>
    <w:rsid w:val="00C642D6"/>
    <w:rsid w:val="00C64D17"/>
    <w:rsid w:val="00C67559"/>
    <w:rsid w:val="00C70948"/>
    <w:rsid w:val="00C71E1D"/>
    <w:rsid w:val="00C723F0"/>
    <w:rsid w:val="00C72D69"/>
    <w:rsid w:val="00C738AA"/>
    <w:rsid w:val="00C73BF2"/>
    <w:rsid w:val="00C75333"/>
    <w:rsid w:val="00C772A3"/>
    <w:rsid w:val="00C77FAC"/>
    <w:rsid w:val="00C830D7"/>
    <w:rsid w:val="00C83161"/>
    <w:rsid w:val="00C8326D"/>
    <w:rsid w:val="00C84008"/>
    <w:rsid w:val="00C84CD5"/>
    <w:rsid w:val="00C8560D"/>
    <w:rsid w:val="00C85EA2"/>
    <w:rsid w:val="00C86CB4"/>
    <w:rsid w:val="00C91D0C"/>
    <w:rsid w:val="00C92716"/>
    <w:rsid w:val="00C93489"/>
    <w:rsid w:val="00C938FF"/>
    <w:rsid w:val="00C95DA7"/>
    <w:rsid w:val="00C9618D"/>
    <w:rsid w:val="00C973CF"/>
    <w:rsid w:val="00C974F2"/>
    <w:rsid w:val="00C97C76"/>
    <w:rsid w:val="00CA0A01"/>
    <w:rsid w:val="00CA1089"/>
    <w:rsid w:val="00CA19D5"/>
    <w:rsid w:val="00CA25F9"/>
    <w:rsid w:val="00CA2C75"/>
    <w:rsid w:val="00CA5D16"/>
    <w:rsid w:val="00CA6393"/>
    <w:rsid w:val="00CA6914"/>
    <w:rsid w:val="00CA7677"/>
    <w:rsid w:val="00CB0198"/>
    <w:rsid w:val="00CB094F"/>
    <w:rsid w:val="00CB112F"/>
    <w:rsid w:val="00CB187B"/>
    <w:rsid w:val="00CB197F"/>
    <w:rsid w:val="00CB274B"/>
    <w:rsid w:val="00CB2920"/>
    <w:rsid w:val="00CB3139"/>
    <w:rsid w:val="00CB3871"/>
    <w:rsid w:val="00CB398A"/>
    <w:rsid w:val="00CB5FD6"/>
    <w:rsid w:val="00CB6BF4"/>
    <w:rsid w:val="00CB7589"/>
    <w:rsid w:val="00CC06CD"/>
    <w:rsid w:val="00CC16D1"/>
    <w:rsid w:val="00CC1AEB"/>
    <w:rsid w:val="00CC1E71"/>
    <w:rsid w:val="00CC2832"/>
    <w:rsid w:val="00CC384C"/>
    <w:rsid w:val="00CC3BD3"/>
    <w:rsid w:val="00CC3D46"/>
    <w:rsid w:val="00CC478B"/>
    <w:rsid w:val="00CC52F3"/>
    <w:rsid w:val="00CC650E"/>
    <w:rsid w:val="00CC68D0"/>
    <w:rsid w:val="00CC71EC"/>
    <w:rsid w:val="00CD1810"/>
    <w:rsid w:val="00CD2197"/>
    <w:rsid w:val="00CD227B"/>
    <w:rsid w:val="00CD2640"/>
    <w:rsid w:val="00CD38D4"/>
    <w:rsid w:val="00CD4509"/>
    <w:rsid w:val="00CD5CA4"/>
    <w:rsid w:val="00CD6EE2"/>
    <w:rsid w:val="00CE00E1"/>
    <w:rsid w:val="00CE12FF"/>
    <w:rsid w:val="00CE14A7"/>
    <w:rsid w:val="00CE2812"/>
    <w:rsid w:val="00CE2D1F"/>
    <w:rsid w:val="00CE33EF"/>
    <w:rsid w:val="00CE398A"/>
    <w:rsid w:val="00CE46B2"/>
    <w:rsid w:val="00CE523F"/>
    <w:rsid w:val="00CE544E"/>
    <w:rsid w:val="00CE5C7D"/>
    <w:rsid w:val="00CE652D"/>
    <w:rsid w:val="00CE67C8"/>
    <w:rsid w:val="00CE7AA8"/>
    <w:rsid w:val="00CF0624"/>
    <w:rsid w:val="00CF0C8D"/>
    <w:rsid w:val="00CF1691"/>
    <w:rsid w:val="00CF1D68"/>
    <w:rsid w:val="00CF21EF"/>
    <w:rsid w:val="00CF3198"/>
    <w:rsid w:val="00CF326B"/>
    <w:rsid w:val="00CF6C91"/>
    <w:rsid w:val="00CF6FCF"/>
    <w:rsid w:val="00CF795E"/>
    <w:rsid w:val="00D00F5E"/>
    <w:rsid w:val="00D01EE1"/>
    <w:rsid w:val="00D02DAD"/>
    <w:rsid w:val="00D0360A"/>
    <w:rsid w:val="00D055B5"/>
    <w:rsid w:val="00D12312"/>
    <w:rsid w:val="00D1274D"/>
    <w:rsid w:val="00D12C3C"/>
    <w:rsid w:val="00D1300B"/>
    <w:rsid w:val="00D13EAA"/>
    <w:rsid w:val="00D13F13"/>
    <w:rsid w:val="00D13F8E"/>
    <w:rsid w:val="00D15525"/>
    <w:rsid w:val="00D15AD6"/>
    <w:rsid w:val="00D16828"/>
    <w:rsid w:val="00D1792E"/>
    <w:rsid w:val="00D20198"/>
    <w:rsid w:val="00D20D67"/>
    <w:rsid w:val="00D211F4"/>
    <w:rsid w:val="00D21ED6"/>
    <w:rsid w:val="00D239D3"/>
    <w:rsid w:val="00D23BAB"/>
    <w:rsid w:val="00D2514D"/>
    <w:rsid w:val="00D270B9"/>
    <w:rsid w:val="00D30336"/>
    <w:rsid w:val="00D30902"/>
    <w:rsid w:val="00D30D47"/>
    <w:rsid w:val="00D316C4"/>
    <w:rsid w:val="00D345BF"/>
    <w:rsid w:val="00D3552C"/>
    <w:rsid w:val="00D363F1"/>
    <w:rsid w:val="00D37352"/>
    <w:rsid w:val="00D41DF1"/>
    <w:rsid w:val="00D45E02"/>
    <w:rsid w:val="00D467E1"/>
    <w:rsid w:val="00D468F7"/>
    <w:rsid w:val="00D46A52"/>
    <w:rsid w:val="00D508F7"/>
    <w:rsid w:val="00D50BA8"/>
    <w:rsid w:val="00D51C54"/>
    <w:rsid w:val="00D54F5B"/>
    <w:rsid w:val="00D55052"/>
    <w:rsid w:val="00D55AC4"/>
    <w:rsid w:val="00D55B31"/>
    <w:rsid w:val="00D55B34"/>
    <w:rsid w:val="00D56407"/>
    <w:rsid w:val="00D57254"/>
    <w:rsid w:val="00D57B77"/>
    <w:rsid w:val="00D57B8F"/>
    <w:rsid w:val="00D6017A"/>
    <w:rsid w:val="00D605B9"/>
    <w:rsid w:val="00D606D5"/>
    <w:rsid w:val="00D614C3"/>
    <w:rsid w:val="00D6157C"/>
    <w:rsid w:val="00D61B0A"/>
    <w:rsid w:val="00D63A71"/>
    <w:rsid w:val="00D64F85"/>
    <w:rsid w:val="00D650DC"/>
    <w:rsid w:val="00D6700F"/>
    <w:rsid w:val="00D6744E"/>
    <w:rsid w:val="00D674B5"/>
    <w:rsid w:val="00D67E99"/>
    <w:rsid w:val="00D70B38"/>
    <w:rsid w:val="00D711E4"/>
    <w:rsid w:val="00D73A88"/>
    <w:rsid w:val="00D740A8"/>
    <w:rsid w:val="00D7428E"/>
    <w:rsid w:val="00D75B12"/>
    <w:rsid w:val="00D763B7"/>
    <w:rsid w:val="00D8148B"/>
    <w:rsid w:val="00D8384B"/>
    <w:rsid w:val="00D846B2"/>
    <w:rsid w:val="00D850B9"/>
    <w:rsid w:val="00D86DFD"/>
    <w:rsid w:val="00D87539"/>
    <w:rsid w:val="00D87659"/>
    <w:rsid w:val="00D90BDC"/>
    <w:rsid w:val="00D92680"/>
    <w:rsid w:val="00D95505"/>
    <w:rsid w:val="00D95815"/>
    <w:rsid w:val="00D96826"/>
    <w:rsid w:val="00D96BC2"/>
    <w:rsid w:val="00D97160"/>
    <w:rsid w:val="00DA0F3F"/>
    <w:rsid w:val="00DA17DC"/>
    <w:rsid w:val="00DA35E1"/>
    <w:rsid w:val="00DA3D6B"/>
    <w:rsid w:val="00DA4517"/>
    <w:rsid w:val="00DA45CB"/>
    <w:rsid w:val="00DA4AEE"/>
    <w:rsid w:val="00DA65F4"/>
    <w:rsid w:val="00DB0AEF"/>
    <w:rsid w:val="00DB0EAE"/>
    <w:rsid w:val="00DB17A6"/>
    <w:rsid w:val="00DB1A10"/>
    <w:rsid w:val="00DB46B0"/>
    <w:rsid w:val="00DB4928"/>
    <w:rsid w:val="00DB609A"/>
    <w:rsid w:val="00DB623F"/>
    <w:rsid w:val="00DB6B9D"/>
    <w:rsid w:val="00DB732A"/>
    <w:rsid w:val="00DB7C3B"/>
    <w:rsid w:val="00DC00FB"/>
    <w:rsid w:val="00DC02BC"/>
    <w:rsid w:val="00DC144A"/>
    <w:rsid w:val="00DC1691"/>
    <w:rsid w:val="00DC25D5"/>
    <w:rsid w:val="00DC2969"/>
    <w:rsid w:val="00DC343A"/>
    <w:rsid w:val="00DC37A8"/>
    <w:rsid w:val="00DC4CB5"/>
    <w:rsid w:val="00DC4F82"/>
    <w:rsid w:val="00DC5F02"/>
    <w:rsid w:val="00DC6849"/>
    <w:rsid w:val="00DC6BAC"/>
    <w:rsid w:val="00DC75E3"/>
    <w:rsid w:val="00DC76B0"/>
    <w:rsid w:val="00DD0941"/>
    <w:rsid w:val="00DD1566"/>
    <w:rsid w:val="00DD2A88"/>
    <w:rsid w:val="00DD3FDA"/>
    <w:rsid w:val="00DD40C9"/>
    <w:rsid w:val="00DD4F78"/>
    <w:rsid w:val="00DD52EA"/>
    <w:rsid w:val="00DD54CD"/>
    <w:rsid w:val="00DD5522"/>
    <w:rsid w:val="00DD5552"/>
    <w:rsid w:val="00DD5C37"/>
    <w:rsid w:val="00DD7EF0"/>
    <w:rsid w:val="00DE062E"/>
    <w:rsid w:val="00DE0695"/>
    <w:rsid w:val="00DE09A8"/>
    <w:rsid w:val="00DE1FAD"/>
    <w:rsid w:val="00DE208F"/>
    <w:rsid w:val="00DE272B"/>
    <w:rsid w:val="00DE2DED"/>
    <w:rsid w:val="00DE2F3D"/>
    <w:rsid w:val="00DE39F5"/>
    <w:rsid w:val="00DE4131"/>
    <w:rsid w:val="00DE4EBB"/>
    <w:rsid w:val="00DE5A0F"/>
    <w:rsid w:val="00DE6448"/>
    <w:rsid w:val="00DE7245"/>
    <w:rsid w:val="00DE773D"/>
    <w:rsid w:val="00DE7A18"/>
    <w:rsid w:val="00DE7B8B"/>
    <w:rsid w:val="00DE7D15"/>
    <w:rsid w:val="00DF035E"/>
    <w:rsid w:val="00DF0F7A"/>
    <w:rsid w:val="00DF3523"/>
    <w:rsid w:val="00DF3966"/>
    <w:rsid w:val="00DF4A30"/>
    <w:rsid w:val="00DF4A5C"/>
    <w:rsid w:val="00DF5AD9"/>
    <w:rsid w:val="00DF7C67"/>
    <w:rsid w:val="00E00EDF"/>
    <w:rsid w:val="00E011F3"/>
    <w:rsid w:val="00E01C96"/>
    <w:rsid w:val="00E0243C"/>
    <w:rsid w:val="00E02C70"/>
    <w:rsid w:val="00E02EE6"/>
    <w:rsid w:val="00E04ED7"/>
    <w:rsid w:val="00E0575E"/>
    <w:rsid w:val="00E05C34"/>
    <w:rsid w:val="00E05D72"/>
    <w:rsid w:val="00E10018"/>
    <w:rsid w:val="00E10EF8"/>
    <w:rsid w:val="00E11722"/>
    <w:rsid w:val="00E1450A"/>
    <w:rsid w:val="00E14BE9"/>
    <w:rsid w:val="00E15173"/>
    <w:rsid w:val="00E156F9"/>
    <w:rsid w:val="00E16CCB"/>
    <w:rsid w:val="00E16F9D"/>
    <w:rsid w:val="00E2006E"/>
    <w:rsid w:val="00E20517"/>
    <w:rsid w:val="00E2119A"/>
    <w:rsid w:val="00E2192E"/>
    <w:rsid w:val="00E21F41"/>
    <w:rsid w:val="00E21F96"/>
    <w:rsid w:val="00E2392A"/>
    <w:rsid w:val="00E23F04"/>
    <w:rsid w:val="00E2435B"/>
    <w:rsid w:val="00E24561"/>
    <w:rsid w:val="00E24972"/>
    <w:rsid w:val="00E25943"/>
    <w:rsid w:val="00E2609B"/>
    <w:rsid w:val="00E267B6"/>
    <w:rsid w:val="00E26B60"/>
    <w:rsid w:val="00E27C05"/>
    <w:rsid w:val="00E27D60"/>
    <w:rsid w:val="00E301DA"/>
    <w:rsid w:val="00E310D3"/>
    <w:rsid w:val="00E31550"/>
    <w:rsid w:val="00E31CEA"/>
    <w:rsid w:val="00E3227A"/>
    <w:rsid w:val="00E3337D"/>
    <w:rsid w:val="00E335B5"/>
    <w:rsid w:val="00E33773"/>
    <w:rsid w:val="00E33C32"/>
    <w:rsid w:val="00E34873"/>
    <w:rsid w:val="00E35AF6"/>
    <w:rsid w:val="00E37BE5"/>
    <w:rsid w:val="00E40332"/>
    <w:rsid w:val="00E42450"/>
    <w:rsid w:val="00E435CD"/>
    <w:rsid w:val="00E4370F"/>
    <w:rsid w:val="00E43C7A"/>
    <w:rsid w:val="00E442EE"/>
    <w:rsid w:val="00E446E8"/>
    <w:rsid w:val="00E448C6"/>
    <w:rsid w:val="00E449E0"/>
    <w:rsid w:val="00E472D9"/>
    <w:rsid w:val="00E475E0"/>
    <w:rsid w:val="00E478E8"/>
    <w:rsid w:val="00E51B41"/>
    <w:rsid w:val="00E51F13"/>
    <w:rsid w:val="00E525B4"/>
    <w:rsid w:val="00E534FD"/>
    <w:rsid w:val="00E53C4B"/>
    <w:rsid w:val="00E53F1D"/>
    <w:rsid w:val="00E55088"/>
    <w:rsid w:val="00E556A1"/>
    <w:rsid w:val="00E55880"/>
    <w:rsid w:val="00E55A35"/>
    <w:rsid w:val="00E55FA1"/>
    <w:rsid w:val="00E60CBD"/>
    <w:rsid w:val="00E6265C"/>
    <w:rsid w:val="00E6283A"/>
    <w:rsid w:val="00E62ED5"/>
    <w:rsid w:val="00E63032"/>
    <w:rsid w:val="00E638A7"/>
    <w:rsid w:val="00E63A9A"/>
    <w:rsid w:val="00E643C4"/>
    <w:rsid w:val="00E64504"/>
    <w:rsid w:val="00E649C4"/>
    <w:rsid w:val="00E65B5A"/>
    <w:rsid w:val="00E678FC"/>
    <w:rsid w:val="00E722AF"/>
    <w:rsid w:val="00E7375E"/>
    <w:rsid w:val="00E74FE8"/>
    <w:rsid w:val="00E75D6E"/>
    <w:rsid w:val="00E76A07"/>
    <w:rsid w:val="00E7720A"/>
    <w:rsid w:val="00E81CA3"/>
    <w:rsid w:val="00E82D59"/>
    <w:rsid w:val="00E83158"/>
    <w:rsid w:val="00E8460C"/>
    <w:rsid w:val="00E857F8"/>
    <w:rsid w:val="00E87BDB"/>
    <w:rsid w:val="00E906BA"/>
    <w:rsid w:val="00E918FB"/>
    <w:rsid w:val="00E92CDE"/>
    <w:rsid w:val="00E932BA"/>
    <w:rsid w:val="00E9479B"/>
    <w:rsid w:val="00E9562E"/>
    <w:rsid w:val="00E96142"/>
    <w:rsid w:val="00E9714C"/>
    <w:rsid w:val="00E97BC1"/>
    <w:rsid w:val="00EA0C79"/>
    <w:rsid w:val="00EA29EC"/>
    <w:rsid w:val="00EA34BE"/>
    <w:rsid w:val="00EA44D6"/>
    <w:rsid w:val="00EA4B04"/>
    <w:rsid w:val="00EA4ED2"/>
    <w:rsid w:val="00EA68EA"/>
    <w:rsid w:val="00EA6EAD"/>
    <w:rsid w:val="00EA72C4"/>
    <w:rsid w:val="00EB0A98"/>
    <w:rsid w:val="00EB1775"/>
    <w:rsid w:val="00EB25A5"/>
    <w:rsid w:val="00EB2C9D"/>
    <w:rsid w:val="00EB4E74"/>
    <w:rsid w:val="00EB540B"/>
    <w:rsid w:val="00EB5644"/>
    <w:rsid w:val="00EB75FE"/>
    <w:rsid w:val="00EB7899"/>
    <w:rsid w:val="00EB795C"/>
    <w:rsid w:val="00EC1C96"/>
    <w:rsid w:val="00EC4007"/>
    <w:rsid w:val="00EC4397"/>
    <w:rsid w:val="00EC602E"/>
    <w:rsid w:val="00EC714C"/>
    <w:rsid w:val="00EC797D"/>
    <w:rsid w:val="00EC7C58"/>
    <w:rsid w:val="00EC7CE8"/>
    <w:rsid w:val="00EC7D98"/>
    <w:rsid w:val="00ED0B43"/>
    <w:rsid w:val="00ED110E"/>
    <w:rsid w:val="00ED167C"/>
    <w:rsid w:val="00ED2AE3"/>
    <w:rsid w:val="00ED4231"/>
    <w:rsid w:val="00ED458D"/>
    <w:rsid w:val="00ED5F16"/>
    <w:rsid w:val="00ED6545"/>
    <w:rsid w:val="00ED66A1"/>
    <w:rsid w:val="00ED73E6"/>
    <w:rsid w:val="00EE0817"/>
    <w:rsid w:val="00EE2AFE"/>
    <w:rsid w:val="00EE3D9A"/>
    <w:rsid w:val="00EE3FB6"/>
    <w:rsid w:val="00EE4E19"/>
    <w:rsid w:val="00EE535C"/>
    <w:rsid w:val="00EE5C46"/>
    <w:rsid w:val="00EE5CC3"/>
    <w:rsid w:val="00EE61B4"/>
    <w:rsid w:val="00EE6587"/>
    <w:rsid w:val="00EF0619"/>
    <w:rsid w:val="00EF13AC"/>
    <w:rsid w:val="00EF1D9A"/>
    <w:rsid w:val="00EF36F8"/>
    <w:rsid w:val="00EF3AAA"/>
    <w:rsid w:val="00EF4189"/>
    <w:rsid w:val="00EF63C5"/>
    <w:rsid w:val="00EF6892"/>
    <w:rsid w:val="00EF7090"/>
    <w:rsid w:val="00F00205"/>
    <w:rsid w:val="00F00642"/>
    <w:rsid w:val="00F017EB"/>
    <w:rsid w:val="00F01B95"/>
    <w:rsid w:val="00F030F4"/>
    <w:rsid w:val="00F0454F"/>
    <w:rsid w:val="00F04AAD"/>
    <w:rsid w:val="00F05676"/>
    <w:rsid w:val="00F06BF4"/>
    <w:rsid w:val="00F10BC4"/>
    <w:rsid w:val="00F10F4C"/>
    <w:rsid w:val="00F11517"/>
    <w:rsid w:val="00F1343C"/>
    <w:rsid w:val="00F138F3"/>
    <w:rsid w:val="00F140F8"/>
    <w:rsid w:val="00F14CD1"/>
    <w:rsid w:val="00F14FF7"/>
    <w:rsid w:val="00F16B9D"/>
    <w:rsid w:val="00F1735A"/>
    <w:rsid w:val="00F20386"/>
    <w:rsid w:val="00F205F7"/>
    <w:rsid w:val="00F20E7B"/>
    <w:rsid w:val="00F21681"/>
    <w:rsid w:val="00F2192C"/>
    <w:rsid w:val="00F21B93"/>
    <w:rsid w:val="00F231CF"/>
    <w:rsid w:val="00F23605"/>
    <w:rsid w:val="00F25560"/>
    <w:rsid w:val="00F2567C"/>
    <w:rsid w:val="00F26585"/>
    <w:rsid w:val="00F26AE3"/>
    <w:rsid w:val="00F26B9E"/>
    <w:rsid w:val="00F27363"/>
    <w:rsid w:val="00F27E75"/>
    <w:rsid w:val="00F27F13"/>
    <w:rsid w:val="00F305D8"/>
    <w:rsid w:val="00F31176"/>
    <w:rsid w:val="00F3183D"/>
    <w:rsid w:val="00F31D12"/>
    <w:rsid w:val="00F31E8F"/>
    <w:rsid w:val="00F33A4B"/>
    <w:rsid w:val="00F33FD8"/>
    <w:rsid w:val="00F3430E"/>
    <w:rsid w:val="00F345AF"/>
    <w:rsid w:val="00F3543A"/>
    <w:rsid w:val="00F35D1B"/>
    <w:rsid w:val="00F36804"/>
    <w:rsid w:val="00F36E4E"/>
    <w:rsid w:val="00F37E56"/>
    <w:rsid w:val="00F40FD2"/>
    <w:rsid w:val="00F41863"/>
    <w:rsid w:val="00F42AD5"/>
    <w:rsid w:val="00F4408C"/>
    <w:rsid w:val="00F440D2"/>
    <w:rsid w:val="00F446B8"/>
    <w:rsid w:val="00F44891"/>
    <w:rsid w:val="00F44DB5"/>
    <w:rsid w:val="00F460AE"/>
    <w:rsid w:val="00F479E3"/>
    <w:rsid w:val="00F47EB6"/>
    <w:rsid w:val="00F51A53"/>
    <w:rsid w:val="00F52C83"/>
    <w:rsid w:val="00F53A9C"/>
    <w:rsid w:val="00F572C0"/>
    <w:rsid w:val="00F60877"/>
    <w:rsid w:val="00F63CF6"/>
    <w:rsid w:val="00F6584E"/>
    <w:rsid w:val="00F65B7A"/>
    <w:rsid w:val="00F65D08"/>
    <w:rsid w:val="00F66057"/>
    <w:rsid w:val="00F67160"/>
    <w:rsid w:val="00F67899"/>
    <w:rsid w:val="00F708EC"/>
    <w:rsid w:val="00F70BA6"/>
    <w:rsid w:val="00F71870"/>
    <w:rsid w:val="00F724C4"/>
    <w:rsid w:val="00F739C3"/>
    <w:rsid w:val="00F751EA"/>
    <w:rsid w:val="00F75703"/>
    <w:rsid w:val="00F759EE"/>
    <w:rsid w:val="00F774AC"/>
    <w:rsid w:val="00F80390"/>
    <w:rsid w:val="00F816F5"/>
    <w:rsid w:val="00F824FB"/>
    <w:rsid w:val="00F8298B"/>
    <w:rsid w:val="00F84196"/>
    <w:rsid w:val="00F84C0F"/>
    <w:rsid w:val="00F8513E"/>
    <w:rsid w:val="00F85272"/>
    <w:rsid w:val="00F85896"/>
    <w:rsid w:val="00F858DC"/>
    <w:rsid w:val="00F860DA"/>
    <w:rsid w:val="00F867A5"/>
    <w:rsid w:val="00F87AFF"/>
    <w:rsid w:val="00F91B92"/>
    <w:rsid w:val="00F92AC6"/>
    <w:rsid w:val="00F92E2F"/>
    <w:rsid w:val="00F937CF"/>
    <w:rsid w:val="00F93A5A"/>
    <w:rsid w:val="00F93CC8"/>
    <w:rsid w:val="00F95437"/>
    <w:rsid w:val="00F954F5"/>
    <w:rsid w:val="00F95B14"/>
    <w:rsid w:val="00F969D7"/>
    <w:rsid w:val="00F9725C"/>
    <w:rsid w:val="00F976F4"/>
    <w:rsid w:val="00F97E77"/>
    <w:rsid w:val="00FA0149"/>
    <w:rsid w:val="00FA0240"/>
    <w:rsid w:val="00FA0652"/>
    <w:rsid w:val="00FA132D"/>
    <w:rsid w:val="00FA204E"/>
    <w:rsid w:val="00FA39B8"/>
    <w:rsid w:val="00FA4318"/>
    <w:rsid w:val="00FA56AD"/>
    <w:rsid w:val="00FA5991"/>
    <w:rsid w:val="00FA5F50"/>
    <w:rsid w:val="00FA6E47"/>
    <w:rsid w:val="00FA7F02"/>
    <w:rsid w:val="00FB019C"/>
    <w:rsid w:val="00FB15E7"/>
    <w:rsid w:val="00FB1D64"/>
    <w:rsid w:val="00FB1F90"/>
    <w:rsid w:val="00FB26DE"/>
    <w:rsid w:val="00FB34B3"/>
    <w:rsid w:val="00FB5953"/>
    <w:rsid w:val="00FB6EC0"/>
    <w:rsid w:val="00FB7020"/>
    <w:rsid w:val="00FB79F0"/>
    <w:rsid w:val="00FC0790"/>
    <w:rsid w:val="00FC0CAF"/>
    <w:rsid w:val="00FC0FE8"/>
    <w:rsid w:val="00FC2559"/>
    <w:rsid w:val="00FC2D16"/>
    <w:rsid w:val="00FC2E3A"/>
    <w:rsid w:val="00FC2EDD"/>
    <w:rsid w:val="00FC2F80"/>
    <w:rsid w:val="00FC3144"/>
    <w:rsid w:val="00FC46C7"/>
    <w:rsid w:val="00FC46FB"/>
    <w:rsid w:val="00FD274D"/>
    <w:rsid w:val="00FD360E"/>
    <w:rsid w:val="00FD38BE"/>
    <w:rsid w:val="00FD3B78"/>
    <w:rsid w:val="00FD3E37"/>
    <w:rsid w:val="00FD452E"/>
    <w:rsid w:val="00FD6310"/>
    <w:rsid w:val="00FD7016"/>
    <w:rsid w:val="00FD7026"/>
    <w:rsid w:val="00FD71B9"/>
    <w:rsid w:val="00FE1927"/>
    <w:rsid w:val="00FE2362"/>
    <w:rsid w:val="00FE4B75"/>
    <w:rsid w:val="00FE4DD2"/>
    <w:rsid w:val="00FE4EAE"/>
    <w:rsid w:val="00FE4F9E"/>
    <w:rsid w:val="00FE5C9C"/>
    <w:rsid w:val="00FE6A52"/>
    <w:rsid w:val="00FF24A2"/>
    <w:rsid w:val="00FF39C3"/>
    <w:rsid w:val="00FF4543"/>
    <w:rsid w:val="00FF4742"/>
    <w:rsid w:val="00FF4998"/>
    <w:rsid w:val="00FF4A1C"/>
    <w:rsid w:val="00FF60F7"/>
    <w:rsid w:val="00FF61E4"/>
    <w:rsid w:val="00FF6C7F"/>
    <w:rsid w:val="00FF7535"/>
    <w:rsid w:val="00FF758C"/>
    <w:rsid w:val="00FF76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A72"/>
    <w:rPr>
      <w:rFonts w:ascii="Times New Roman" w:eastAsia="Times New Roman" w:hAnsi="Times New Roman"/>
      <w:sz w:val="24"/>
      <w:szCs w:val="24"/>
    </w:rPr>
  </w:style>
  <w:style w:type="paragraph" w:styleId="Heading1">
    <w:name w:val="heading 1"/>
    <w:basedOn w:val="Normal"/>
    <w:next w:val="Normal"/>
    <w:link w:val="Heading1Char"/>
    <w:uiPriority w:val="99"/>
    <w:qFormat/>
    <w:rsid w:val="00C42A72"/>
    <w:pPr>
      <w:keepNext/>
      <w:widowControl w:val="0"/>
      <w:autoSpaceDE w:val="0"/>
      <w:autoSpaceDN w:val="0"/>
      <w:adjustRightInd w:val="0"/>
      <w:ind w:firstLine="709"/>
      <w:jc w:val="center"/>
      <w:outlineLvl w:val="0"/>
    </w:pPr>
    <w:rPr>
      <w:sz w:val="30"/>
      <w:szCs w:val="30"/>
    </w:rPr>
  </w:style>
  <w:style w:type="paragraph" w:styleId="Heading2">
    <w:name w:val="heading 2"/>
    <w:basedOn w:val="Normal"/>
    <w:next w:val="Normal"/>
    <w:link w:val="Heading2Char"/>
    <w:uiPriority w:val="99"/>
    <w:qFormat/>
    <w:rsid w:val="00C42A72"/>
    <w:pPr>
      <w:keepNext/>
      <w:outlineLvl w:val="1"/>
    </w:pPr>
    <w:rPr>
      <w:b/>
      <w:bCs/>
      <w:sz w:val="30"/>
      <w:szCs w:val="3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2A72"/>
    <w:rPr>
      <w:rFonts w:ascii="Times New Roman" w:hAnsi="Times New Roman" w:cs="Times New Roman"/>
      <w:sz w:val="30"/>
      <w:szCs w:val="30"/>
      <w:lang w:eastAsia="ru-RU"/>
    </w:rPr>
  </w:style>
  <w:style w:type="character" w:customStyle="1" w:styleId="Heading2Char">
    <w:name w:val="Heading 2 Char"/>
    <w:basedOn w:val="DefaultParagraphFont"/>
    <w:link w:val="Heading2"/>
    <w:uiPriority w:val="99"/>
    <w:locked/>
    <w:rsid w:val="00C42A72"/>
    <w:rPr>
      <w:rFonts w:ascii="Times New Roman" w:hAnsi="Times New Roman" w:cs="Times New Roman"/>
      <w:b/>
      <w:bCs/>
      <w:sz w:val="30"/>
      <w:szCs w:val="30"/>
      <w:lang w:eastAsia="ru-RU"/>
    </w:rPr>
  </w:style>
  <w:style w:type="paragraph" w:styleId="Header">
    <w:name w:val="header"/>
    <w:basedOn w:val="Normal"/>
    <w:link w:val="HeaderChar"/>
    <w:uiPriority w:val="99"/>
    <w:rsid w:val="00C42A72"/>
    <w:pPr>
      <w:tabs>
        <w:tab w:val="center" w:pos="4677"/>
        <w:tab w:val="right" w:pos="9355"/>
      </w:tabs>
    </w:pPr>
  </w:style>
  <w:style w:type="character" w:customStyle="1" w:styleId="HeaderChar">
    <w:name w:val="Header Char"/>
    <w:basedOn w:val="DefaultParagraphFont"/>
    <w:link w:val="Header"/>
    <w:uiPriority w:val="99"/>
    <w:locked/>
    <w:rsid w:val="00C42A72"/>
    <w:rPr>
      <w:rFonts w:ascii="Times New Roman" w:hAnsi="Times New Roman" w:cs="Times New Roman"/>
      <w:sz w:val="24"/>
      <w:szCs w:val="24"/>
    </w:rPr>
  </w:style>
  <w:style w:type="paragraph" w:styleId="Footer">
    <w:name w:val="footer"/>
    <w:basedOn w:val="Normal"/>
    <w:link w:val="FooterChar"/>
    <w:uiPriority w:val="99"/>
    <w:semiHidden/>
    <w:rsid w:val="00C42A72"/>
    <w:pPr>
      <w:tabs>
        <w:tab w:val="center" w:pos="4677"/>
        <w:tab w:val="right" w:pos="9355"/>
      </w:tabs>
    </w:pPr>
  </w:style>
  <w:style w:type="character" w:customStyle="1" w:styleId="FooterChar">
    <w:name w:val="Footer Char"/>
    <w:basedOn w:val="DefaultParagraphFont"/>
    <w:link w:val="Footer"/>
    <w:uiPriority w:val="99"/>
    <w:semiHidden/>
    <w:locked/>
    <w:rsid w:val="00C42A72"/>
    <w:rPr>
      <w:rFonts w:ascii="Times New Roman" w:hAnsi="Times New Roman" w:cs="Times New Roman"/>
      <w:sz w:val="24"/>
      <w:szCs w:val="24"/>
      <w:lang w:eastAsia="ru-RU"/>
    </w:rPr>
  </w:style>
  <w:style w:type="paragraph" w:styleId="Title">
    <w:name w:val="Title"/>
    <w:basedOn w:val="Normal"/>
    <w:link w:val="TitleChar"/>
    <w:uiPriority w:val="99"/>
    <w:qFormat/>
    <w:rsid w:val="00C42A72"/>
    <w:pPr>
      <w:widowControl w:val="0"/>
      <w:autoSpaceDE w:val="0"/>
      <w:autoSpaceDN w:val="0"/>
      <w:adjustRightInd w:val="0"/>
      <w:ind w:firstLine="709"/>
      <w:jc w:val="center"/>
    </w:pPr>
    <w:rPr>
      <w:b/>
      <w:bCs/>
      <w:sz w:val="36"/>
      <w:szCs w:val="30"/>
    </w:rPr>
  </w:style>
  <w:style w:type="character" w:customStyle="1" w:styleId="TitleChar">
    <w:name w:val="Title Char"/>
    <w:basedOn w:val="DefaultParagraphFont"/>
    <w:link w:val="Title"/>
    <w:uiPriority w:val="99"/>
    <w:locked/>
    <w:rsid w:val="00C42A72"/>
    <w:rPr>
      <w:rFonts w:ascii="Times New Roman" w:hAnsi="Times New Roman" w:cs="Times New Roman"/>
      <w:b/>
      <w:bCs/>
      <w:sz w:val="30"/>
      <w:szCs w:val="30"/>
      <w:lang w:eastAsia="ru-RU"/>
    </w:rPr>
  </w:style>
  <w:style w:type="paragraph" w:styleId="BodyText">
    <w:name w:val="Body Text"/>
    <w:basedOn w:val="Normal"/>
    <w:link w:val="BodyTextChar1"/>
    <w:uiPriority w:val="99"/>
    <w:rsid w:val="00C42A72"/>
    <w:pPr>
      <w:widowControl w:val="0"/>
      <w:autoSpaceDE w:val="0"/>
      <w:autoSpaceDN w:val="0"/>
      <w:adjustRightInd w:val="0"/>
      <w:spacing w:line="280" w:lineRule="exact"/>
      <w:ind w:right="4536"/>
      <w:jc w:val="both"/>
    </w:pPr>
    <w:rPr>
      <w:sz w:val="30"/>
      <w:szCs w:val="30"/>
    </w:rPr>
  </w:style>
  <w:style w:type="character" w:customStyle="1" w:styleId="BodyTextChar">
    <w:name w:val="Body Text Char"/>
    <w:basedOn w:val="DefaultParagraphFont"/>
    <w:link w:val="BodyText"/>
    <w:uiPriority w:val="99"/>
    <w:locked/>
    <w:rsid w:val="00C42A72"/>
    <w:rPr>
      <w:rFonts w:cs="Times New Roman"/>
      <w:sz w:val="30"/>
    </w:rPr>
  </w:style>
  <w:style w:type="character" w:customStyle="1" w:styleId="BodyTextChar1">
    <w:name w:val="Body Text Char1"/>
    <w:basedOn w:val="DefaultParagraphFont"/>
    <w:link w:val="BodyText"/>
    <w:uiPriority w:val="99"/>
    <w:locked/>
    <w:rsid w:val="00C42A72"/>
    <w:rPr>
      <w:rFonts w:ascii="Times New Roman" w:hAnsi="Times New Roman" w:cs="Times New Roman"/>
      <w:sz w:val="30"/>
      <w:szCs w:val="30"/>
    </w:rPr>
  </w:style>
  <w:style w:type="character" w:customStyle="1" w:styleId="BodyText2Char">
    <w:name w:val="Body Text 2 Char"/>
    <w:basedOn w:val="DefaultParagraphFont"/>
    <w:link w:val="BodyText2"/>
    <w:uiPriority w:val="99"/>
    <w:semiHidden/>
    <w:locked/>
    <w:rsid w:val="00C42A72"/>
    <w:rPr>
      <w:rFonts w:ascii="Times New Roman" w:hAnsi="Times New Roman" w:cs="Times New Roman"/>
      <w:sz w:val="24"/>
      <w:szCs w:val="24"/>
      <w:lang w:eastAsia="ru-RU"/>
    </w:rPr>
  </w:style>
  <w:style w:type="paragraph" w:styleId="BodyText2">
    <w:name w:val="Body Text 2"/>
    <w:basedOn w:val="Normal"/>
    <w:link w:val="BodyText2Char"/>
    <w:uiPriority w:val="99"/>
    <w:semiHidden/>
    <w:rsid w:val="00C42A72"/>
    <w:pPr>
      <w:spacing w:after="120" w:line="480" w:lineRule="auto"/>
    </w:pPr>
  </w:style>
  <w:style w:type="character" w:customStyle="1" w:styleId="BodyText2Char1">
    <w:name w:val="Body Text 2 Char1"/>
    <w:basedOn w:val="DefaultParagraphFont"/>
    <w:link w:val="BodyText2"/>
    <w:uiPriority w:val="99"/>
    <w:semiHidden/>
    <w:locked/>
    <w:rsid w:val="0017219F"/>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locked/>
    <w:rsid w:val="00C42A72"/>
    <w:rPr>
      <w:rFonts w:ascii="Tahoma" w:hAnsi="Tahoma" w:cs="Tahoma"/>
      <w:sz w:val="24"/>
      <w:szCs w:val="24"/>
      <w:shd w:val="clear" w:color="auto" w:fill="000080"/>
      <w:lang w:eastAsia="ru-RU"/>
    </w:rPr>
  </w:style>
  <w:style w:type="paragraph" w:styleId="DocumentMap">
    <w:name w:val="Document Map"/>
    <w:basedOn w:val="Normal"/>
    <w:link w:val="DocumentMapChar"/>
    <w:uiPriority w:val="99"/>
    <w:semiHidden/>
    <w:rsid w:val="00C42A72"/>
    <w:pPr>
      <w:shd w:val="clear" w:color="auto" w:fill="000080"/>
    </w:pPr>
    <w:rPr>
      <w:rFonts w:ascii="Tahoma" w:hAnsi="Tahoma" w:cs="Tahoma"/>
    </w:rPr>
  </w:style>
  <w:style w:type="character" w:customStyle="1" w:styleId="DocumentMapChar1">
    <w:name w:val="Document Map Char1"/>
    <w:basedOn w:val="DefaultParagraphFont"/>
    <w:link w:val="DocumentMap"/>
    <w:uiPriority w:val="99"/>
    <w:semiHidden/>
    <w:locked/>
    <w:rsid w:val="0017219F"/>
    <w:rPr>
      <w:rFonts w:ascii="Times New Roman" w:hAnsi="Times New Roman" w:cs="Times New Roman"/>
      <w:sz w:val="2"/>
    </w:rPr>
  </w:style>
  <w:style w:type="character" w:customStyle="1" w:styleId="BalloonTextChar">
    <w:name w:val="Balloon Text Char"/>
    <w:basedOn w:val="DefaultParagraphFont"/>
    <w:link w:val="BalloonText"/>
    <w:uiPriority w:val="99"/>
    <w:semiHidden/>
    <w:locked/>
    <w:rsid w:val="00C42A72"/>
    <w:rPr>
      <w:rFonts w:ascii="Tahoma" w:hAnsi="Tahoma" w:cs="Tahoma"/>
      <w:sz w:val="16"/>
      <w:szCs w:val="16"/>
      <w:lang w:eastAsia="ru-RU"/>
    </w:rPr>
  </w:style>
  <w:style w:type="paragraph" w:styleId="BalloonText">
    <w:name w:val="Balloon Text"/>
    <w:basedOn w:val="Normal"/>
    <w:link w:val="BalloonTextChar"/>
    <w:uiPriority w:val="99"/>
    <w:semiHidden/>
    <w:rsid w:val="00C42A72"/>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17219F"/>
    <w:rPr>
      <w:rFonts w:ascii="Times New Roman" w:hAnsi="Times New Roman" w:cs="Times New Roman"/>
      <w:sz w:val="2"/>
    </w:rPr>
  </w:style>
  <w:style w:type="paragraph" w:styleId="ListParagraph">
    <w:name w:val="List Paragraph"/>
    <w:basedOn w:val="Normal"/>
    <w:uiPriority w:val="99"/>
    <w:qFormat/>
    <w:rsid w:val="00C42A72"/>
    <w:pPr>
      <w:ind w:left="720"/>
      <w:contextualSpacing/>
    </w:pPr>
  </w:style>
  <w:style w:type="paragraph" w:customStyle="1" w:styleId="ConsPlusNormal">
    <w:name w:val="ConsPlusNormal"/>
    <w:uiPriority w:val="99"/>
    <w:rsid w:val="00C42A72"/>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C42A72"/>
    <w:pPr>
      <w:widowControl w:val="0"/>
      <w:autoSpaceDE w:val="0"/>
      <w:autoSpaceDN w:val="0"/>
      <w:adjustRightInd w:val="0"/>
    </w:pPr>
    <w:rPr>
      <w:rFonts w:ascii="Courier New" w:eastAsia="Times New Roman" w:hAnsi="Courier New" w:cs="Courier New"/>
      <w:sz w:val="20"/>
      <w:szCs w:val="20"/>
    </w:rPr>
  </w:style>
  <w:style w:type="character" w:customStyle="1" w:styleId="a">
    <w:name w:val="Основной текст_"/>
    <w:basedOn w:val="DefaultParagraphFont"/>
    <w:link w:val="2"/>
    <w:uiPriority w:val="99"/>
    <w:locked/>
    <w:rsid w:val="00C42A72"/>
    <w:rPr>
      <w:rFonts w:cs="Times New Roman"/>
      <w:sz w:val="27"/>
      <w:szCs w:val="27"/>
      <w:shd w:val="clear" w:color="auto" w:fill="FFFFFF"/>
    </w:rPr>
  </w:style>
  <w:style w:type="paragraph" w:customStyle="1" w:styleId="2">
    <w:name w:val="Основной текст2"/>
    <w:basedOn w:val="Normal"/>
    <w:link w:val="a"/>
    <w:uiPriority w:val="99"/>
    <w:rsid w:val="00C42A72"/>
    <w:pPr>
      <w:shd w:val="clear" w:color="auto" w:fill="FFFFFF"/>
      <w:spacing w:after="600" w:line="322" w:lineRule="exact"/>
      <w:ind w:hanging="2180"/>
    </w:pPr>
    <w:rPr>
      <w:rFonts w:ascii="Calibri" w:eastAsia="Calibri" w:hAnsi="Calibri"/>
      <w:sz w:val="27"/>
      <w:szCs w:val="27"/>
      <w:lang w:eastAsia="en-US"/>
    </w:rPr>
  </w:style>
  <w:style w:type="character" w:customStyle="1" w:styleId="4">
    <w:name w:val="Основной текст (4)_"/>
    <w:basedOn w:val="DefaultParagraphFont"/>
    <w:link w:val="40"/>
    <w:uiPriority w:val="99"/>
    <w:locked/>
    <w:rsid w:val="00C42A72"/>
    <w:rPr>
      <w:rFonts w:cs="Times New Roman"/>
      <w:sz w:val="27"/>
      <w:szCs w:val="27"/>
      <w:shd w:val="clear" w:color="auto" w:fill="FFFFFF"/>
    </w:rPr>
  </w:style>
  <w:style w:type="paragraph" w:customStyle="1" w:styleId="40">
    <w:name w:val="Основной текст (4)"/>
    <w:basedOn w:val="Normal"/>
    <w:link w:val="4"/>
    <w:uiPriority w:val="99"/>
    <w:rsid w:val="00C42A72"/>
    <w:pPr>
      <w:shd w:val="clear" w:color="auto" w:fill="FFFFFF"/>
      <w:spacing w:line="322" w:lineRule="exact"/>
      <w:ind w:firstLine="700"/>
      <w:jc w:val="both"/>
    </w:pPr>
    <w:rPr>
      <w:rFonts w:ascii="Calibri" w:eastAsia="Calibri" w:hAnsi="Calibri"/>
      <w:sz w:val="27"/>
      <w:szCs w:val="27"/>
      <w:lang w:eastAsia="en-US"/>
    </w:rPr>
  </w:style>
  <w:style w:type="character" w:customStyle="1" w:styleId="a0">
    <w:name w:val="Колонтитул_"/>
    <w:basedOn w:val="DefaultParagraphFont"/>
    <w:link w:val="a1"/>
    <w:uiPriority w:val="99"/>
    <w:locked/>
    <w:rsid w:val="00C42A72"/>
    <w:rPr>
      <w:rFonts w:cs="Times New Roman"/>
      <w:shd w:val="clear" w:color="auto" w:fill="FFFFFF"/>
    </w:rPr>
  </w:style>
  <w:style w:type="paragraph" w:customStyle="1" w:styleId="a1">
    <w:name w:val="Колонтитул"/>
    <w:basedOn w:val="Normal"/>
    <w:link w:val="a0"/>
    <w:uiPriority w:val="99"/>
    <w:rsid w:val="00C42A72"/>
    <w:pPr>
      <w:shd w:val="clear" w:color="auto" w:fill="FFFFFF"/>
    </w:pPr>
    <w:rPr>
      <w:rFonts w:ascii="Calibri" w:eastAsia="Calibri" w:hAnsi="Calibri"/>
      <w:sz w:val="22"/>
      <w:szCs w:val="22"/>
      <w:lang w:eastAsia="en-US"/>
    </w:rPr>
  </w:style>
  <w:style w:type="character" w:customStyle="1" w:styleId="1">
    <w:name w:val="Основной текст1"/>
    <w:uiPriority w:val="99"/>
    <w:rsid w:val="00C42A72"/>
    <w:rPr>
      <w:rFonts w:ascii="Times New Roman" w:hAnsi="Times New Roman"/>
      <w:color w:val="000000"/>
      <w:spacing w:val="0"/>
      <w:w w:val="100"/>
      <w:position w:val="0"/>
      <w:sz w:val="27"/>
      <w:shd w:val="clear" w:color="auto" w:fill="FFFFFF"/>
      <w:lang w:val="ru-RU"/>
    </w:rPr>
  </w:style>
  <w:style w:type="character" w:customStyle="1" w:styleId="a2">
    <w:name w:val="Основной текст + Курсив"/>
    <w:basedOn w:val="a"/>
    <w:uiPriority w:val="99"/>
    <w:rsid w:val="00C42A72"/>
    <w:rPr>
      <w:i/>
      <w:iCs/>
    </w:rPr>
  </w:style>
  <w:style w:type="character" w:customStyle="1" w:styleId="11pt">
    <w:name w:val="Колонтитул + 11 pt"/>
    <w:basedOn w:val="a0"/>
    <w:uiPriority w:val="99"/>
    <w:rsid w:val="00C42A72"/>
    <w:rPr>
      <w:sz w:val="22"/>
      <w:szCs w:val="22"/>
    </w:rPr>
  </w:style>
  <w:style w:type="character" w:styleId="Hyperlink">
    <w:name w:val="Hyperlink"/>
    <w:basedOn w:val="DefaultParagraphFont"/>
    <w:uiPriority w:val="99"/>
    <w:semiHidden/>
    <w:rsid w:val="00C42A72"/>
    <w:rPr>
      <w:rFonts w:cs="Times New Roman"/>
      <w:color w:val="0000FF"/>
      <w:u w:val="single"/>
    </w:rPr>
  </w:style>
  <w:style w:type="paragraph" w:styleId="FootnoteText">
    <w:name w:val="footnote text"/>
    <w:basedOn w:val="Normal"/>
    <w:link w:val="FootnoteTextChar"/>
    <w:uiPriority w:val="99"/>
    <w:semiHidden/>
    <w:rsid w:val="00FA204E"/>
    <w:rPr>
      <w:sz w:val="20"/>
      <w:szCs w:val="20"/>
    </w:rPr>
  </w:style>
  <w:style w:type="character" w:customStyle="1" w:styleId="FootnoteTextChar">
    <w:name w:val="Footnote Text Char"/>
    <w:basedOn w:val="DefaultParagraphFont"/>
    <w:link w:val="FootnoteText"/>
    <w:uiPriority w:val="99"/>
    <w:semiHidden/>
    <w:locked/>
    <w:rsid w:val="00FA204E"/>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FA204E"/>
    <w:rPr>
      <w:rFonts w:cs="Times New Roman"/>
      <w:vertAlign w:val="superscript"/>
    </w:rPr>
  </w:style>
  <w:style w:type="character" w:styleId="PlaceholderText">
    <w:name w:val="Placeholder Text"/>
    <w:basedOn w:val="DefaultParagraphFont"/>
    <w:uiPriority w:val="99"/>
    <w:semiHidden/>
    <w:rsid w:val="00EF63C5"/>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641471296">
      <w:marLeft w:val="0"/>
      <w:marRight w:val="0"/>
      <w:marTop w:val="0"/>
      <w:marBottom w:val="0"/>
      <w:divBdr>
        <w:top w:val="none" w:sz="0" w:space="0" w:color="auto"/>
        <w:left w:val="none" w:sz="0" w:space="0" w:color="auto"/>
        <w:bottom w:val="none" w:sz="0" w:space="0" w:color="auto"/>
        <w:right w:val="none" w:sz="0" w:space="0" w:color="auto"/>
      </w:divBdr>
    </w:div>
    <w:div w:id="6414712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515</TotalTime>
  <Pages>50</Pages>
  <Words>16594</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2019-03-27T10:10:00Z</cp:lastPrinted>
  <dcterms:created xsi:type="dcterms:W3CDTF">2019-03-18T17:34:00Z</dcterms:created>
  <dcterms:modified xsi:type="dcterms:W3CDTF">2019-03-27T11:03:00Z</dcterms:modified>
</cp:coreProperties>
</file>